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DAA47" w14:textId="77777777" w:rsidR="002F0887" w:rsidRPr="003D0BA5" w:rsidRDefault="002F0887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1AFA2F26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0AEF97FB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24A61D20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13B81D29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19435AC7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47FE5690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034BBD17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0BA1C89E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5899FDC9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26A9F52F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12FC937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01472537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216B677B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306D8B83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758DFDE9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352C99E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7A0D9F44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77A3F0FB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760C1FF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05FF345F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2A88E719" w14:textId="77777777" w:rsidR="00247FD6" w:rsidRPr="003D0BA5" w:rsidRDefault="00247FD6" w:rsidP="00247FD6">
      <w:pPr>
        <w:jc w:val="center"/>
        <w:rPr>
          <w:rFonts w:ascii="Tahoma" w:hAnsi="Tahoma" w:cs="Tahoma"/>
          <w:b/>
          <w:sz w:val="22"/>
          <w:szCs w:val="22"/>
          <w:lang w:val="sl-SI"/>
        </w:rPr>
      </w:pPr>
      <w:r w:rsidRPr="003D0BA5">
        <w:rPr>
          <w:rStyle w:val="fontstyle01"/>
          <w:rFonts w:ascii="Book Antiqua" w:hAnsi="Book Antiqua"/>
          <w:color w:val="auto"/>
          <w:sz w:val="48"/>
          <w:szCs w:val="48"/>
        </w:rPr>
        <w:t>TABELARNI PREGLED OBJEKATA PO ZONAMA</w:t>
      </w:r>
    </w:p>
    <w:p w14:paraId="6116619A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32AB41A3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F01EB3F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37AAB258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2A88A785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578F7314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353EB755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420C1564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49D6B2D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062592FD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A84AE21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7F1906FE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7E2E4AC3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50F70ADB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306862AE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2F9E6F00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C1518E8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0069682F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6CE75C4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1988BDDE" w14:textId="09EF6F24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4187767E" w14:textId="77777777" w:rsidR="00B91171" w:rsidRPr="003D0BA5" w:rsidRDefault="00B91171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2DE8B176" w14:textId="77777777" w:rsidR="00247FD6" w:rsidRPr="003D0BA5" w:rsidRDefault="00247F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52ECBE1A" w14:textId="77777777" w:rsidR="00F066E1" w:rsidRPr="003D0BA5" w:rsidRDefault="00F066E1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5F45DB29" w14:textId="77777777" w:rsidR="00F066E1" w:rsidRPr="003D0BA5" w:rsidRDefault="00F066E1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15F5AD6E" w14:textId="77777777" w:rsidR="00CA7051" w:rsidRPr="003D0BA5" w:rsidRDefault="00CA7051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0D0B2044" w14:textId="77777777" w:rsidR="00667CC3" w:rsidRPr="003D0BA5" w:rsidRDefault="00667CC3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7EE1993B" w14:textId="1FA30244" w:rsidR="00AD4748" w:rsidRPr="003D0BA5" w:rsidRDefault="00AD4748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4B9AA333" w14:textId="77777777" w:rsidR="00E25591" w:rsidRPr="003D0BA5" w:rsidRDefault="00E25591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2FC0660B" w14:textId="77777777" w:rsidR="00F762D6" w:rsidRPr="003D0BA5" w:rsidRDefault="00F762D6" w:rsidP="00F762D6">
      <w:pPr>
        <w:jc w:val="both"/>
        <w:rPr>
          <w:rFonts w:ascii="Tahoma" w:hAnsi="Tahoma" w:cs="Tahoma"/>
          <w:b/>
          <w:sz w:val="22"/>
          <w:szCs w:val="22"/>
          <w:lang w:val="sl-SI"/>
        </w:rPr>
      </w:pPr>
      <w:r w:rsidRPr="003D0BA5">
        <w:rPr>
          <w:rFonts w:ascii="Tahoma" w:hAnsi="Tahoma" w:cs="Tahoma"/>
          <w:b/>
          <w:sz w:val="22"/>
          <w:szCs w:val="22"/>
          <w:lang w:val="sl-SI"/>
        </w:rPr>
        <w:lastRenderedPageBreak/>
        <w:t>ZONA I</w:t>
      </w:r>
    </w:p>
    <w:p w14:paraId="03178659" w14:textId="77777777" w:rsidR="00F762D6" w:rsidRPr="003D0BA5" w:rsidRDefault="00F762D6" w:rsidP="00F762D6">
      <w:pPr>
        <w:jc w:val="both"/>
        <w:rPr>
          <w:rFonts w:ascii="Tahoma" w:hAnsi="Tahoma" w:cs="Tahoma"/>
          <w:b/>
          <w:sz w:val="20"/>
        </w:rPr>
      </w:pPr>
    </w:p>
    <w:tbl>
      <w:tblPr>
        <w:tblW w:w="990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703"/>
        <w:gridCol w:w="1843"/>
        <w:gridCol w:w="1843"/>
        <w:gridCol w:w="1701"/>
        <w:gridCol w:w="2103"/>
      </w:tblGrid>
      <w:tr w:rsidR="003D0BA5" w:rsidRPr="003D0BA5" w14:paraId="0DF367B7" w14:textId="77777777" w:rsidTr="00BA6FD1">
        <w:trPr>
          <w:tblHeader/>
        </w:trPr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89A959" w14:textId="77777777" w:rsidR="00F762D6" w:rsidRPr="003D0BA5" w:rsidRDefault="00F762D6" w:rsidP="004F05C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br lok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28AD6" w14:textId="77777777" w:rsidR="00F762D6" w:rsidRPr="003D0BA5" w:rsidRDefault="00F762D6" w:rsidP="004F05C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načinu na koji je prišvršćen za tlo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04F381" w14:textId="77777777" w:rsidR="00F762D6" w:rsidRPr="003D0BA5" w:rsidRDefault="00F762D6" w:rsidP="004F05C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katastarska parcela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FE8BCE" w14:textId="77777777" w:rsidR="00F762D6" w:rsidRPr="003D0BA5" w:rsidRDefault="00F762D6" w:rsidP="004F05C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namjeni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464610" w14:textId="77777777" w:rsidR="00F762D6" w:rsidRPr="003D0BA5" w:rsidRDefault="00F762D6" w:rsidP="004F05C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dimenzije</w:t>
            </w:r>
          </w:p>
        </w:tc>
        <w:tc>
          <w:tcPr>
            <w:tcW w:w="2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AA0B1" w14:textId="77777777" w:rsidR="00F762D6" w:rsidRPr="003D0BA5" w:rsidRDefault="00F762D6" w:rsidP="004F05C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opis privremenog objekta</w:t>
            </w:r>
          </w:p>
        </w:tc>
      </w:tr>
      <w:tr w:rsidR="003D0BA5" w:rsidRPr="003D0BA5" w14:paraId="5E9D3CE2" w14:textId="77777777" w:rsidTr="00BA6FD1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A0E9" w14:textId="77777777" w:rsidR="00F762D6" w:rsidRPr="003D0BA5" w:rsidRDefault="00F762D6" w:rsidP="004F05C1">
            <w:pPr>
              <w:tabs>
                <w:tab w:val="left" w:pos="5103"/>
              </w:tabs>
              <w:ind w:left="37"/>
              <w:jc w:val="both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E4C8" w14:textId="77777777" w:rsidR="00F762D6" w:rsidRPr="003D0BA5" w:rsidRDefault="00F762D6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Montažno demontažni privremeni objekat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BA33" w14:textId="77777777" w:rsidR="00F762D6" w:rsidRPr="003D0BA5" w:rsidRDefault="00F762D6" w:rsidP="00F762D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1113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25F3" w14:textId="77777777" w:rsidR="00F762D6" w:rsidRPr="003D0BA5" w:rsidRDefault="00F762D6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Bina</w:t>
            </w:r>
          </w:p>
          <w:p w14:paraId="242892A7" w14:textId="77777777" w:rsidR="00691E2C" w:rsidRPr="003D0BA5" w:rsidRDefault="00691E2C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438ECD10" w14:textId="77777777" w:rsidR="00F762D6" w:rsidRPr="003D0BA5" w:rsidRDefault="00F762D6" w:rsidP="00691E2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B8BA" w14:textId="77777777" w:rsidR="00F762D6" w:rsidRPr="003D0BA5" w:rsidRDefault="009175E1" w:rsidP="00F762D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10</w:t>
            </w:r>
            <w:r w:rsidR="00F762D6" w:rsidRPr="003D0BA5">
              <w:rPr>
                <w:rFonts w:ascii="Tahoma" w:hAnsi="Tahoma" w:cs="Tahoma"/>
                <w:sz w:val="18"/>
                <w:szCs w:val="18"/>
              </w:rPr>
              <w:t>0m</w:t>
            </w:r>
            <w:r w:rsidR="00F762D6"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9036" w14:textId="77777777" w:rsidR="00F762D6" w:rsidRPr="003D0BA5" w:rsidRDefault="00F762D6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</w:tr>
      <w:tr w:rsidR="003D0BA5" w:rsidRPr="003D0BA5" w14:paraId="2AFC4F3B" w14:textId="77777777" w:rsidTr="00BA6FD1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F10" w14:textId="77777777" w:rsidR="004C69D4" w:rsidRPr="003D0BA5" w:rsidRDefault="004C69D4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1769" w14:textId="77777777" w:rsidR="004C69D4" w:rsidRPr="003D0BA5" w:rsidRDefault="004C69D4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E85" w14:textId="77777777" w:rsidR="004C69D4" w:rsidRPr="003D0BA5" w:rsidRDefault="004C69D4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80B5" w14:textId="77777777" w:rsidR="004C69D4" w:rsidRPr="003D0BA5" w:rsidRDefault="0083362E" w:rsidP="00A7674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Objekat za trgovinu i</w:t>
            </w:r>
            <w:r w:rsidR="004C69D4" w:rsidRPr="003D0BA5">
              <w:rPr>
                <w:rFonts w:ascii="Tahoma" w:hAnsi="Tahoma" w:cs="Tahoma"/>
                <w:sz w:val="18"/>
                <w:szCs w:val="18"/>
              </w:rPr>
              <w:t xml:space="preserve"> usluge - suvenirnica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8907" w14:textId="77777777" w:rsidR="004C69D4" w:rsidRPr="003D0BA5" w:rsidRDefault="004C69D4" w:rsidP="00505C9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 = 12m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B354" w14:textId="77777777" w:rsidR="004C69D4" w:rsidRPr="003D0BA5" w:rsidRDefault="004C69D4" w:rsidP="0083362E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Reprezentativna arhitektura, konkursno rešenj</w:t>
            </w:r>
            <w:r w:rsidR="00550FFF" w:rsidRPr="003D0BA5">
              <w:rPr>
                <w:rFonts w:ascii="Tahoma" w:hAnsi="Tahoma" w:cs="Tahoma"/>
                <w:sz w:val="18"/>
                <w:szCs w:val="18"/>
                <w:lang w:val="it-IT"/>
              </w:rPr>
              <w:t>e</w:t>
            </w:r>
          </w:p>
          <w:p w14:paraId="38D05291" w14:textId="77777777" w:rsidR="00DB3DD6" w:rsidRPr="003D0BA5" w:rsidRDefault="00DB3DD6" w:rsidP="0083362E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Uslovi Uprave za zaštitu kulturnih dobara</w:t>
            </w:r>
          </w:p>
        </w:tc>
      </w:tr>
      <w:tr w:rsidR="003D0BA5" w:rsidRPr="003D0BA5" w14:paraId="30EB4A77" w14:textId="77777777" w:rsidTr="00BA6FD1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5A02" w14:textId="77777777" w:rsidR="00691E2C" w:rsidRPr="003D0BA5" w:rsidRDefault="00691E2C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D4D2" w14:textId="77777777" w:rsidR="00691E2C" w:rsidRPr="003D0BA5" w:rsidRDefault="00691E2C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4AD0" w14:textId="77777777" w:rsidR="00691E2C" w:rsidRPr="003D0BA5" w:rsidRDefault="00691E2C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F530" w14:textId="77777777" w:rsidR="00691E2C" w:rsidRPr="003D0BA5" w:rsidRDefault="0083362E" w:rsidP="00A7674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Objekat za trgovinu i</w:t>
            </w:r>
            <w:r w:rsidR="00691E2C" w:rsidRPr="003D0BA5">
              <w:rPr>
                <w:rFonts w:ascii="Tahoma" w:hAnsi="Tahoma" w:cs="Tahoma"/>
                <w:sz w:val="18"/>
                <w:szCs w:val="18"/>
              </w:rPr>
              <w:t xml:space="preserve"> usluge - suvenirnica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44C" w14:textId="77777777" w:rsidR="00691E2C" w:rsidRPr="003D0BA5" w:rsidRDefault="00691E2C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 = 12m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63C7" w14:textId="77777777" w:rsidR="00691E2C" w:rsidRPr="003D0BA5" w:rsidRDefault="00691E2C" w:rsidP="0083362E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Reprezentativna arhitektura, konkursno rešenje</w:t>
            </w:r>
          </w:p>
          <w:p w14:paraId="57569DA9" w14:textId="77777777" w:rsidR="00DB3DD6" w:rsidRPr="003D0BA5" w:rsidRDefault="00DB3DD6" w:rsidP="0083362E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Uslovi Uprave za zaštitu kulturnih dobara</w:t>
            </w:r>
          </w:p>
        </w:tc>
      </w:tr>
      <w:tr w:rsidR="003D0BA5" w:rsidRPr="003D0BA5" w14:paraId="57808591" w14:textId="77777777" w:rsidTr="00BA6FD1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8A8D" w14:textId="77777777" w:rsidR="00691E2C" w:rsidRPr="003D0BA5" w:rsidRDefault="00691E2C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C76" w14:textId="77777777" w:rsidR="00691E2C" w:rsidRPr="003D0BA5" w:rsidRDefault="00691E2C" w:rsidP="00756121">
            <w:p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C186" w14:textId="77777777" w:rsidR="00691E2C" w:rsidRPr="003D0BA5" w:rsidRDefault="00691E2C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DF50" w14:textId="77777777" w:rsidR="00691E2C" w:rsidRPr="003D0BA5" w:rsidRDefault="00691E2C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Mobilno klizalište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CB4A" w14:textId="77777777" w:rsidR="00691E2C" w:rsidRPr="003D0BA5" w:rsidRDefault="00691E2C" w:rsidP="0075612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 280m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BDCF" w14:textId="77777777" w:rsidR="00691E2C" w:rsidRPr="003D0BA5" w:rsidRDefault="00691E2C" w:rsidP="008900F0">
            <w:pPr>
              <w:numPr>
                <w:ilvl w:val="12"/>
                <w:numId w:val="0"/>
              </w:numPr>
              <w:tabs>
                <w:tab w:val="right" w:pos="3969"/>
                <w:tab w:val="right" w:pos="6237"/>
                <w:tab w:val="right" w:pos="9639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46292376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DD92" w14:textId="77777777" w:rsidR="00691E2C" w:rsidRPr="003D0BA5" w:rsidRDefault="00691E2C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1855" w14:textId="77777777" w:rsidR="00691E2C" w:rsidRPr="003D0BA5" w:rsidRDefault="00691E2C" w:rsidP="0075612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</w:t>
            </w:r>
          </w:p>
          <w:p w14:paraId="215F5D1B" w14:textId="77777777" w:rsidR="00691E2C" w:rsidRPr="003D0BA5" w:rsidRDefault="004D2FBF" w:rsidP="004D2FBF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 funkciji privremenog objekta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A1AF" w14:textId="77777777" w:rsidR="00691E2C" w:rsidRPr="003D0BA5" w:rsidRDefault="00691E2C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9E59" w14:textId="77777777" w:rsidR="00691E2C" w:rsidRPr="003D0BA5" w:rsidRDefault="00691E2C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Dječje igralište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AC1F" w14:textId="77777777" w:rsidR="00691E2C" w:rsidRPr="003D0BA5" w:rsidRDefault="00691E2C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 260m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21C4" w14:textId="77777777" w:rsidR="00691E2C" w:rsidRPr="003D0BA5" w:rsidRDefault="00691E2C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  <w:lang w:val="pl-PL"/>
              </w:rPr>
            </w:pPr>
          </w:p>
        </w:tc>
      </w:tr>
      <w:tr w:rsidR="003D0BA5" w:rsidRPr="003D0BA5" w14:paraId="644F7C74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35BE" w14:textId="77777777" w:rsidR="001C7ED0" w:rsidRPr="003D0BA5" w:rsidRDefault="001C7ED0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85A1" w14:textId="77777777" w:rsidR="001C7ED0" w:rsidRPr="003D0BA5" w:rsidRDefault="001C7ED0" w:rsidP="004D2FBF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</w:t>
            </w:r>
            <w:r w:rsidR="004D2FBF" w:rsidRPr="003D0BA5">
              <w:rPr>
                <w:rFonts w:ascii="Tahoma" w:hAnsi="Tahoma" w:cs="Tahoma"/>
                <w:sz w:val="18"/>
                <w:szCs w:val="18"/>
              </w:rPr>
              <w:t xml:space="preserve"> u funkciji privremenog objekta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2F87" w14:textId="77777777" w:rsidR="001C7ED0" w:rsidRPr="003D0BA5" w:rsidRDefault="001C7ED0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372A" w14:textId="77777777" w:rsidR="001C7ED0" w:rsidRPr="003D0BA5" w:rsidRDefault="001C7ED0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Dječje igralište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4063" w14:textId="77777777" w:rsidR="001C7ED0" w:rsidRPr="003D0BA5" w:rsidRDefault="001C7ED0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 260m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1904" w14:textId="77777777" w:rsidR="001C7ED0" w:rsidRPr="003D0BA5" w:rsidRDefault="001C7ED0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  <w:lang w:val="pl-PL"/>
              </w:rPr>
            </w:pPr>
          </w:p>
        </w:tc>
      </w:tr>
      <w:tr w:rsidR="003D0BA5" w:rsidRPr="003D0BA5" w14:paraId="0CCBEF8A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4B5A" w14:textId="77777777" w:rsidR="001C7ED0" w:rsidRPr="003D0BA5" w:rsidRDefault="001C7ED0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9409" w14:textId="77777777" w:rsidR="001C7ED0" w:rsidRPr="003D0BA5" w:rsidRDefault="001C7ED0" w:rsidP="004D2FBF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</w:t>
            </w:r>
            <w:r w:rsidR="004D2FBF" w:rsidRPr="003D0BA5">
              <w:rPr>
                <w:rFonts w:ascii="Tahoma" w:hAnsi="Tahoma" w:cs="Tahoma"/>
                <w:sz w:val="18"/>
                <w:szCs w:val="18"/>
              </w:rPr>
              <w:t xml:space="preserve"> u funkciji privremenog objekta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FD07" w14:textId="77777777" w:rsidR="001C7ED0" w:rsidRPr="003D0BA5" w:rsidRDefault="001C7ED0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D4A1" w14:textId="77777777" w:rsidR="001C7ED0" w:rsidRPr="003D0BA5" w:rsidRDefault="001C7ED0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Pijaca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EB39" w14:textId="77777777" w:rsidR="001C7ED0" w:rsidRPr="003D0BA5" w:rsidRDefault="001C7ED0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 500m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 xml:space="preserve">2 </w:t>
            </w:r>
          </w:p>
          <w:p w14:paraId="327CAF2B" w14:textId="77777777" w:rsidR="001C7ED0" w:rsidRPr="003D0BA5" w:rsidRDefault="001C7ED0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C6B4" w14:textId="77777777" w:rsidR="001C7ED0" w:rsidRPr="003D0BA5" w:rsidRDefault="001C7ED0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3D0BA5" w:rsidRPr="003D0BA5" w14:paraId="530E7E83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3643" w14:textId="77777777" w:rsidR="001C7ED0" w:rsidRPr="003D0BA5" w:rsidRDefault="00F6583C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537F" w14:textId="77777777" w:rsidR="001C7ED0" w:rsidRPr="003D0BA5" w:rsidRDefault="001C7ED0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20F4" w14:textId="77777777" w:rsidR="001C7ED0" w:rsidRPr="003D0BA5" w:rsidRDefault="001C7ED0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1130/1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071B" w14:textId="77777777" w:rsidR="001C7ED0" w:rsidRPr="003D0BA5" w:rsidRDefault="001C7ED0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882C" w14:textId="77777777" w:rsidR="001C7ED0" w:rsidRPr="003D0BA5" w:rsidRDefault="0083362E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1C7ED0" w:rsidRPr="003D0BA5">
              <w:rPr>
                <w:rFonts w:ascii="Tahoma" w:hAnsi="Tahoma" w:cs="Tahoma"/>
                <w:sz w:val="18"/>
                <w:szCs w:val="18"/>
              </w:rPr>
              <w:t>9</w:t>
            </w:r>
            <w:r w:rsidR="00D84CCA" w:rsidRPr="003D0BA5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="00D84CCA"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  <w:p w14:paraId="48DDF95E" w14:textId="77777777" w:rsidR="002029A0" w:rsidRPr="003D0BA5" w:rsidRDefault="002029A0" w:rsidP="004F05C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6EE2" w14:textId="77777777" w:rsidR="001C7ED0" w:rsidRPr="003D0BA5" w:rsidRDefault="002F4ABD" w:rsidP="002F4AB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061C10C9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3A15" w14:textId="77777777" w:rsidR="0083362E" w:rsidRPr="003D0BA5" w:rsidRDefault="0083362E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374F" w14:textId="77777777" w:rsidR="0083362E" w:rsidRPr="003D0BA5" w:rsidRDefault="0083362E" w:rsidP="004F05C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98F4" w14:textId="77777777" w:rsidR="0083362E" w:rsidRPr="003D0BA5" w:rsidRDefault="0083362E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1130/1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BEE1" w14:textId="77777777" w:rsidR="0083362E" w:rsidRPr="003D0BA5" w:rsidRDefault="0083362E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897D" w14:textId="77777777" w:rsidR="0083362E" w:rsidRPr="003D0BA5" w:rsidRDefault="0083362E">
            <w:r w:rsidRPr="003D0BA5">
              <w:rPr>
                <w:rFonts w:ascii="Tahoma" w:hAnsi="Tahoma" w:cs="Tahoma"/>
                <w:sz w:val="18"/>
                <w:szCs w:val="18"/>
              </w:rPr>
              <w:t>Maksimalno 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72C0" w14:textId="77777777" w:rsidR="0083362E" w:rsidRPr="003D0BA5" w:rsidRDefault="0083362E"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28343FC8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AB1C" w14:textId="2F9E5FE7" w:rsidR="00152542" w:rsidRPr="003D0BA5" w:rsidRDefault="00152542" w:rsidP="00152542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44F0" w14:textId="336BE5BE" w:rsidR="00152542" w:rsidRPr="003D0BA5" w:rsidRDefault="00152542" w:rsidP="00152542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718" w14:textId="7B6166C5" w:rsidR="00152542" w:rsidRPr="003D0BA5" w:rsidRDefault="00152542" w:rsidP="00152542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1130/1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8746" w14:textId="27C3651D" w:rsidR="00152542" w:rsidRPr="003D0BA5" w:rsidRDefault="00152542" w:rsidP="00152542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3AB6" w14:textId="4F497382" w:rsidR="00152542" w:rsidRPr="003D0BA5" w:rsidRDefault="00152542" w:rsidP="00152542"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DDD3" w14:textId="77777777" w:rsidR="00152542" w:rsidRPr="003D0BA5" w:rsidRDefault="00152542" w:rsidP="00152542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 trgovinu i usluge</w:t>
            </w:r>
          </w:p>
          <w:p w14:paraId="06E20707" w14:textId="148F9B0E" w:rsidR="00152542" w:rsidRPr="003D0BA5" w:rsidRDefault="00152542" w:rsidP="00152542">
            <w:r w:rsidRPr="003D0BA5">
              <w:rPr>
                <w:rFonts w:ascii="Tahoma" w:hAnsi="Tahoma" w:cs="Tahoma"/>
                <w:sz w:val="18"/>
                <w:szCs w:val="18"/>
              </w:rPr>
              <w:t>Objedinjavanje lokacije 10 i 11 iz važećeg Programa</w:t>
            </w:r>
          </w:p>
        </w:tc>
      </w:tr>
      <w:tr w:rsidR="003D0BA5" w:rsidRPr="003D0BA5" w14:paraId="27A474AA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A3E2" w14:textId="7ED0F684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703" w:type="dxa"/>
          </w:tcPr>
          <w:p w14:paraId="76BF1932" w14:textId="318E228F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C5C" w14:textId="34D0A47D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1074/1 KO Bijelo Polje</w:t>
            </w:r>
          </w:p>
        </w:tc>
        <w:tc>
          <w:tcPr>
            <w:tcW w:w="1843" w:type="dxa"/>
          </w:tcPr>
          <w:p w14:paraId="76193F60" w14:textId="43430F66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2A6E" w14:textId="4FC349A8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="00AF4B86"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37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8ECF" w14:textId="24DF7BD9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suncobranima bež boje.</w:t>
            </w:r>
          </w:p>
        </w:tc>
      </w:tr>
      <w:tr w:rsidR="003D0BA5" w:rsidRPr="003D0BA5" w14:paraId="5ECA5064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72F3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C246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C3C7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AD0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58E2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Maksimal4no 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9532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5A334D2A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F322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1AEC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92B9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858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0FA5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Maksimalno 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D5A2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3E5886CB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2FA0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187D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6DEA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A99B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C67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Maksimalno 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A018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72514735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DEC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4151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A08F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698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9F15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Maksimalno 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AFF6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3E5B1FA5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AA1A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603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4E44" w14:textId="77777777" w:rsidR="003C6545" w:rsidRPr="003D0BA5" w:rsidRDefault="003C6545" w:rsidP="003C6545">
            <w:pPr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1130/2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63FD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Konzervator za sladoled ili ugostiteljski aparat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C03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FFFA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15874ACA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CBB1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1B77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A016" w14:textId="77777777" w:rsidR="003C6545" w:rsidRPr="003D0BA5" w:rsidRDefault="003C6545" w:rsidP="003C6545">
            <w:pPr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1130/2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4F7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Konzervator za sladoled ili ugostiteljski aparat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9D5E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FE1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16560C0B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F516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0E54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9558" w14:textId="77777777" w:rsidR="003C6545" w:rsidRPr="003D0BA5" w:rsidRDefault="003C6545" w:rsidP="003C6545">
            <w:pPr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1075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1FD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Oglasni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6BC0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 maksimalno 1m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985D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6B0193D7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D1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724E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CFEA" w14:textId="77777777" w:rsidR="003C6545" w:rsidRPr="003D0BA5" w:rsidRDefault="003C6545" w:rsidP="003C6545">
            <w:pPr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1075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F29E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Oglasni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4A20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0,50m x 1,20m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8657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0AB56D30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8FF3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2609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E90E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1075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AA5B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Oglasni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50F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0,50m x 1,20m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900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B227DCA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86D4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5C4B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64AA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1075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A92B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Oglasni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C78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 maksimalno 1m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C8C8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2C33607F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A61E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B0ED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60D2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1799/1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214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Oglasni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2AC3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 maksimalno 1m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3476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688528FD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A281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1BCE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215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C066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Oglasni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CAB1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 maksimalno 1m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C6A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186118F0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6094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F278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C43A" w14:textId="1CCDE153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1075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CEB8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Reklamni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4708" w14:textId="627FC4F0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1,17m x 1,75m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BDBE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4B8799F2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CDA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D3D7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C77A" w14:textId="7D04A1C4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1075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9492" w14:textId="19EDEE30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Reklamni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8B9E" w14:textId="7F230E02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1,17m x 1,75m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96E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033CC05C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C077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701E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1567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D67B" w14:textId="4213B3D6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Bilbor(alternativno led display)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D9CB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5A26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Uslovi Uprave za zaštitu kulturnih dobara</w:t>
            </w:r>
          </w:p>
          <w:p w14:paraId="20840190" w14:textId="4DFCD35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396A0320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4D75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58A7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AC4C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D13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797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2E83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60FBAF3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AA8F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F1D0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8570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1799/1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0176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FBA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5C8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9DBFFFF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EB8C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29A8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FD08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1147/6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DE11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Bankomat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AED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2,50m x 1,50mx0,80m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CD8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1025B475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C3F7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849D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97B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1065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63A2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Bankomat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106D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2,50m x 1,50mx0,80m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DF8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B2D83FC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9664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4269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85F2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1111/1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598C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Bankomat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3863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2,50m x 1,50mx0,80m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F05A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3E9B8655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4BD7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4329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3D62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1111/2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A901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Bankomat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3B04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2,50m x 1,50mx0,80m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F65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1EB73B3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5354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F4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0219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4A9B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Bankomat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E7C3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2,50m x 1,50mx0,80m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FA4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3A57E199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9369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06DF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903A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B43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B10C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P=89m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033C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2DA38529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8B63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48E1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B981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5492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1C2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2B4B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3792D06D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301C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A78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659F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74B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0578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P=52m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8B88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3112E247" w14:textId="77777777" w:rsidTr="00F066E1">
        <w:trPr>
          <w:trHeight w:val="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AE48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BAF9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D2D9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BA5C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01A2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P=97m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961F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7BAE2410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8E6B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38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636F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5484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38D3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CD92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P=76m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287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75A7F8C3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864D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27FE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03F4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8D3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D0C2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P=73m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6E9B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0F728C2E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437B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9C3A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2F0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87E6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404C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P=70m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70D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07324EB9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7589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E4C9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A897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A430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ACEA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P=48m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60ED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07E3A0DF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D4E4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05D1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1EB4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E24B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173C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P=59m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3748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6C011C9A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4B13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FD5A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63A7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BE2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D39D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ECE7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2B01023D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331D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9A0E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DF9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29F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5E0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9A44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0020DFB6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A856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E4B4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91BA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5938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B29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ADB6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7EF62634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EC43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8116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FA6D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98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4237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P=26m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2E11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4DE61917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8589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C14B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4300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07EE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006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C862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4DB07289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57C2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5D22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A8E9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B807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606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P=29m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BA28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0668D8D2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E217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4A8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AD8F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127A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AFC2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6C5B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5DC0D3AB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AA35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9CC1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685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7FDE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3772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P=31m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FB69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47D0E8E5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2FDF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554E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5C43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68C2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9C0B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P=17m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0300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7E68AE31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877D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8846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B24F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421D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1BF8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P=17m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ACDE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0DA5206A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7D39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AB14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0105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0616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8223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P=18m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5433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34C23F48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4DF7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ACD6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58C0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6A68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FB8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A15E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7D561C1A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8679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55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A2B7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2501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6358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E17E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P=19m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4CEF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5A2FD9FD" w14:textId="77777777" w:rsidTr="00F066E1">
        <w:trPr>
          <w:trHeight w:val="8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02E3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A3FE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25E9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1EEE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6EA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P=54m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9625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5E0A1F37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A2DD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DDF7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12F1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991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629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4028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P=87m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F754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Tende nijesu predviđene</w:t>
            </w:r>
          </w:p>
        </w:tc>
      </w:tr>
      <w:tr w:rsidR="003D0BA5" w:rsidRPr="003D0BA5" w14:paraId="74BB6353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68AE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C40A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B88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0736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956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9B1C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highlight w:val="yellow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Zadr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žavanje postojeće tende,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u slučaju izmjene suncobrani</w:t>
            </w:r>
          </w:p>
        </w:tc>
      </w:tr>
      <w:tr w:rsidR="003D0BA5" w:rsidRPr="003D0BA5" w14:paraId="0F16CF07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6568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232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010A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1074/1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9CFF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Stanica za punjenje električnih vozila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BD9A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840D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Tipski objekat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postavljen na postojećoj podlozi.</w:t>
            </w:r>
          </w:p>
        </w:tc>
      </w:tr>
      <w:tr w:rsidR="003D0BA5" w:rsidRPr="003D0BA5" w14:paraId="18505610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ED05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E2D6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F5B2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9237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3F0A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P=26m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5499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447E9C59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6D8A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3D25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9181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CC4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34B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P=9m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BBBA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6242B458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CAA3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B3EA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1D01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9916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C62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5BAB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39FE54B2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6C4F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F276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5196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D497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816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BFAD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376E36A4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0C73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852C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CA50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5D6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A8C3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F5BE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309ACE36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0966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4880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240E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E07D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E61C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P=7m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C40B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68F426C8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BCE4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5769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3627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5C4C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9944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P=59m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8E62" w14:textId="77777777" w:rsidR="003C6545" w:rsidRPr="003D0BA5" w:rsidRDefault="003C6545" w:rsidP="003C6545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 terasa natkrivena suncobranima u bež boji. Tende nijesu predviđene</w:t>
            </w:r>
          </w:p>
        </w:tc>
      </w:tr>
      <w:tr w:rsidR="003D0BA5" w:rsidRPr="003D0BA5" w14:paraId="6C41F9D6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0748" w14:textId="20D7D88E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0410" w14:textId="139B75C3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A86A" w14:textId="4E0179D4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1130/2 KO Bijelo Polje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B2BD" w14:textId="29AB9880" w:rsidR="003C6545" w:rsidRPr="003D0BA5" w:rsidRDefault="003C6545" w:rsidP="00E2559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Konzervator za sladoled ili ugostiteljski aparat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DA64" w14:textId="3706423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2m²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3772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6B6FC79A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1E91" w14:textId="0626F80C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6FF2" w14:textId="2006A374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9DDC" w14:textId="39B94A5F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1130/2 KO Bijelo Polje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E002" w14:textId="1466DEF4" w:rsidR="003C6545" w:rsidRPr="003D0BA5" w:rsidRDefault="003C6545" w:rsidP="00E2559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Konzervator za sladoled ili ugostiteljski aparat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7376" w14:textId="4983F235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2m²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3B54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376B9782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B727" w14:textId="65EFC49A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69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36E5" w14:textId="3A56309F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E654" w14:textId="17941416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1130/2 KO Bijelo Polje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F703" w14:textId="26D35F0B" w:rsidR="003C6545" w:rsidRPr="003D0BA5" w:rsidRDefault="003C6545" w:rsidP="00E2559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Konzervator za sladoled ili ugostiteljski aparat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0768" w14:textId="15F1F4AD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2m²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E809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3A35A92C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6CDE" w14:textId="7E4455DA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6055" w14:textId="1E9E9790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74FF" w14:textId="45294375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1130/2 KO Bijelo Polje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257D" w14:textId="5B0DB8AB" w:rsidR="003C6545" w:rsidRPr="003D0BA5" w:rsidRDefault="003C6545" w:rsidP="00E2559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Konzervator za sladoled ili ugostiteljski aparat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17DB" w14:textId="387257CE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2m²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18AF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487A2C86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5158" w14:textId="159F51F4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9E25" w14:textId="1C17C87F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D0FA" w14:textId="57737538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1130/2 KO Bijelo Polje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D100" w14:textId="0364D152" w:rsidR="003C6545" w:rsidRPr="003D0BA5" w:rsidRDefault="003C6545" w:rsidP="00E2559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Konzervator za sladoled ili ugostiteljski aparat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C019" w14:textId="4DBEE073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2m²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436A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651F6879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B2CD" w14:textId="2EB57551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271B" w14:textId="0262809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Pokretni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1F55" w14:textId="17EBE45E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1113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E8A2" w14:textId="4FA4B6E0" w:rsidR="003C6545" w:rsidRPr="003D0BA5" w:rsidRDefault="003C6545" w:rsidP="00E2559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Konzervator za sladoled ili ugostiteljski aparat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3FED" w14:textId="7D08A03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2m²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6653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2378AE3D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A568" w14:textId="4EF74CF3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796C" w14:textId="004FE092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FAA1" w14:textId="1366EFCC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1113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B687" w14:textId="6F0A25C5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Reklamni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09D3" w14:textId="7357FBC4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1,30m x 2,10m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A0A5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163961FB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799B" w14:textId="116294B4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E87A" w14:textId="0DEF72AB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80DE" w14:textId="360EC338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1113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7162" w14:textId="6F63FE8D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Reklamni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80EF" w14:textId="6A2964CD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1,30m x 2,10m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43D6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3BA6B489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2E98" w14:textId="510CF6CC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5E8D" w14:textId="7964C048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1F31" w14:textId="293171A2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1113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57B9" w14:textId="68E127D8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Reklamni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FB2B" w14:textId="20C27B10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1,17m x 1,75m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8BD9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49BD68AC" w14:textId="77777777" w:rsidTr="00BA6FD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715" w14:textId="5FF7D660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DAC6" w14:textId="41E7F83E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5F9" w14:textId="7B2B346B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1113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D558" w14:textId="4386DB2A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Reklamni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5A2C" w14:textId="2792C27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1,17m x 1,75m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3594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0C4F0592" w14:textId="77777777" w:rsidTr="009551E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E13E" w14:textId="190035D9" w:rsidR="0001471E" w:rsidRPr="003D0BA5" w:rsidRDefault="0001471E" w:rsidP="0080642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E88D" w14:textId="37B79B18" w:rsidR="0001471E" w:rsidRPr="003D0BA5" w:rsidRDefault="0001471E" w:rsidP="0080642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</w:tcPr>
          <w:p w14:paraId="6EDA720A" w14:textId="3650F179" w:rsidR="0001471E" w:rsidRPr="003D0BA5" w:rsidRDefault="0001471E" w:rsidP="0080642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1113 KO Bijelo Polje</w:t>
            </w:r>
          </w:p>
        </w:tc>
        <w:tc>
          <w:tcPr>
            <w:tcW w:w="1843" w:type="dxa"/>
          </w:tcPr>
          <w:p w14:paraId="4D55DD8C" w14:textId="036A5AB9" w:rsidR="0001471E" w:rsidRPr="003D0BA5" w:rsidRDefault="0001471E" w:rsidP="00806425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Ugostiteljska terasa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DB2" w14:textId="191604D7" w:rsidR="0001471E" w:rsidRPr="003D0BA5" w:rsidRDefault="0001471E" w:rsidP="00806425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4,00mx4,00m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2DB2" w14:textId="77777777" w:rsidR="0001471E" w:rsidRPr="003D0BA5" w:rsidRDefault="0001471E" w:rsidP="0001471E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A230E8" w:rsidRPr="003D0BA5" w14:paraId="57814A83" w14:textId="77777777" w:rsidTr="0004092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53B1" w14:textId="4CC6F605" w:rsidR="00A230E8" w:rsidRPr="003D0BA5" w:rsidRDefault="00A230E8" w:rsidP="00A230E8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97A0" w14:textId="3CDA4491" w:rsidR="00A230E8" w:rsidRPr="003D0BA5" w:rsidRDefault="00A230E8" w:rsidP="00A230E8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A54C" w14:textId="4D008AA4" w:rsidR="00A230E8" w:rsidRPr="003D0BA5" w:rsidRDefault="00A230E8" w:rsidP="00A230E8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</w:t>
            </w:r>
            <w:r w:rsidR="003E25AB" w:rsidRPr="003D0BA5">
              <w:rPr>
                <w:rFonts w:ascii="Tahoma" w:hAnsi="Tahoma" w:cs="Tahoma"/>
                <w:sz w:val="18"/>
                <w:szCs w:val="18"/>
              </w:rPr>
              <w:t>30/1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3C15" w14:textId="6818E8E7" w:rsidR="00A230E8" w:rsidRPr="003D0BA5" w:rsidRDefault="003E25AB" w:rsidP="00A230E8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  <w:lang w:val="sr-Latn-R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Dje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čje igralište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EBFC" w14:textId="438E2619" w:rsidR="00A230E8" w:rsidRPr="003D0BA5" w:rsidRDefault="00A230E8" w:rsidP="00A230E8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P = </w:t>
            </w:r>
            <w:r w:rsidR="003E25AB" w:rsidRPr="003D0BA5">
              <w:rPr>
                <w:rFonts w:ascii="Tahoma" w:hAnsi="Tahoma" w:cs="Tahoma"/>
                <w:sz w:val="18"/>
                <w:szCs w:val="18"/>
              </w:rPr>
              <w:t>260</w:t>
            </w:r>
            <w:r w:rsidRPr="003D0BA5">
              <w:rPr>
                <w:rFonts w:ascii="Tahoma" w:hAnsi="Tahoma" w:cs="Tahoma"/>
                <w:sz w:val="18"/>
                <w:szCs w:val="18"/>
              </w:rPr>
              <w:t>m2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1437" w14:textId="2DFF969F" w:rsidR="00A230E8" w:rsidRPr="003D0BA5" w:rsidRDefault="00A230E8" w:rsidP="00A230E8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980B70C" w14:textId="3A1A7663" w:rsidR="00AD4748" w:rsidRPr="003D0BA5" w:rsidRDefault="00AD4748" w:rsidP="005F186B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5A7A8775" w14:textId="29AB798F" w:rsidR="003C6545" w:rsidRPr="003D0BA5" w:rsidRDefault="003C6545" w:rsidP="005F186B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32632590" w14:textId="20A4CB26" w:rsidR="003C6545" w:rsidRPr="003D0BA5" w:rsidRDefault="003C6545" w:rsidP="005F186B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D122F5E" w14:textId="77777777" w:rsidR="003C6545" w:rsidRPr="003D0BA5" w:rsidRDefault="003C6545" w:rsidP="005F186B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59FB32E1" w14:textId="77777777" w:rsidR="001A1A54" w:rsidRPr="003D0BA5" w:rsidRDefault="005F186B" w:rsidP="005F186B">
      <w:pPr>
        <w:jc w:val="both"/>
        <w:rPr>
          <w:rFonts w:ascii="Tahoma" w:hAnsi="Tahoma" w:cs="Tahoma"/>
          <w:b/>
          <w:sz w:val="22"/>
          <w:szCs w:val="22"/>
          <w:lang w:val="sl-SI"/>
        </w:rPr>
      </w:pPr>
      <w:r w:rsidRPr="003D0BA5">
        <w:rPr>
          <w:rFonts w:ascii="Tahoma" w:hAnsi="Tahoma" w:cs="Tahoma"/>
          <w:b/>
          <w:sz w:val="22"/>
          <w:szCs w:val="22"/>
          <w:lang w:val="sl-SI"/>
        </w:rPr>
        <w:t>ZONA II</w:t>
      </w:r>
    </w:p>
    <w:p w14:paraId="14DBD4C2" w14:textId="77777777" w:rsidR="005F186B" w:rsidRPr="003D0BA5" w:rsidRDefault="005F186B" w:rsidP="005F186B">
      <w:pPr>
        <w:jc w:val="both"/>
        <w:rPr>
          <w:rFonts w:ascii="Tahoma" w:hAnsi="Tahoma" w:cs="Tahoma"/>
          <w:b/>
          <w:sz w:val="20"/>
        </w:rPr>
      </w:pPr>
    </w:p>
    <w:tbl>
      <w:tblPr>
        <w:tblW w:w="990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703"/>
        <w:gridCol w:w="1701"/>
        <w:gridCol w:w="1985"/>
        <w:gridCol w:w="1984"/>
        <w:gridCol w:w="1820"/>
      </w:tblGrid>
      <w:tr w:rsidR="003D0BA5" w:rsidRPr="003D0BA5" w14:paraId="616C32B5" w14:textId="77777777" w:rsidTr="0014630E">
        <w:trPr>
          <w:tblHeader/>
        </w:trPr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7DC2FC" w14:textId="77777777" w:rsidR="005F186B" w:rsidRPr="003D0BA5" w:rsidRDefault="005F186B" w:rsidP="00814827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br lok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AE1358" w14:textId="77777777" w:rsidR="005F186B" w:rsidRPr="003D0BA5" w:rsidRDefault="005F186B" w:rsidP="00814827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načinu na koji je prišvršćen za tlo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28C99F" w14:textId="77777777" w:rsidR="005F186B" w:rsidRPr="003D0BA5" w:rsidRDefault="005F186B" w:rsidP="00814827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katastarska parcela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CBAA82" w14:textId="77777777" w:rsidR="005F186B" w:rsidRPr="003D0BA5" w:rsidRDefault="005F186B" w:rsidP="00814827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namjeni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591D96" w14:textId="77777777" w:rsidR="005F186B" w:rsidRPr="003D0BA5" w:rsidRDefault="005F186B" w:rsidP="00814827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dimenzije</w:t>
            </w:r>
          </w:p>
        </w:tc>
        <w:tc>
          <w:tcPr>
            <w:tcW w:w="1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D0CD99" w14:textId="77777777" w:rsidR="005F186B" w:rsidRPr="003D0BA5" w:rsidRDefault="005F186B" w:rsidP="00814827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opis privremenog objekta</w:t>
            </w:r>
          </w:p>
        </w:tc>
      </w:tr>
      <w:tr w:rsidR="003D0BA5" w:rsidRPr="003D0BA5" w14:paraId="189E3A59" w14:textId="77777777" w:rsidTr="0014630E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3893" w14:textId="77777777" w:rsidR="005F186B" w:rsidRPr="003D0BA5" w:rsidRDefault="005F186B" w:rsidP="00814827">
            <w:pPr>
              <w:tabs>
                <w:tab w:val="left" w:pos="5103"/>
              </w:tabs>
              <w:ind w:left="37"/>
              <w:jc w:val="both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BAF" w14:textId="77777777" w:rsidR="005F186B" w:rsidRPr="003D0BA5" w:rsidRDefault="005F186B" w:rsidP="00941701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Montažno demontažni </w:t>
            </w:r>
            <w:r w:rsidR="00941701" w:rsidRPr="003D0BA5">
              <w:rPr>
                <w:rFonts w:ascii="Tahoma" w:hAnsi="Tahoma" w:cs="Tahoma"/>
                <w:sz w:val="18"/>
                <w:szCs w:val="18"/>
              </w:rPr>
              <w:t xml:space="preserve">ili nepokretni 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privremeni objekat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889B" w14:textId="77777777" w:rsidR="005F186B" w:rsidRPr="003D0BA5" w:rsidRDefault="005F186B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1660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6658" w14:textId="77777777" w:rsidR="005F186B" w:rsidRPr="003D0BA5" w:rsidRDefault="005D1875" w:rsidP="005D187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Hala i </w:t>
            </w:r>
            <w:r w:rsidR="005F186B" w:rsidRPr="003D0BA5">
              <w:rPr>
                <w:rFonts w:ascii="Tahoma" w:hAnsi="Tahoma" w:cs="Tahoma"/>
                <w:sz w:val="18"/>
                <w:szCs w:val="18"/>
              </w:rPr>
              <w:t>hangar - muzejski depo</w:t>
            </w:r>
          </w:p>
          <w:p w14:paraId="0231151D" w14:textId="77777777" w:rsidR="005F186B" w:rsidRPr="003D0BA5" w:rsidRDefault="005F186B" w:rsidP="0081482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B687" w14:textId="77777777" w:rsidR="005F186B" w:rsidRPr="003D0BA5" w:rsidRDefault="005F186B" w:rsidP="005F186B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80m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2D58" w14:textId="77777777" w:rsidR="005F186B" w:rsidRPr="003D0BA5" w:rsidRDefault="005F186B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</w:tr>
      <w:tr w:rsidR="003D0BA5" w:rsidRPr="003D0BA5" w14:paraId="78DB66FB" w14:textId="77777777" w:rsidTr="0014630E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36B6" w14:textId="77777777" w:rsidR="00D854C8" w:rsidRPr="003D0BA5" w:rsidRDefault="00D854C8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9772" w14:textId="77777777" w:rsidR="00D854C8" w:rsidRPr="003D0BA5" w:rsidRDefault="00D854C8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B426" w14:textId="77777777" w:rsidR="00D854C8" w:rsidRPr="003D0BA5" w:rsidRDefault="00D854C8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1117/1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F770" w14:textId="77777777" w:rsidR="00D854C8" w:rsidRPr="003D0BA5" w:rsidRDefault="00D854C8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5129" w14:textId="77777777" w:rsidR="00D854C8" w:rsidRPr="003D0BA5" w:rsidRDefault="00D854C8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8B0D" w14:textId="77777777" w:rsidR="00D854C8" w:rsidRPr="003D0BA5" w:rsidRDefault="00D854C8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5C230D22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B5BB" w14:textId="362DC9A8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3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74DD" w14:textId="6C53EF02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2963" w14:textId="3B8D62E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1117/1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9268" w14:textId="47659D0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78A5" w14:textId="51FE51B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D237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 trgovinu i usluge</w:t>
            </w:r>
          </w:p>
          <w:p w14:paraId="6F243C1D" w14:textId="7CEF55FA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Objedinjavanje lokacije 3 i 4 iz važećeg Programa</w:t>
            </w:r>
          </w:p>
        </w:tc>
      </w:tr>
      <w:tr w:rsidR="003D0BA5" w:rsidRPr="003D0BA5" w14:paraId="085ED424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C112" w14:textId="77777777" w:rsidR="005F186B" w:rsidRPr="003D0BA5" w:rsidRDefault="00D30FE2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A2B7" w14:textId="77777777" w:rsidR="005F186B" w:rsidRPr="003D0BA5" w:rsidRDefault="005F186B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EB6C" w14:textId="77777777" w:rsidR="005F186B" w:rsidRPr="003D0BA5" w:rsidRDefault="005D1875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1117/1</w:t>
            </w:r>
            <w:r w:rsidR="00671F6D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56C5" w14:textId="77777777" w:rsidR="005F186B" w:rsidRPr="003D0BA5" w:rsidRDefault="005F186B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7073" w14:textId="77777777" w:rsidR="005F186B" w:rsidRPr="003D0BA5" w:rsidRDefault="005F186B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BE0C" w14:textId="77777777" w:rsidR="005F186B" w:rsidRPr="003D0BA5" w:rsidRDefault="00F42EED" w:rsidP="00814827">
            <w:r w:rsidRPr="003D0BA5">
              <w:rPr>
                <w:rFonts w:ascii="Tahoma" w:hAnsi="Tahoma" w:cs="Tahoma"/>
                <w:sz w:val="18"/>
                <w:szCs w:val="18"/>
              </w:rPr>
              <w:t>Za trgovinu i usluge</w:t>
            </w:r>
          </w:p>
        </w:tc>
      </w:tr>
      <w:tr w:rsidR="003D0BA5" w:rsidRPr="003D0BA5" w14:paraId="57058ABD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0D45" w14:textId="77777777" w:rsidR="005F186B" w:rsidRPr="003D0BA5" w:rsidRDefault="00D30FE2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DFA4" w14:textId="77777777" w:rsidR="005F186B" w:rsidRPr="003D0BA5" w:rsidRDefault="0054409E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  <w:p w14:paraId="267A6CAC" w14:textId="77777777" w:rsidR="004B4547" w:rsidRPr="003D0BA5" w:rsidRDefault="004B4547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D102" w14:textId="77777777" w:rsidR="005F186B" w:rsidRPr="003D0BA5" w:rsidRDefault="0054409E" w:rsidP="00D30FE2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1138/8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215A" w14:textId="77777777" w:rsidR="005F186B" w:rsidRPr="003D0BA5" w:rsidRDefault="0054409E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5B8D" w14:textId="77777777" w:rsidR="005F186B" w:rsidRPr="003D0BA5" w:rsidRDefault="00B40ADA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129A" w14:textId="77777777" w:rsidR="005F186B" w:rsidRPr="003D0BA5" w:rsidRDefault="005F186B" w:rsidP="0054409E">
            <w:r w:rsidRPr="003D0BA5">
              <w:rPr>
                <w:rFonts w:ascii="Tahoma" w:hAnsi="Tahoma" w:cs="Tahoma"/>
                <w:sz w:val="18"/>
                <w:szCs w:val="18"/>
              </w:rPr>
              <w:t xml:space="preserve">Za </w:t>
            </w:r>
            <w:r w:rsidR="00D30FE2" w:rsidRPr="003D0BA5">
              <w:rPr>
                <w:rFonts w:ascii="Tahoma" w:hAnsi="Tahoma" w:cs="Tahoma"/>
                <w:sz w:val="18"/>
                <w:szCs w:val="18"/>
              </w:rPr>
              <w:t xml:space="preserve">trgovinu </w:t>
            </w:r>
            <w:r w:rsidR="0054409E" w:rsidRPr="003D0BA5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="00D30FE2" w:rsidRPr="003D0BA5">
              <w:rPr>
                <w:rFonts w:ascii="Tahoma" w:hAnsi="Tahoma" w:cs="Tahoma"/>
                <w:sz w:val="18"/>
                <w:szCs w:val="18"/>
              </w:rPr>
              <w:t>usluge</w:t>
            </w:r>
          </w:p>
        </w:tc>
      </w:tr>
      <w:tr w:rsidR="003D0BA5" w:rsidRPr="003D0BA5" w14:paraId="74A43DB7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6AFA" w14:textId="77777777" w:rsidR="005F186B" w:rsidRPr="003D0BA5" w:rsidRDefault="00D30FE2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506" w14:textId="77777777" w:rsidR="005F186B" w:rsidRPr="003D0BA5" w:rsidRDefault="005F186B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DDD4" w14:textId="77777777" w:rsidR="005F186B" w:rsidRPr="003D0BA5" w:rsidRDefault="00D30FE2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1138/8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D13A" w14:textId="77777777" w:rsidR="005F186B" w:rsidRPr="003D0BA5" w:rsidRDefault="005F186B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7549" w14:textId="77777777" w:rsidR="005F186B" w:rsidRPr="003D0BA5" w:rsidRDefault="00B40ADA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BD8" w14:textId="77777777" w:rsidR="005F186B" w:rsidRPr="003D0BA5" w:rsidRDefault="005F186B" w:rsidP="00814827"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74E1778A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83EC" w14:textId="77777777" w:rsidR="005F186B" w:rsidRPr="003D0BA5" w:rsidRDefault="00D30FE2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EB0C" w14:textId="77777777" w:rsidR="005F186B" w:rsidRPr="003D0BA5" w:rsidRDefault="005F186B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FDEE" w14:textId="77777777" w:rsidR="005F186B" w:rsidRPr="003D0BA5" w:rsidRDefault="00D30FE2" w:rsidP="00814827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1138/8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73BE" w14:textId="77777777" w:rsidR="005F186B" w:rsidRPr="003D0BA5" w:rsidRDefault="005F186B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2985" w14:textId="77777777" w:rsidR="005F186B" w:rsidRPr="003D0BA5" w:rsidRDefault="00B40ADA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9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C9EE" w14:textId="77777777" w:rsidR="005F186B" w:rsidRPr="003D0BA5" w:rsidRDefault="005F186B" w:rsidP="008B6020">
            <w:r w:rsidRPr="003D0BA5">
              <w:rPr>
                <w:rFonts w:ascii="Tahoma" w:hAnsi="Tahoma" w:cs="Tahoma"/>
                <w:sz w:val="18"/>
                <w:szCs w:val="18"/>
              </w:rPr>
              <w:t xml:space="preserve">Za </w:t>
            </w:r>
            <w:r w:rsidR="008B6020" w:rsidRPr="003D0BA5">
              <w:rPr>
                <w:rFonts w:ascii="Tahoma" w:hAnsi="Tahoma" w:cs="Tahoma"/>
                <w:sz w:val="18"/>
                <w:szCs w:val="18"/>
              </w:rPr>
              <w:t>trgovinu i usluge</w:t>
            </w:r>
          </w:p>
        </w:tc>
      </w:tr>
      <w:tr w:rsidR="003D0BA5" w:rsidRPr="003D0BA5" w14:paraId="50325FDA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DF4C" w14:textId="77777777" w:rsidR="005F186B" w:rsidRPr="003D0BA5" w:rsidRDefault="00D30FE2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2B51" w14:textId="77777777" w:rsidR="005F186B" w:rsidRPr="003D0BA5" w:rsidRDefault="005F186B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B1EC" w14:textId="77777777" w:rsidR="005F186B" w:rsidRPr="003D0BA5" w:rsidRDefault="00D30FE2" w:rsidP="00814827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1138/8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6901" w14:textId="77777777" w:rsidR="005F186B" w:rsidRPr="003D0BA5" w:rsidRDefault="005F186B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FCAB" w14:textId="77777777" w:rsidR="005F186B" w:rsidRPr="003D0BA5" w:rsidRDefault="00A7674D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5F186B" w:rsidRPr="003D0BA5">
              <w:rPr>
                <w:rFonts w:ascii="Tahoma" w:hAnsi="Tahoma" w:cs="Tahoma"/>
                <w:sz w:val="18"/>
                <w:szCs w:val="18"/>
              </w:rPr>
              <w:t>9 m</w:t>
            </w:r>
            <w:r w:rsidR="005F186B"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388" w14:textId="77777777" w:rsidR="005F186B" w:rsidRPr="003D0BA5" w:rsidRDefault="005F186B" w:rsidP="00814827"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25AB41DF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17EC" w14:textId="77777777" w:rsidR="00250391" w:rsidRPr="003D0BA5" w:rsidRDefault="00250391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7786" w14:textId="77777777" w:rsidR="00250391" w:rsidRPr="003D0BA5" w:rsidRDefault="00250391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1C3" w14:textId="77777777" w:rsidR="00250391" w:rsidRPr="003D0BA5" w:rsidRDefault="00250391" w:rsidP="00D30FE2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1156/1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D6C3" w14:textId="77777777" w:rsidR="00250391" w:rsidRPr="003D0BA5" w:rsidRDefault="00250391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D745" w14:textId="77777777" w:rsidR="00250391" w:rsidRPr="003D0BA5" w:rsidRDefault="00250391" w:rsidP="0025039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12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6981" w14:textId="77777777" w:rsidR="00250391" w:rsidRPr="003D0BA5" w:rsidRDefault="00250391" w:rsidP="00970DC9">
            <w:r w:rsidRPr="003D0BA5">
              <w:rPr>
                <w:rFonts w:ascii="Tahoma" w:hAnsi="Tahoma" w:cs="Tahoma"/>
                <w:sz w:val="18"/>
                <w:szCs w:val="18"/>
              </w:rPr>
              <w:t>Za trgovinu i usluge</w:t>
            </w:r>
          </w:p>
        </w:tc>
      </w:tr>
      <w:tr w:rsidR="003D0BA5" w:rsidRPr="003D0BA5" w14:paraId="353FD379" w14:textId="77777777" w:rsidTr="00F066E1">
        <w:trPr>
          <w:trHeight w:val="75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D0D8" w14:textId="77777777" w:rsidR="005F186B" w:rsidRPr="003D0BA5" w:rsidRDefault="00D30FE2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739" w14:textId="77777777" w:rsidR="005F186B" w:rsidRPr="003D0BA5" w:rsidRDefault="005F186B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EDDB" w14:textId="77777777" w:rsidR="005F186B" w:rsidRPr="003D0BA5" w:rsidRDefault="00D30FE2" w:rsidP="00D30FE2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1156/1</w:t>
            </w:r>
            <w:r w:rsidR="005F186B" w:rsidRPr="003D0BA5">
              <w:rPr>
                <w:rFonts w:ascii="Tahoma" w:hAnsi="Tahoma" w:cs="Tahoma"/>
                <w:sz w:val="18"/>
                <w:szCs w:val="18"/>
              </w:rPr>
              <w:t>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D6D4" w14:textId="77777777" w:rsidR="005F186B" w:rsidRPr="003D0BA5" w:rsidRDefault="005F186B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6EE9" w14:textId="77777777" w:rsidR="005F186B" w:rsidRPr="003D0BA5" w:rsidRDefault="008B6020" w:rsidP="00AC1AF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AC1AFA" w:rsidRPr="003D0BA5">
              <w:rPr>
                <w:rFonts w:ascii="Tahoma" w:hAnsi="Tahoma" w:cs="Tahoma"/>
                <w:sz w:val="18"/>
                <w:szCs w:val="18"/>
              </w:rPr>
              <w:t>12</w:t>
            </w:r>
            <w:r w:rsidR="005F186B" w:rsidRPr="003D0BA5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="005F186B"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D011" w14:textId="77777777" w:rsidR="005F186B" w:rsidRPr="003D0BA5" w:rsidRDefault="008B6020" w:rsidP="00814827">
            <w:r w:rsidRPr="003D0BA5">
              <w:rPr>
                <w:rFonts w:ascii="Tahoma" w:hAnsi="Tahoma" w:cs="Tahoma"/>
                <w:sz w:val="18"/>
                <w:szCs w:val="18"/>
              </w:rPr>
              <w:t>Za trgovinu i usluge</w:t>
            </w:r>
          </w:p>
        </w:tc>
      </w:tr>
      <w:tr w:rsidR="003D0BA5" w:rsidRPr="003D0BA5" w14:paraId="6FE0322E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A4BE" w14:textId="77777777" w:rsidR="008B6020" w:rsidRPr="003D0BA5" w:rsidRDefault="008B6020" w:rsidP="00D30FE2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FA6B" w14:textId="77777777" w:rsidR="008B6020" w:rsidRPr="003D0BA5" w:rsidRDefault="008B6020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C34" w14:textId="77777777" w:rsidR="008B6020" w:rsidRPr="003D0BA5" w:rsidRDefault="008B6020" w:rsidP="00814827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974/1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EEDC" w14:textId="77777777" w:rsidR="008B6020" w:rsidRPr="003D0BA5" w:rsidRDefault="008B6020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2AD6" w14:textId="77777777" w:rsidR="008B6020" w:rsidRPr="003D0BA5" w:rsidRDefault="008B6020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20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476F" w14:textId="77777777" w:rsidR="008B6020" w:rsidRPr="003D0BA5" w:rsidRDefault="008B6020" w:rsidP="00814827">
            <w:r w:rsidRPr="003D0BA5">
              <w:rPr>
                <w:rFonts w:ascii="Tahoma" w:hAnsi="Tahoma" w:cs="Tahoma"/>
                <w:sz w:val="18"/>
                <w:szCs w:val="18"/>
              </w:rPr>
              <w:t>Za trgovinu i usluge</w:t>
            </w:r>
          </w:p>
        </w:tc>
      </w:tr>
      <w:tr w:rsidR="003D0BA5" w:rsidRPr="003D0BA5" w14:paraId="03F35D33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0C25" w14:textId="77777777" w:rsidR="008B6020" w:rsidRPr="003D0BA5" w:rsidRDefault="008B6020" w:rsidP="00D30FE2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9D9E" w14:textId="77777777" w:rsidR="008B6020" w:rsidRPr="003D0BA5" w:rsidRDefault="008B6020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7663" w14:textId="77777777" w:rsidR="008B6020" w:rsidRPr="003D0BA5" w:rsidRDefault="005D1875" w:rsidP="00814827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974/1</w:t>
            </w:r>
            <w:r w:rsidR="008B6020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9273" w14:textId="77777777" w:rsidR="008B6020" w:rsidRPr="003D0BA5" w:rsidRDefault="008B6020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217E" w14:textId="77777777" w:rsidR="008B6020" w:rsidRPr="003D0BA5" w:rsidRDefault="008B6020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20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9ED7" w14:textId="77777777" w:rsidR="008B6020" w:rsidRPr="003D0BA5" w:rsidRDefault="008B6020" w:rsidP="00814827">
            <w:r w:rsidRPr="003D0BA5">
              <w:rPr>
                <w:rFonts w:ascii="Tahoma" w:hAnsi="Tahoma" w:cs="Tahoma"/>
                <w:sz w:val="18"/>
                <w:szCs w:val="18"/>
              </w:rPr>
              <w:t>Za trgovinu i usluge</w:t>
            </w:r>
          </w:p>
        </w:tc>
      </w:tr>
      <w:tr w:rsidR="003D0BA5" w:rsidRPr="003D0BA5" w14:paraId="5D108CB5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1EC2" w14:textId="77777777" w:rsidR="00D30FE2" w:rsidRPr="003D0BA5" w:rsidRDefault="00D30FE2" w:rsidP="00D30FE2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B8EB" w14:textId="77777777" w:rsidR="00D30FE2" w:rsidRPr="003D0BA5" w:rsidRDefault="00D30FE2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CAF1" w14:textId="77777777" w:rsidR="00D30FE2" w:rsidRPr="003D0BA5" w:rsidRDefault="00D30FE2" w:rsidP="00D30FE2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190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428A" w14:textId="77777777" w:rsidR="00D30FE2" w:rsidRPr="003D0BA5" w:rsidRDefault="00D30FE2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6A72" w14:textId="77777777" w:rsidR="00D30FE2" w:rsidRPr="003D0BA5" w:rsidRDefault="00A7674D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D30FE2" w:rsidRPr="003D0BA5">
              <w:rPr>
                <w:rFonts w:ascii="Tahoma" w:hAnsi="Tahoma" w:cs="Tahoma"/>
                <w:sz w:val="18"/>
                <w:szCs w:val="18"/>
              </w:rPr>
              <w:t>9 m</w:t>
            </w:r>
            <w:r w:rsidR="00D30FE2"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67BC" w14:textId="77777777" w:rsidR="00D30FE2" w:rsidRPr="003D0BA5" w:rsidRDefault="00D30FE2" w:rsidP="00814827"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223BD60E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EDCB" w14:textId="77777777" w:rsidR="00D30FE2" w:rsidRPr="003D0BA5" w:rsidRDefault="00D30FE2" w:rsidP="008B6020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</w:t>
            </w:r>
            <w:r w:rsidR="008B6020" w:rsidRPr="003D0BA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701F" w14:textId="77777777" w:rsidR="00D30FE2" w:rsidRPr="003D0BA5" w:rsidRDefault="00D30FE2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13E7" w14:textId="77777777" w:rsidR="00D30FE2" w:rsidRPr="003D0BA5" w:rsidRDefault="00D30FE2" w:rsidP="00814827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304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5910" w14:textId="77777777" w:rsidR="00D30FE2" w:rsidRPr="003D0BA5" w:rsidRDefault="00D30FE2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93F9" w14:textId="77777777" w:rsidR="00D30FE2" w:rsidRPr="003D0BA5" w:rsidRDefault="00245976" w:rsidP="0024597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</w:t>
            </w:r>
            <w:r w:rsidR="00A7674D" w:rsidRPr="003D0BA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D0BA5">
              <w:rPr>
                <w:rFonts w:ascii="Tahoma" w:hAnsi="Tahoma" w:cs="Tahoma"/>
                <w:sz w:val="18"/>
                <w:szCs w:val="18"/>
              </w:rPr>
              <w:t>4</w:t>
            </w:r>
            <w:r w:rsidR="00D30FE2" w:rsidRPr="003D0BA5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="00D30FE2"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BD81" w14:textId="216735DD" w:rsidR="00806EEF" w:rsidRPr="003D0BA5" w:rsidRDefault="0036797A" w:rsidP="00814827">
            <w:pPr>
              <w:rPr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 prodaju štampe</w:t>
            </w:r>
          </w:p>
        </w:tc>
      </w:tr>
      <w:tr w:rsidR="003D0BA5" w:rsidRPr="003D0BA5" w14:paraId="61B1663B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A8E8" w14:textId="77777777" w:rsidR="00D30FE2" w:rsidRPr="003D0BA5" w:rsidRDefault="00D30FE2" w:rsidP="008B6020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</w:t>
            </w:r>
            <w:r w:rsidR="008B6020" w:rsidRPr="003D0BA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B39B" w14:textId="77777777" w:rsidR="00D30FE2" w:rsidRPr="003D0BA5" w:rsidRDefault="00FE3754" w:rsidP="00FE3754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 xml:space="preserve">žno demontažni ili </w:t>
            </w:r>
            <w:r w:rsidRPr="003D0BA5">
              <w:rPr>
                <w:rFonts w:ascii="Tahoma" w:hAnsi="Tahoma" w:cs="Tahoma"/>
                <w:sz w:val="18"/>
                <w:szCs w:val="18"/>
              </w:rPr>
              <w:t>n</w:t>
            </w:r>
            <w:r w:rsidR="00814827" w:rsidRPr="003D0BA5">
              <w:rPr>
                <w:rFonts w:ascii="Tahoma" w:hAnsi="Tahoma" w:cs="Tahoma"/>
                <w:sz w:val="18"/>
                <w:szCs w:val="18"/>
              </w:rPr>
              <w:t>ep</w:t>
            </w:r>
            <w:r w:rsidR="00D30FE2" w:rsidRPr="003D0BA5">
              <w:rPr>
                <w:rFonts w:ascii="Tahoma" w:hAnsi="Tahoma" w:cs="Tahoma"/>
                <w:sz w:val="18"/>
                <w:szCs w:val="18"/>
              </w:rPr>
              <w:t>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DBB" w14:textId="77777777" w:rsidR="00D30FE2" w:rsidRPr="003D0BA5" w:rsidRDefault="00814827" w:rsidP="00247046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1138/7</w:t>
            </w:r>
            <w:r w:rsidR="00D30FE2" w:rsidRPr="003D0BA5">
              <w:rPr>
                <w:rFonts w:ascii="Tahoma" w:hAnsi="Tahoma" w:cs="Tahoma"/>
                <w:sz w:val="18"/>
                <w:szCs w:val="18"/>
              </w:rPr>
              <w:t xml:space="preserve"> KO Bijelo Polje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3267" w14:textId="77777777" w:rsidR="00D30FE2" w:rsidRPr="003D0BA5" w:rsidRDefault="00814827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Sanitarni objekat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8099" w14:textId="77777777" w:rsidR="00D30FE2" w:rsidRPr="003D0BA5" w:rsidRDefault="00D30FE2" w:rsidP="00286F52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</w:t>
            </w:r>
            <w:r w:rsidR="00286F52" w:rsidRPr="003D0BA5">
              <w:rPr>
                <w:rFonts w:ascii="Tahoma" w:hAnsi="Tahoma" w:cs="Tahoma"/>
                <w:sz w:val="18"/>
                <w:szCs w:val="18"/>
              </w:rPr>
              <w:t>4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25A2" w14:textId="77777777" w:rsidR="00D30FE2" w:rsidRPr="003D0BA5" w:rsidRDefault="00D30FE2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55602019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CFFB" w14:textId="77777777" w:rsidR="00D854C8" w:rsidRPr="003D0BA5" w:rsidRDefault="00D854C8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B542" w14:textId="77777777" w:rsidR="00D854C8" w:rsidRPr="003D0BA5" w:rsidRDefault="00D854C8" w:rsidP="002F56CA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A687" w14:textId="095BE845" w:rsidR="00D854C8" w:rsidRPr="003D0BA5" w:rsidRDefault="00D854C8" w:rsidP="00247046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190</w:t>
            </w:r>
            <w:r w:rsidR="00A9780B"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6520" w14:textId="77777777" w:rsidR="00D854C8" w:rsidRPr="003D0BA5" w:rsidRDefault="00D854C8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85E6" w14:textId="77777777" w:rsidR="00D854C8" w:rsidRPr="003D0BA5" w:rsidRDefault="00D854C8" w:rsidP="00D854C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730A" w14:textId="77777777" w:rsidR="00D854C8" w:rsidRPr="003D0BA5" w:rsidRDefault="00D854C8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0796A180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3446" w14:textId="77777777" w:rsidR="002111C0" w:rsidRPr="003D0BA5" w:rsidRDefault="002111C0" w:rsidP="00D854C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4F6D" w14:textId="77777777" w:rsidR="002111C0" w:rsidRPr="003D0BA5" w:rsidRDefault="002111C0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D4F2" w14:textId="4691139A" w:rsidR="002111C0" w:rsidRPr="003D0BA5" w:rsidRDefault="002111C0" w:rsidP="00247046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190</w:t>
            </w:r>
            <w:r w:rsidR="00881DA4"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4BA4" w14:textId="77777777" w:rsidR="002111C0" w:rsidRPr="003D0BA5" w:rsidRDefault="002111C0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92A4" w14:textId="78861DE8" w:rsidR="002111C0" w:rsidRPr="003D0BA5" w:rsidRDefault="002111C0" w:rsidP="001F2862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</w:t>
            </w:r>
            <w:r w:rsidR="00881DA4" w:rsidRPr="003D0BA5">
              <w:rPr>
                <w:rFonts w:ascii="Tahoma" w:hAnsi="Tahoma" w:cs="Tahoma"/>
                <w:sz w:val="18"/>
                <w:szCs w:val="18"/>
              </w:rPr>
              <w:t>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8309" w14:textId="77777777" w:rsidR="002111C0" w:rsidRPr="003D0BA5" w:rsidRDefault="002111C0"/>
        </w:tc>
      </w:tr>
      <w:tr w:rsidR="003D0BA5" w:rsidRPr="003D0BA5" w14:paraId="2CEE8571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BF1" w14:textId="77777777" w:rsidR="002111C0" w:rsidRPr="003D0BA5" w:rsidRDefault="002111C0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C5C5" w14:textId="77777777" w:rsidR="002111C0" w:rsidRPr="003D0BA5" w:rsidRDefault="002111C0" w:rsidP="002F56CA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20A9" w14:textId="7B272244" w:rsidR="002111C0" w:rsidRPr="003D0BA5" w:rsidRDefault="002111C0" w:rsidP="00247046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190</w:t>
            </w:r>
            <w:r w:rsidR="00881DA4"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C43D" w14:textId="77777777" w:rsidR="002111C0" w:rsidRPr="003D0BA5" w:rsidRDefault="002111C0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57FD" w14:textId="5A9ABBF8" w:rsidR="002111C0" w:rsidRPr="003D0BA5" w:rsidRDefault="002111C0" w:rsidP="001F2862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</w:t>
            </w:r>
            <w:r w:rsidR="00881DA4" w:rsidRPr="003D0BA5">
              <w:rPr>
                <w:rFonts w:ascii="Tahoma" w:hAnsi="Tahoma" w:cs="Tahoma"/>
                <w:sz w:val="18"/>
                <w:szCs w:val="18"/>
              </w:rPr>
              <w:t>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5A1A" w14:textId="77777777" w:rsidR="002111C0" w:rsidRPr="003D0BA5" w:rsidRDefault="002111C0"/>
        </w:tc>
      </w:tr>
      <w:tr w:rsidR="003D0BA5" w:rsidRPr="003D0BA5" w14:paraId="56BA03E9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0C67" w14:textId="77777777" w:rsidR="002111C0" w:rsidRPr="003D0BA5" w:rsidRDefault="002111C0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A8C7" w14:textId="77777777" w:rsidR="002111C0" w:rsidRPr="003D0BA5" w:rsidRDefault="002111C0" w:rsidP="002F56CA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C092" w14:textId="5919863C" w:rsidR="002111C0" w:rsidRPr="003D0BA5" w:rsidRDefault="002111C0" w:rsidP="00247046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190</w:t>
            </w:r>
            <w:r w:rsidR="00881DA4"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78A1" w14:textId="77777777" w:rsidR="002111C0" w:rsidRPr="003D0BA5" w:rsidRDefault="002111C0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9F4B" w14:textId="4C9EB4E7" w:rsidR="002111C0" w:rsidRPr="003D0BA5" w:rsidRDefault="002111C0" w:rsidP="001F2862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</w:t>
            </w:r>
            <w:r w:rsidR="00881DA4" w:rsidRPr="003D0BA5">
              <w:rPr>
                <w:rFonts w:ascii="Tahoma" w:hAnsi="Tahoma" w:cs="Tahoma"/>
                <w:sz w:val="18"/>
                <w:szCs w:val="18"/>
              </w:rPr>
              <w:t>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BBD1" w14:textId="77777777" w:rsidR="002111C0" w:rsidRPr="003D0BA5" w:rsidRDefault="002111C0"/>
        </w:tc>
      </w:tr>
      <w:tr w:rsidR="003D0BA5" w:rsidRPr="003D0BA5" w14:paraId="3DC9D5F0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EA52" w14:textId="77777777" w:rsidR="00286F52" w:rsidRPr="003D0BA5" w:rsidRDefault="00286F52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1C1D" w14:textId="77777777" w:rsidR="00286F52" w:rsidRPr="003D0BA5" w:rsidRDefault="000C0514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5396" w14:textId="77777777" w:rsidR="00286F52" w:rsidRPr="003D0BA5" w:rsidRDefault="00286F52" w:rsidP="00286F52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193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6D2C" w14:textId="77777777" w:rsidR="00286F52" w:rsidRPr="003D0BA5" w:rsidRDefault="00286F52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F5FF" w14:textId="77777777" w:rsidR="00286F52" w:rsidRPr="003D0BA5" w:rsidRDefault="00286F52" w:rsidP="0086256C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86256C" w:rsidRPr="003D0BA5">
              <w:rPr>
                <w:rFonts w:ascii="Tahoma" w:hAnsi="Tahoma" w:cs="Tahoma"/>
                <w:sz w:val="18"/>
                <w:szCs w:val="18"/>
              </w:rPr>
              <w:t>54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F647" w14:textId="77777777" w:rsidR="00286F52" w:rsidRPr="003D0BA5" w:rsidRDefault="00286F52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252307CA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315B" w14:textId="77777777" w:rsidR="00E757CD" w:rsidRPr="003D0BA5" w:rsidRDefault="00E757CD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2961" w14:textId="77777777" w:rsidR="00E757CD" w:rsidRPr="003D0BA5" w:rsidRDefault="000C0514" w:rsidP="000C0514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</w:t>
            </w:r>
            <w:r w:rsidR="00E757CD" w:rsidRPr="003D0BA5">
              <w:rPr>
                <w:rFonts w:ascii="Tahoma" w:hAnsi="Tahoma" w:cs="Tahoma"/>
                <w:sz w:val="18"/>
                <w:szCs w:val="18"/>
              </w:rPr>
              <w:t>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465B" w14:textId="77777777" w:rsidR="00E757CD" w:rsidRPr="003D0BA5" w:rsidRDefault="00E60A53" w:rsidP="00E60A53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194</w:t>
            </w:r>
            <w:r w:rsidR="00E757CD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F2EA" w14:textId="77777777" w:rsidR="00E757CD" w:rsidRPr="003D0BA5" w:rsidRDefault="00E4444D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DD64" w14:textId="77777777" w:rsidR="00E757CD" w:rsidRPr="003D0BA5" w:rsidRDefault="00E757CD" w:rsidP="0086256C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86256C" w:rsidRPr="003D0BA5">
              <w:rPr>
                <w:rFonts w:ascii="Tahoma" w:hAnsi="Tahoma" w:cs="Tahoma"/>
                <w:sz w:val="18"/>
                <w:szCs w:val="18"/>
              </w:rPr>
              <w:t>54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0BC3" w14:textId="77777777" w:rsidR="00E757CD" w:rsidRPr="003D0BA5" w:rsidRDefault="00E757CD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27797298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A2F4" w14:textId="77777777" w:rsidR="00D854C8" w:rsidRPr="003D0BA5" w:rsidRDefault="00D854C8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4AED" w14:textId="77777777" w:rsidR="00D854C8" w:rsidRPr="003D0BA5" w:rsidRDefault="00E757CD" w:rsidP="0055665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Montažno demontažni </w:t>
            </w:r>
            <w:r w:rsidR="00556657" w:rsidRPr="003D0BA5">
              <w:rPr>
                <w:rFonts w:ascii="Tahoma" w:hAnsi="Tahoma" w:cs="Tahoma"/>
                <w:sz w:val="18"/>
                <w:szCs w:val="18"/>
              </w:rPr>
              <w:t xml:space="preserve">ili nepokretni </w:t>
            </w:r>
            <w:r w:rsidRPr="003D0BA5">
              <w:rPr>
                <w:rFonts w:ascii="Tahoma" w:hAnsi="Tahoma" w:cs="Tahoma"/>
                <w:sz w:val="18"/>
                <w:szCs w:val="18"/>
              </w:rPr>
              <w:t>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293B" w14:textId="77777777" w:rsidR="00D854C8" w:rsidRPr="003D0BA5" w:rsidRDefault="00E757CD" w:rsidP="00E757C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195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B30B" w14:textId="77777777" w:rsidR="00D854C8" w:rsidRPr="003D0BA5" w:rsidRDefault="003C1A44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9B84" w14:textId="77777777" w:rsidR="00D854C8" w:rsidRPr="003D0BA5" w:rsidRDefault="00E757CD" w:rsidP="00E4444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E4444D" w:rsidRPr="003D0BA5">
              <w:rPr>
                <w:rFonts w:ascii="Tahoma" w:hAnsi="Tahoma" w:cs="Tahoma"/>
                <w:sz w:val="18"/>
                <w:szCs w:val="18"/>
              </w:rPr>
              <w:t>54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EDCC" w14:textId="77777777" w:rsidR="00D854C8" w:rsidRPr="003D0BA5" w:rsidRDefault="00D854C8" w:rsidP="00825B40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szCs w:val="24"/>
                <w:highlight w:val="yellow"/>
              </w:rPr>
            </w:pPr>
          </w:p>
        </w:tc>
      </w:tr>
      <w:tr w:rsidR="003D0BA5" w:rsidRPr="003D0BA5" w14:paraId="5597920D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3406" w14:textId="77777777" w:rsidR="00D854C8" w:rsidRPr="003D0BA5" w:rsidRDefault="00D854C8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83A7" w14:textId="77777777" w:rsidR="00D854C8" w:rsidRPr="003D0BA5" w:rsidRDefault="0074308A" w:rsidP="00556657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5D5C" w14:textId="77777777" w:rsidR="00D854C8" w:rsidRPr="003D0BA5" w:rsidRDefault="00E60A53" w:rsidP="00814827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363</w:t>
            </w:r>
            <w:r w:rsidR="00D854C8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5508" w14:textId="77777777" w:rsidR="00D854C8" w:rsidRPr="003D0BA5" w:rsidRDefault="00E60A53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  <w:r w:rsidR="009366DD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ili ugostiteljski objekat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001A" w14:textId="77777777" w:rsidR="00D854C8" w:rsidRPr="003D0BA5" w:rsidRDefault="00E60A53" w:rsidP="001F2862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1F2862" w:rsidRPr="003D0BA5">
              <w:rPr>
                <w:rFonts w:ascii="Tahoma" w:hAnsi="Tahoma" w:cs="Tahoma"/>
                <w:sz w:val="18"/>
                <w:szCs w:val="18"/>
              </w:rPr>
              <w:t>54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A5F" w14:textId="77777777" w:rsidR="00D854C8" w:rsidRPr="003D0BA5" w:rsidRDefault="00D854C8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3CAB1AB7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DA29" w14:textId="77777777" w:rsidR="009366DD" w:rsidRPr="003D0BA5" w:rsidRDefault="009366DD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1DC7" w14:textId="77777777" w:rsidR="009366DD" w:rsidRPr="003D0BA5" w:rsidRDefault="000C0514" w:rsidP="000C0514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2EB1" w14:textId="77777777" w:rsidR="009366DD" w:rsidRPr="003D0BA5" w:rsidRDefault="009366DD" w:rsidP="00814827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361/2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F626" w14:textId="77777777" w:rsidR="009366DD" w:rsidRPr="003D0BA5" w:rsidRDefault="009366DD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 ili ugostiteljski objekat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CBFA" w14:textId="77777777" w:rsidR="009366DD" w:rsidRPr="003D0BA5" w:rsidRDefault="009366DD" w:rsidP="001F2862"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1F2862" w:rsidRPr="003D0BA5">
              <w:rPr>
                <w:rFonts w:ascii="Tahoma" w:hAnsi="Tahoma" w:cs="Tahoma"/>
                <w:sz w:val="18"/>
                <w:szCs w:val="18"/>
              </w:rPr>
              <w:t>54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E3D4" w14:textId="77777777" w:rsidR="009366DD" w:rsidRPr="003D0BA5" w:rsidRDefault="009366DD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47A8B7B3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BFD1" w14:textId="77777777" w:rsidR="009366DD" w:rsidRPr="003D0BA5" w:rsidRDefault="009366DD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6687" w14:textId="77777777" w:rsidR="009366DD" w:rsidRPr="003D0BA5" w:rsidRDefault="000C0514" w:rsidP="000C0514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2C52" w14:textId="77777777" w:rsidR="009366DD" w:rsidRPr="003D0BA5" w:rsidRDefault="009366DD" w:rsidP="002F56CA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361/2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397B" w14:textId="77777777" w:rsidR="009366DD" w:rsidRPr="003D0BA5" w:rsidRDefault="009366DD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 ili ugostiteljski objekat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E88B" w14:textId="77777777" w:rsidR="009366DD" w:rsidRPr="003D0BA5" w:rsidRDefault="009366DD" w:rsidP="001F2862"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1F2862" w:rsidRPr="003D0BA5">
              <w:rPr>
                <w:rFonts w:ascii="Tahoma" w:hAnsi="Tahoma" w:cs="Tahoma"/>
                <w:sz w:val="18"/>
                <w:szCs w:val="18"/>
              </w:rPr>
              <w:t>54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F38F" w14:textId="77777777" w:rsidR="009366DD" w:rsidRPr="003D0BA5" w:rsidRDefault="009366DD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9F64801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C01" w14:textId="77777777" w:rsidR="009366DD" w:rsidRPr="003D0BA5" w:rsidRDefault="009366DD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FEAF" w14:textId="77777777" w:rsidR="009366DD" w:rsidRPr="003D0BA5" w:rsidRDefault="009366DD" w:rsidP="002F56CA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B85" w14:textId="77777777" w:rsidR="009366DD" w:rsidRPr="003D0BA5" w:rsidRDefault="007B7F45" w:rsidP="002F56CA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425</w:t>
            </w:r>
            <w:r w:rsidR="009366DD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1CC8" w14:textId="77777777" w:rsidR="009366DD" w:rsidRPr="003D0BA5" w:rsidRDefault="009366DD" w:rsidP="007B7F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Objekat za trgovinu i usluge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F8BA" w14:textId="77777777" w:rsidR="009366DD" w:rsidRPr="003D0BA5" w:rsidRDefault="009366DD" w:rsidP="007B7F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7B7F45" w:rsidRPr="003D0BA5">
              <w:rPr>
                <w:rFonts w:ascii="Tahoma" w:hAnsi="Tahoma" w:cs="Tahoma"/>
                <w:sz w:val="18"/>
                <w:szCs w:val="18"/>
              </w:rPr>
              <w:t>36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9C4" w14:textId="77777777" w:rsidR="009366DD" w:rsidRPr="003D0BA5" w:rsidRDefault="009366DD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4B844E02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4C77" w14:textId="77777777" w:rsidR="007B7F45" w:rsidRPr="003D0BA5" w:rsidRDefault="007B7F45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60C" w14:textId="77777777" w:rsidR="007B7F45" w:rsidRPr="003D0BA5" w:rsidRDefault="007B7F45" w:rsidP="002F56CA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94BA" w14:textId="77777777" w:rsidR="007B7F45" w:rsidRPr="003D0BA5" w:rsidRDefault="005D1875" w:rsidP="002F56CA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304</w:t>
            </w:r>
            <w:r w:rsidR="007B7F45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083" w14:textId="77777777" w:rsidR="007B7F45" w:rsidRPr="003D0BA5" w:rsidRDefault="007B7F45" w:rsidP="002F56C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Oglasni pano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F5FE" w14:textId="0EDED480" w:rsidR="007B7F45" w:rsidRPr="003D0BA5" w:rsidRDefault="007B7F45" w:rsidP="00A7674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</w:t>
            </w:r>
            <w:r w:rsidR="00806EEF" w:rsidRPr="003D0BA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7674D"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Pr="003D0BA5">
              <w:rPr>
                <w:rFonts w:ascii="Tahoma" w:hAnsi="Tahoma" w:cs="Tahoma"/>
                <w:sz w:val="18"/>
                <w:szCs w:val="18"/>
              </w:rPr>
              <w:t>1m</w:t>
            </w:r>
            <w:r w:rsidR="00E4444D"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C341" w14:textId="77777777" w:rsidR="007B7F45" w:rsidRPr="003D0BA5" w:rsidRDefault="007B7F45" w:rsidP="0081482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425F8D38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81D0" w14:textId="77777777" w:rsidR="002111C0" w:rsidRPr="003D0BA5" w:rsidRDefault="002111C0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CF4C" w14:textId="77777777" w:rsidR="002111C0" w:rsidRPr="003D0BA5" w:rsidRDefault="002111C0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5C12" w14:textId="77777777" w:rsidR="002111C0" w:rsidRPr="003D0BA5" w:rsidRDefault="002111C0" w:rsidP="00E4444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</w:t>
            </w:r>
            <w:r w:rsidR="00E4444D"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94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0A0" w14:textId="77777777" w:rsidR="002111C0" w:rsidRPr="003D0BA5" w:rsidRDefault="002111C0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3BE9" w14:textId="77777777" w:rsidR="002111C0" w:rsidRPr="003D0BA5" w:rsidRDefault="002111C0" w:rsidP="00E4444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E4444D" w:rsidRPr="003D0BA5">
              <w:rPr>
                <w:rFonts w:ascii="Tahoma" w:hAnsi="Tahoma" w:cs="Tahoma"/>
                <w:sz w:val="18"/>
                <w:szCs w:val="18"/>
              </w:rPr>
              <w:t>31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0EB2" w14:textId="77777777" w:rsidR="002111C0" w:rsidRPr="003D0BA5" w:rsidRDefault="002111C0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</w:p>
        </w:tc>
      </w:tr>
      <w:tr w:rsidR="003D0BA5" w:rsidRPr="003D0BA5" w14:paraId="661606BF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6CEA" w14:textId="77777777" w:rsidR="002111C0" w:rsidRPr="003D0BA5" w:rsidRDefault="002111C0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4976" w14:textId="77777777" w:rsidR="002111C0" w:rsidRPr="003D0BA5" w:rsidRDefault="002111C0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28C1" w14:textId="77777777" w:rsidR="002111C0" w:rsidRPr="003D0BA5" w:rsidRDefault="00E4444D" w:rsidP="00AB196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113</w:t>
            </w:r>
            <w:r w:rsidR="00AB196D"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</w:t>
            </w: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/</w:t>
            </w:r>
            <w:r w:rsidR="00AB196D"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</w:t>
            </w:r>
            <w:r w:rsidR="002111C0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5BBD" w14:textId="77777777" w:rsidR="002111C0" w:rsidRPr="003D0BA5" w:rsidRDefault="002111C0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4383" w14:textId="77777777" w:rsidR="002111C0" w:rsidRPr="003D0BA5" w:rsidRDefault="002111C0" w:rsidP="00E4444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E4444D" w:rsidRPr="003D0BA5">
              <w:rPr>
                <w:rFonts w:ascii="Tahoma" w:hAnsi="Tahoma" w:cs="Tahoma"/>
                <w:sz w:val="18"/>
                <w:szCs w:val="18"/>
              </w:rPr>
              <w:t>64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0155" w14:textId="77777777" w:rsidR="002111C0" w:rsidRPr="003D0BA5" w:rsidRDefault="002111C0"/>
        </w:tc>
      </w:tr>
      <w:tr w:rsidR="003D0BA5" w:rsidRPr="003D0BA5" w14:paraId="54243D35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CAAA" w14:textId="77777777" w:rsidR="00AB196D" w:rsidRPr="003D0BA5" w:rsidRDefault="00AB196D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D093" w14:textId="77777777" w:rsidR="00AB196D" w:rsidRPr="003D0BA5" w:rsidRDefault="00AB196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51C6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1304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DF82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827A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4CB9" w14:textId="77777777" w:rsidR="00AB196D" w:rsidRPr="003D0BA5" w:rsidRDefault="00AB196D"/>
        </w:tc>
      </w:tr>
      <w:tr w:rsidR="003D0BA5" w:rsidRPr="003D0BA5" w14:paraId="47FF67DB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F898" w14:textId="77777777" w:rsidR="00AB196D" w:rsidRPr="003D0BA5" w:rsidRDefault="00AB196D" w:rsidP="0081482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86A1" w14:textId="77777777" w:rsidR="00AB196D" w:rsidRPr="003D0BA5" w:rsidRDefault="00AB196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BD29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1643/1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8C3C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B86E" w14:textId="77777777" w:rsidR="00AB196D" w:rsidRPr="003D0BA5" w:rsidRDefault="00AB196D" w:rsidP="00AB196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48m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3D9D" w14:textId="77777777" w:rsidR="00AB196D" w:rsidRPr="003D0BA5" w:rsidRDefault="00AB196D"/>
        </w:tc>
      </w:tr>
      <w:tr w:rsidR="003D0BA5" w:rsidRPr="003D0BA5" w14:paraId="4FA5F1B1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22C3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6364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B0EC" w14:textId="77777777" w:rsidR="00AB196D" w:rsidRPr="003D0BA5" w:rsidRDefault="00AB196D" w:rsidP="00AB196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1057 i 1056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0D0D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71DB" w14:textId="77777777" w:rsidR="00AB196D" w:rsidRPr="003D0BA5" w:rsidRDefault="00AB196D" w:rsidP="00AB196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31m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B900" w14:textId="77777777" w:rsidR="00AB196D" w:rsidRPr="003D0BA5" w:rsidRDefault="00AB196D"/>
        </w:tc>
      </w:tr>
      <w:tr w:rsidR="003D0BA5" w:rsidRPr="003D0BA5" w14:paraId="495ECEBD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F216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0737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9EEC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1056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AAAF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EB98" w14:textId="77777777" w:rsidR="00AB196D" w:rsidRPr="003D0BA5" w:rsidRDefault="00AB196D" w:rsidP="00AB196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EEE6" w14:textId="77777777" w:rsidR="00AB196D" w:rsidRPr="003D0BA5" w:rsidRDefault="00AB196D"/>
        </w:tc>
      </w:tr>
      <w:tr w:rsidR="003D0BA5" w:rsidRPr="003D0BA5" w14:paraId="39BEE628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F2B0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3575" w14:textId="77777777" w:rsidR="00AB196D" w:rsidRPr="003D0BA5" w:rsidRDefault="00AB196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BC72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974/1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2D51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5657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2040" w14:textId="77777777" w:rsidR="00AB196D" w:rsidRPr="003D0BA5" w:rsidRDefault="00AB196D"/>
        </w:tc>
      </w:tr>
      <w:tr w:rsidR="003D0BA5" w:rsidRPr="003D0BA5" w14:paraId="454CA05B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5B21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EF96" w14:textId="77777777" w:rsidR="00AB196D" w:rsidRPr="003D0BA5" w:rsidRDefault="00AB196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04DE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974/1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750B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E9E9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4AFD" w14:textId="77777777" w:rsidR="00AB196D" w:rsidRPr="003D0BA5" w:rsidRDefault="00AB196D"/>
        </w:tc>
      </w:tr>
      <w:tr w:rsidR="003D0BA5" w:rsidRPr="003D0BA5" w14:paraId="33F763B2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91BC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A87F" w14:textId="77777777" w:rsidR="00AB196D" w:rsidRPr="003D0BA5" w:rsidRDefault="00AB196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E9C0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4DE1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967D" w14:textId="77777777" w:rsidR="00AB196D" w:rsidRPr="003D0BA5" w:rsidRDefault="00AB196D" w:rsidP="00AB196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2CE0" w14:textId="77777777" w:rsidR="00AB196D" w:rsidRPr="003D0BA5" w:rsidRDefault="00AB196D"/>
        </w:tc>
      </w:tr>
      <w:tr w:rsidR="003D0BA5" w:rsidRPr="003D0BA5" w14:paraId="18B4DEAF" w14:textId="77777777" w:rsidTr="00CA7051">
        <w:trPr>
          <w:trHeight w:val="66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60BB" w14:textId="77777777" w:rsidR="00AB196D" w:rsidRPr="003D0BA5" w:rsidRDefault="00AB196D" w:rsidP="00595B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</w:t>
            </w:r>
            <w:r w:rsidR="00595BA3" w:rsidRPr="003D0BA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C133" w14:textId="77777777" w:rsidR="00AB196D" w:rsidRPr="003D0BA5" w:rsidRDefault="00AB196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7E25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2943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E51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855C" w14:textId="77777777" w:rsidR="00AB196D" w:rsidRPr="003D0BA5" w:rsidRDefault="00AB196D"/>
        </w:tc>
      </w:tr>
      <w:tr w:rsidR="003D0BA5" w:rsidRPr="003D0BA5" w14:paraId="29A7316B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A541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ABF8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1E96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4400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6FDF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7681" w14:textId="77777777" w:rsidR="00AB196D" w:rsidRPr="003D0BA5" w:rsidRDefault="00AB196D"/>
        </w:tc>
      </w:tr>
      <w:tr w:rsidR="003D0BA5" w:rsidRPr="003D0BA5" w14:paraId="29F1D0DA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A7C5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F87F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085D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A4BC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AF0B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FE4E" w14:textId="77777777" w:rsidR="00AB196D" w:rsidRPr="003D0BA5" w:rsidRDefault="00AB196D"/>
        </w:tc>
      </w:tr>
      <w:tr w:rsidR="003D0BA5" w:rsidRPr="003D0BA5" w14:paraId="59113867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FEDB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F238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464D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F0C2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14D3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AE08" w14:textId="77777777" w:rsidR="00AB196D" w:rsidRPr="003D0BA5" w:rsidRDefault="00AB196D"/>
        </w:tc>
      </w:tr>
      <w:tr w:rsidR="003D0BA5" w:rsidRPr="003D0BA5" w14:paraId="7C0060AF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BCE9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E2EE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8559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8CB6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F2BD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2795" w14:textId="77777777" w:rsidR="00AB196D" w:rsidRPr="003D0BA5" w:rsidRDefault="00AB196D"/>
        </w:tc>
      </w:tr>
      <w:tr w:rsidR="003D0BA5" w:rsidRPr="003D0BA5" w14:paraId="474A580B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0699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DA27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B0FB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6A77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5CE8" w14:textId="77777777" w:rsidR="00AB196D" w:rsidRPr="003D0BA5" w:rsidRDefault="00AB196D" w:rsidP="00AB196D">
            <w:r w:rsidRPr="003D0BA5">
              <w:rPr>
                <w:rFonts w:ascii="Tahoma" w:hAnsi="Tahoma" w:cs="Tahoma"/>
                <w:sz w:val="18"/>
                <w:szCs w:val="18"/>
              </w:rPr>
              <w:t>Maksimalno 18m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E58F" w14:textId="77777777" w:rsidR="00AB196D" w:rsidRPr="003D0BA5" w:rsidRDefault="00AB196D"/>
        </w:tc>
      </w:tr>
      <w:tr w:rsidR="003D0BA5" w:rsidRPr="003D0BA5" w14:paraId="4B903C94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793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45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C342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7EF0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8D5C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9E6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F079" w14:textId="77777777" w:rsidR="00AB196D" w:rsidRPr="003D0BA5" w:rsidRDefault="00AB196D"/>
        </w:tc>
      </w:tr>
      <w:tr w:rsidR="003D0BA5" w:rsidRPr="003D0BA5" w14:paraId="509FDF49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E5CF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338E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A413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76C6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45CD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81F8" w14:textId="77777777" w:rsidR="00AB196D" w:rsidRPr="003D0BA5" w:rsidRDefault="00AB196D"/>
        </w:tc>
      </w:tr>
      <w:tr w:rsidR="003D0BA5" w:rsidRPr="003D0BA5" w14:paraId="189E85B5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C558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81EF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73CF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98B4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653" w14:textId="77777777" w:rsidR="00AB196D" w:rsidRPr="003D0BA5" w:rsidRDefault="00AB196D" w:rsidP="00AB196D">
            <w:r w:rsidRPr="003D0BA5">
              <w:rPr>
                <w:rFonts w:ascii="Tahoma" w:hAnsi="Tahoma" w:cs="Tahoma"/>
                <w:sz w:val="18"/>
                <w:szCs w:val="18"/>
              </w:rPr>
              <w:t>Maksimalno 18m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AC30" w14:textId="77777777" w:rsidR="00AB196D" w:rsidRPr="003D0BA5" w:rsidRDefault="00AB196D"/>
        </w:tc>
      </w:tr>
      <w:tr w:rsidR="003D0BA5" w:rsidRPr="003D0BA5" w14:paraId="2833500D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232F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7EEA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C3BB" w14:textId="77777777" w:rsidR="00AB196D" w:rsidRPr="003D0BA5" w:rsidRDefault="005D1875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</w:t>
            </w:r>
            <w:r w:rsidR="00AB196D" w:rsidRPr="003D0BA5">
              <w:rPr>
                <w:rFonts w:ascii="Tahoma" w:hAnsi="Tahoma" w:cs="Tahoma"/>
                <w:sz w:val="18"/>
                <w:szCs w:val="18"/>
              </w:rPr>
              <w:t>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A5FE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B893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94D4" w14:textId="77777777" w:rsidR="00AB196D" w:rsidRPr="003D0BA5" w:rsidRDefault="00AB196D"/>
        </w:tc>
      </w:tr>
      <w:tr w:rsidR="003D0BA5" w:rsidRPr="003D0BA5" w14:paraId="69CD328A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BDB1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0744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9EFC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F6DF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B43C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8F1" w14:textId="77777777" w:rsidR="00AB196D" w:rsidRPr="003D0BA5" w:rsidRDefault="00AB196D"/>
        </w:tc>
      </w:tr>
      <w:tr w:rsidR="003D0BA5" w:rsidRPr="003D0BA5" w14:paraId="0EF5821F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D2CB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767C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4A7D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83EA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6E12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55A6" w14:textId="77777777" w:rsidR="00AB196D" w:rsidRPr="003D0BA5" w:rsidRDefault="00AB196D"/>
        </w:tc>
      </w:tr>
      <w:tr w:rsidR="003D0BA5" w:rsidRPr="003D0BA5" w14:paraId="351489EE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974E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8672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87AC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BD88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F866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53C5" w14:textId="77777777" w:rsidR="00AB196D" w:rsidRPr="003D0BA5" w:rsidRDefault="00AB196D"/>
        </w:tc>
      </w:tr>
      <w:tr w:rsidR="003D0BA5" w:rsidRPr="003D0BA5" w14:paraId="2DFA0B53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2F5F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4D64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D52A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6BF3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0BE4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EFA9" w14:textId="77777777" w:rsidR="00AB196D" w:rsidRPr="003D0BA5" w:rsidRDefault="00AB196D"/>
        </w:tc>
      </w:tr>
      <w:tr w:rsidR="003D0BA5" w:rsidRPr="003D0BA5" w14:paraId="6B358650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3C53" w14:textId="77777777" w:rsidR="00AB196D" w:rsidRPr="003D0BA5" w:rsidRDefault="00AB196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3FCE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7ADA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2A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5499" w14:textId="77777777" w:rsidR="00AB196D" w:rsidRPr="003D0BA5" w:rsidRDefault="00AB196D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352A" w14:textId="77777777" w:rsidR="00AB196D" w:rsidRPr="003D0BA5" w:rsidRDefault="00AB196D"/>
        </w:tc>
      </w:tr>
      <w:tr w:rsidR="003D0BA5" w:rsidRPr="003D0BA5" w14:paraId="4BBB090E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A724" w14:textId="77777777" w:rsidR="00CB432F" w:rsidRPr="003D0BA5" w:rsidRDefault="00CB432F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087D" w14:textId="77777777" w:rsidR="00CB432F" w:rsidRPr="003D0BA5" w:rsidRDefault="00CB432F" w:rsidP="00CB432F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795B" w14:textId="77777777" w:rsidR="00CB432F" w:rsidRPr="003D0BA5" w:rsidRDefault="004A1842" w:rsidP="00CB432F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441 i 2348/3</w:t>
            </w:r>
            <w:r w:rsidR="00CB432F" w:rsidRPr="003D0BA5">
              <w:rPr>
                <w:rFonts w:ascii="Tahoma" w:hAnsi="Tahoma" w:cs="Tahoma"/>
                <w:sz w:val="18"/>
                <w:szCs w:val="18"/>
              </w:rPr>
              <w:t>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58A5" w14:textId="77777777" w:rsidR="00CB432F" w:rsidRPr="003D0BA5" w:rsidRDefault="00CB432F" w:rsidP="00CB432F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A1D0" w14:textId="77777777" w:rsidR="00CB432F" w:rsidRPr="003D0BA5" w:rsidRDefault="00D52F84" w:rsidP="00CB432F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7A4F" w14:textId="77777777" w:rsidR="00CB432F" w:rsidRPr="003D0BA5" w:rsidRDefault="00CB432F"/>
        </w:tc>
      </w:tr>
      <w:tr w:rsidR="003D0BA5" w:rsidRPr="003D0BA5" w14:paraId="2AB5CCFB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4E8D" w14:textId="77777777" w:rsidR="00212442" w:rsidRPr="003D0BA5" w:rsidRDefault="00212442" w:rsidP="0011740C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  <w:r w:rsidR="0011740C" w:rsidRPr="003D0BA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69B6" w14:textId="77777777" w:rsidR="00212442" w:rsidRPr="003D0BA5" w:rsidRDefault="00212442" w:rsidP="006445AB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59F0" w14:textId="77777777" w:rsidR="00212442" w:rsidRPr="003D0BA5" w:rsidRDefault="00212442" w:rsidP="00212442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156/1 i djelovi 156/2, 155/3 i 154/1</w:t>
            </w:r>
            <w:r w:rsidR="00F2618B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1889" w14:textId="77777777" w:rsidR="00212442" w:rsidRPr="003D0BA5" w:rsidRDefault="00212442" w:rsidP="00642A5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Montažna </w:t>
            </w:r>
            <w:r w:rsidR="000101D8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parking 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garaža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437F" w14:textId="77777777" w:rsidR="00212442" w:rsidRPr="003D0BA5" w:rsidRDefault="0014630E" w:rsidP="000101D8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0101D8" w:rsidRPr="003D0BA5">
              <w:rPr>
                <w:rFonts w:ascii="Tahoma" w:hAnsi="Tahoma" w:cs="Tahoma"/>
                <w:sz w:val="18"/>
                <w:szCs w:val="18"/>
              </w:rPr>
              <w:t>2</w:t>
            </w:r>
            <w:r w:rsidRPr="003D0BA5">
              <w:rPr>
                <w:rFonts w:ascii="Tahoma" w:hAnsi="Tahoma" w:cs="Tahoma"/>
                <w:sz w:val="18"/>
                <w:szCs w:val="18"/>
              </w:rPr>
              <w:t>000</w:t>
            </w:r>
            <w:r w:rsidR="00212442"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="00212442"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1F34" w14:textId="77777777" w:rsidR="00212442" w:rsidRPr="003D0BA5" w:rsidRDefault="00B14CB5" w:rsidP="00B14CB5">
            <w:r w:rsidRPr="003D0BA5">
              <w:rPr>
                <w:rFonts w:ascii="Tahoma" w:hAnsi="Tahoma" w:cs="Tahoma"/>
                <w:sz w:val="18"/>
                <w:szCs w:val="18"/>
              </w:rPr>
              <w:t>Objekat m</w:t>
            </w:r>
            <w:r w:rsidR="00D94810" w:rsidRPr="003D0BA5">
              <w:rPr>
                <w:rFonts w:ascii="Tahoma" w:hAnsi="Tahoma" w:cs="Tahoma"/>
                <w:sz w:val="18"/>
                <w:szCs w:val="18"/>
              </w:rPr>
              <w:t>etaln</w:t>
            </w:r>
            <w:r w:rsidRPr="003D0BA5">
              <w:rPr>
                <w:rFonts w:ascii="Tahoma" w:hAnsi="Tahoma" w:cs="Tahoma"/>
                <w:sz w:val="18"/>
                <w:szCs w:val="18"/>
              </w:rPr>
              <w:t>e</w:t>
            </w:r>
            <w:r w:rsidR="00D94810" w:rsidRPr="003D0BA5">
              <w:rPr>
                <w:rFonts w:ascii="Tahoma" w:hAnsi="Tahoma" w:cs="Tahoma"/>
                <w:sz w:val="18"/>
                <w:szCs w:val="18"/>
              </w:rPr>
              <w:t xml:space="preserve"> kontrukcij</w:t>
            </w:r>
            <w:r w:rsidRPr="003D0BA5">
              <w:rPr>
                <w:rFonts w:ascii="Tahoma" w:hAnsi="Tahoma" w:cs="Tahoma"/>
                <w:sz w:val="18"/>
                <w:szCs w:val="18"/>
              </w:rPr>
              <w:t>e, kosog ili ravnog krova, sa fasadom od montažno demontažnih prefabrikobanih elemenata ili bez fasade.</w:t>
            </w:r>
          </w:p>
        </w:tc>
      </w:tr>
      <w:tr w:rsidR="003D0BA5" w:rsidRPr="003D0BA5" w14:paraId="1295794B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90C7" w14:textId="77777777" w:rsidR="00AF6646" w:rsidRPr="003D0BA5" w:rsidRDefault="00AF6646" w:rsidP="0011740C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  <w:r w:rsidR="0011740C" w:rsidRPr="003D0BA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E2BB" w14:textId="77777777" w:rsidR="00AF6646" w:rsidRPr="003D0BA5" w:rsidRDefault="00AF6646" w:rsidP="006445AB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01DD" w14:textId="77777777" w:rsidR="00AF6646" w:rsidRPr="003D0BA5" w:rsidRDefault="00AF6646" w:rsidP="00AF664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1137/2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64B5" w14:textId="77777777" w:rsidR="00AF6646" w:rsidRPr="003D0BA5" w:rsidRDefault="00AF6646" w:rsidP="00642A5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Bilbord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637A" w14:textId="77777777" w:rsidR="00AF6646" w:rsidRPr="003D0BA5" w:rsidRDefault="00AF6646" w:rsidP="004866F2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EC20" w14:textId="77777777" w:rsidR="00AF6646" w:rsidRPr="003D0BA5" w:rsidRDefault="00AF6646" w:rsidP="006445AB"/>
        </w:tc>
      </w:tr>
      <w:tr w:rsidR="003D0BA5" w:rsidRPr="003D0BA5" w14:paraId="013DB2B8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FAC8" w14:textId="77777777" w:rsidR="000C74D9" w:rsidRPr="003D0BA5" w:rsidRDefault="000C74D9" w:rsidP="0011740C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  <w:r w:rsidR="0011740C" w:rsidRPr="003D0BA5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778A" w14:textId="77777777" w:rsidR="000C74D9" w:rsidRPr="003D0BA5" w:rsidRDefault="000C74D9" w:rsidP="00F06960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BB67" w14:textId="77777777" w:rsidR="000C74D9" w:rsidRPr="003D0BA5" w:rsidRDefault="000C74D9" w:rsidP="00212442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1137/2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4931" w14:textId="77777777" w:rsidR="000C74D9" w:rsidRPr="003D0BA5" w:rsidRDefault="000C74D9" w:rsidP="00F06960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Bilbord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B06C" w14:textId="77777777" w:rsidR="000C74D9" w:rsidRPr="003D0BA5" w:rsidRDefault="000C74D9" w:rsidP="00F06960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EDFC" w14:textId="77777777" w:rsidR="000C74D9" w:rsidRPr="003D0BA5" w:rsidRDefault="000C74D9" w:rsidP="006445AB"/>
        </w:tc>
      </w:tr>
      <w:tr w:rsidR="003D0BA5" w:rsidRPr="003D0BA5" w14:paraId="23EF0E92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EBF9" w14:textId="77777777" w:rsidR="000C74D9" w:rsidRPr="003D0BA5" w:rsidRDefault="000C74D9" w:rsidP="0011740C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  <w:r w:rsidR="0011740C" w:rsidRPr="003D0BA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92F7" w14:textId="77777777" w:rsidR="000C74D9" w:rsidRPr="003D0BA5" w:rsidRDefault="000C74D9" w:rsidP="00F06960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D50F" w14:textId="77777777" w:rsidR="000C74D9" w:rsidRPr="003D0BA5" w:rsidRDefault="000C74D9" w:rsidP="00212442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1137/2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9DA7" w14:textId="77777777" w:rsidR="000C74D9" w:rsidRPr="003D0BA5" w:rsidRDefault="000C74D9" w:rsidP="00F06960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Bilbord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FD82" w14:textId="77777777" w:rsidR="000C74D9" w:rsidRPr="003D0BA5" w:rsidRDefault="000C74D9" w:rsidP="00F06960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6F84" w14:textId="77777777" w:rsidR="000C74D9" w:rsidRPr="003D0BA5" w:rsidRDefault="000C74D9" w:rsidP="006445AB"/>
        </w:tc>
      </w:tr>
      <w:tr w:rsidR="003D0BA5" w:rsidRPr="003D0BA5" w14:paraId="2B75E38C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7936" w14:textId="77777777" w:rsidR="004F0931" w:rsidRPr="003D0BA5" w:rsidRDefault="004F0931" w:rsidP="0011740C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F4B1" w14:textId="77777777" w:rsidR="004F0931" w:rsidRPr="003D0BA5" w:rsidRDefault="004F0931" w:rsidP="00E8669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0F9B" w14:textId="77777777" w:rsidR="004F0931" w:rsidRPr="003D0BA5" w:rsidRDefault="000F2417" w:rsidP="000F241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985/1</w:t>
            </w:r>
            <w:r w:rsidR="004F0931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76F7" w14:textId="77777777" w:rsidR="004F0931" w:rsidRPr="003D0BA5" w:rsidRDefault="004F0931" w:rsidP="00E8669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AA6A" w14:textId="77777777" w:rsidR="004F0931" w:rsidRPr="003D0BA5" w:rsidRDefault="004F0931" w:rsidP="00E86697">
            <w:r w:rsidRPr="003D0BA5">
              <w:rPr>
                <w:rFonts w:ascii="Tahoma" w:hAnsi="Tahoma" w:cs="Tahoma"/>
                <w:sz w:val="18"/>
                <w:szCs w:val="18"/>
              </w:rPr>
              <w:t>Maksimalno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5F54" w14:textId="77777777" w:rsidR="004F0931" w:rsidRPr="003D0BA5" w:rsidRDefault="00F505FD" w:rsidP="00A772A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highlight w:val="yellow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Na postojećoj betonskoj podlozi terasa natkrivena suncobranima </w:t>
            </w:r>
          </w:p>
        </w:tc>
      </w:tr>
      <w:tr w:rsidR="003D0BA5" w:rsidRPr="003D0BA5" w14:paraId="771DC71B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4292" w14:textId="6ADF71DE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DB18" w14:textId="1920376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EB88" w14:textId="03FA37A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1137/1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2A4" w14:textId="31367F60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Privremeni ugostiteljski objekat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BD4B" w14:textId="12C16111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80m2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DFC7" w14:textId="1FB57ED4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Čelična konstrukcija. Fasada u kombinaciji metal - staklo.</w:t>
            </w:r>
            <w:r w:rsidRPr="003D0BA5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3D0BA5" w:rsidRPr="003D0BA5" w14:paraId="7385C7F3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BD8C" w14:textId="10CF4098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771B" w14:textId="79EDB5D2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1915" w14:textId="2F6538BE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FF0A" w14:textId="593EA9D0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F641" w14:textId="540573C4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80 m2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EA5D" w14:textId="703712E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Čelične konstrukcije, ispune od sendvič panela. Usaglašavanje u pogledu materijalizacije sa susjednim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objektima na istoj parceli.</w:t>
            </w:r>
          </w:p>
        </w:tc>
      </w:tr>
      <w:tr w:rsidR="003D0BA5" w:rsidRPr="003D0BA5" w14:paraId="6E698CEC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B8F2" w14:textId="0BDDD715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65</w:t>
            </w:r>
          </w:p>
        </w:tc>
        <w:tc>
          <w:tcPr>
            <w:tcW w:w="1703" w:type="dxa"/>
          </w:tcPr>
          <w:p w14:paraId="61CEDA54" w14:textId="5890F11B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</w:tcPr>
          <w:p w14:paraId="579AAE1E" w14:textId="50D9E196" w:rsidR="003C6545" w:rsidRPr="003D0BA5" w:rsidRDefault="003C6545" w:rsidP="00AA4369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1348</w:t>
            </w:r>
            <w:r w:rsidR="00AA4369" w:rsidRPr="003D0BA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D0BA5">
              <w:rPr>
                <w:rFonts w:ascii="Tahoma" w:hAnsi="Tahoma" w:cs="Tahoma"/>
                <w:sz w:val="18"/>
                <w:szCs w:val="18"/>
              </w:rPr>
              <w:t>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9A6D" w14:textId="50009972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Privremeni ugostiteljski objekat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2628" w14:textId="420B9004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5mx7m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AF35" w14:textId="50A0CEFB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Zadržavanje postojećeg privremenog objekta uz usaglašavanje u pogledu materijalizacije sa susjednim objektima na istoj parceli.</w:t>
            </w:r>
            <w:r w:rsidRPr="003D0BA5">
              <w:rPr>
                <w:rFonts w:ascii="Tahoma" w:hAnsi="Tahoma" w:cs="Tahoma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3D0BA5" w:rsidRPr="003D0BA5" w14:paraId="3BCAAECC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51BE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66</w:t>
            </w:r>
          </w:p>
          <w:p w14:paraId="3319C8B5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74EA0E8D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23CB" w14:textId="7F3583B1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</w:tcPr>
          <w:p w14:paraId="0E93043B" w14:textId="430A297E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1146/1,1145 i 1138/15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0AF9" w14:textId="77E69AEA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Montažni objekat za pranje vozila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CD7F" w14:textId="64D20289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4F35" w14:textId="55349446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Sve upotrebljene vode prikupiti i tretirati na separatoru masti i ulja, a potom zbrinuti </w:t>
            </w:r>
            <w:r w:rsidR="001D5D13" w:rsidRPr="003D0BA5">
              <w:rPr>
                <w:rFonts w:ascii="Tahoma" w:hAnsi="Tahoma" w:cs="Tahoma"/>
                <w:sz w:val="18"/>
                <w:szCs w:val="18"/>
              </w:rPr>
              <w:t xml:space="preserve">u skladu sa odgovarajućim Pravimikom.  </w:t>
            </w:r>
          </w:p>
        </w:tc>
      </w:tr>
      <w:tr w:rsidR="003D0BA5" w:rsidRPr="003D0BA5" w14:paraId="2928EE51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4E59" w14:textId="1DEDF700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667A" w14:textId="4D297D9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2E5D" w14:textId="4BC4B5DE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212/1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69AC" w14:textId="5481EA93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Montažna parking garaža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B4B1" w14:textId="1710FCF2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48m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AF89" w14:textId="01C486D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Čelične konstrukcije, ispune od sendvič panela. Usaglašavanje u pogledu materijalizacije sa objektom na parceli.</w:t>
            </w:r>
          </w:p>
        </w:tc>
      </w:tr>
      <w:tr w:rsidR="003D0BA5" w:rsidRPr="003D0BA5" w14:paraId="49504477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6EFB" w14:textId="494E295A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123" w14:textId="56954D4B" w:rsidR="003C6545" w:rsidRPr="003D0BA5" w:rsidRDefault="003C6545" w:rsidP="00AA4369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285" w14:textId="38C309CB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303/3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F3E2" w14:textId="2D5B788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Privremeno skladište otpada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AD55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Vaga P≈60m2</w:t>
            </w:r>
          </w:p>
          <w:p w14:paraId="0BA56B00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Prijemna kućica </w:t>
            </w:r>
          </w:p>
          <w:p w14:paraId="64069FA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35m2</w:t>
            </w:r>
          </w:p>
          <w:p w14:paraId="6D280D3A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35560E74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6D6C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lokaciji se predviđa montažno – demontažna vaga sa kućicom za mjerenje otpada koji se odlaže na drugoj lokaciji.</w:t>
            </w:r>
          </w:p>
          <w:p w14:paraId="41753A74" w14:textId="783E03DE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Otpadne vode </w:t>
            </w:r>
            <w:r w:rsidR="001D5D13" w:rsidRPr="003D0BA5">
              <w:rPr>
                <w:rFonts w:ascii="Tahoma" w:hAnsi="Tahoma" w:cs="Tahoma"/>
                <w:sz w:val="18"/>
                <w:szCs w:val="18"/>
              </w:rPr>
              <w:t xml:space="preserve">zbrinuti u skladu sa odgovarajućim Pravimikom, </w:t>
            </w:r>
            <w:r w:rsidRPr="003D0BA5">
              <w:rPr>
                <w:rFonts w:ascii="Tahoma" w:hAnsi="Tahoma" w:cs="Tahoma"/>
                <w:sz w:val="18"/>
                <w:szCs w:val="18"/>
              </w:rPr>
              <w:t>kako je propisano Smjernicama zaštite prirode i životne sredine tekstualnog dijela programa.</w:t>
            </w:r>
          </w:p>
        </w:tc>
      </w:tr>
      <w:tr w:rsidR="003D0BA5" w:rsidRPr="003D0BA5" w14:paraId="4B04F506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C921" w14:textId="7977EB1C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703" w:type="dxa"/>
          </w:tcPr>
          <w:p w14:paraId="3762F6AB" w14:textId="08839161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C560" w14:textId="3A6CE19F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1292/1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EA1D" w14:textId="7E18711E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Privremeni ugostiteljski objekat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2624" w14:textId="0AB87C5F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50m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EE5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Od trajnih materijala, metalne konstrukcije, ispune od sendvič panela i fasadnih laminata. Dvovodni kosi krov ili jednovodni skriveni. Usaglašavanje u pogledu materijalizacije sa objektom na parceli.</w:t>
            </w:r>
          </w:p>
          <w:p w14:paraId="11CEF11F" w14:textId="4469EFF6" w:rsidR="003C6545" w:rsidRPr="003D0BA5" w:rsidRDefault="001D5D13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Otpadne vode zbrinuti u skladu sa odgovarajućim Pravimikom, kako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je propisano Smjernicama zaštite prirode i životne sredine tekstualnog dijela programa.</w:t>
            </w:r>
          </w:p>
        </w:tc>
      </w:tr>
      <w:tr w:rsidR="003D0BA5" w:rsidRPr="003D0BA5" w14:paraId="51FE1715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F995" w14:textId="2456E76B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71</w:t>
            </w:r>
          </w:p>
        </w:tc>
        <w:tc>
          <w:tcPr>
            <w:tcW w:w="1703" w:type="dxa"/>
          </w:tcPr>
          <w:p w14:paraId="0504B10F" w14:textId="34F8CAA4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3D74" w14:textId="4782B61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1292/1 KO Bijelo Polje</w:t>
            </w:r>
          </w:p>
        </w:tc>
        <w:tc>
          <w:tcPr>
            <w:tcW w:w="1985" w:type="dxa"/>
          </w:tcPr>
          <w:p w14:paraId="1D875D0A" w14:textId="7C907940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1090" w14:textId="4D8897D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30m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4C8B" w14:textId="0C35FC3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suncobranima ili tendom.</w:t>
            </w:r>
          </w:p>
        </w:tc>
      </w:tr>
      <w:tr w:rsidR="003D0BA5" w:rsidRPr="003D0BA5" w14:paraId="2CB20F13" w14:textId="77777777" w:rsidTr="00040923">
        <w:trPr>
          <w:trHeight w:val="5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B8E2" w14:textId="0E1A3735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72</w:t>
            </w:r>
          </w:p>
        </w:tc>
        <w:tc>
          <w:tcPr>
            <w:tcW w:w="1703" w:type="dxa"/>
          </w:tcPr>
          <w:p w14:paraId="0BEEB003" w14:textId="1EC4A294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2ADF" w14:textId="789DD5B0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1263 KO Bijelo Polje</w:t>
            </w:r>
          </w:p>
        </w:tc>
        <w:tc>
          <w:tcPr>
            <w:tcW w:w="1985" w:type="dxa"/>
          </w:tcPr>
          <w:p w14:paraId="4BF0874D" w14:textId="5A1BBD8B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0A5F" w14:textId="77777777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P=36m²</w:t>
            </w:r>
            <w:r w:rsidR="004E56AA"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zatvorena</w:t>
            </w:r>
          </w:p>
          <w:p w14:paraId="65836A17" w14:textId="36AED2B7" w:rsidR="004E56AA" w:rsidRPr="003D0BA5" w:rsidRDefault="004E56AA" w:rsidP="003C6545">
            <w:pPr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P=8m²ot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vorena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DB61" w14:textId="08F9B8C5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terasa.</w:t>
            </w:r>
          </w:p>
        </w:tc>
      </w:tr>
      <w:tr w:rsidR="003D0BA5" w:rsidRPr="003D0BA5" w14:paraId="3376B4F3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B1AC" w14:textId="3676C148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74</w:t>
            </w:r>
          </w:p>
        </w:tc>
        <w:tc>
          <w:tcPr>
            <w:tcW w:w="1703" w:type="dxa"/>
          </w:tcPr>
          <w:p w14:paraId="4A09DB7D" w14:textId="04E1AA72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399A" w14:textId="60548F3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1654/1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B810" w14:textId="2707D700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2609" w14:textId="72CFEB8C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P=11 m²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1A97" w14:textId="2D8C3DD1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Usaglašavanje u pogledu materijalizacije sa susjednim objektima na istoj parceli.</w:t>
            </w:r>
          </w:p>
        </w:tc>
      </w:tr>
      <w:tr w:rsidR="003D0BA5" w:rsidRPr="003D0BA5" w14:paraId="3D95D346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40E9" w14:textId="782C3A63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0040" w14:textId="53C8E266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7210" w14:textId="5CA23566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487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AF59" w14:textId="55E77BCB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B383" w14:textId="2C85109C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P=7.5m2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7BAF" w14:textId="07DAFFCD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Objekat za trgovinu i usluge. Aluminijske plastificirane ili čelične pocinčane kutije obojene bijelom bojom.</w:t>
            </w:r>
          </w:p>
        </w:tc>
      </w:tr>
      <w:tr w:rsidR="003D0BA5" w:rsidRPr="003D0BA5" w14:paraId="3DB52AC3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4C02" w14:textId="779407C1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D560" w14:textId="04FA5E5E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85E3" w14:textId="1402FB51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1350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3047" w14:textId="51700A9F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F354" w14:textId="52545871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P=12m2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A7B2" w14:textId="08D1C95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Objekat za trgovinu i usluge. Aluminijske plastificirane ili čelične pocinčane kutije obojene bijelom bojom.</w:t>
            </w:r>
          </w:p>
        </w:tc>
      </w:tr>
      <w:tr w:rsidR="003D0BA5" w:rsidRPr="003D0BA5" w14:paraId="2CFF1AD7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EA6E" w14:textId="73268DE2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5FAA" w14:textId="291E1189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F790" w14:textId="0193871F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356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4459" w14:textId="13B35548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FFE5" w14:textId="61DB544B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P=12m2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CDE1" w14:textId="363D9BDF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Objekat za trgovinu i usluge. Aluminijske plastificirane ili čelične pocinčane kutije obojene tamno sivom bojom.</w:t>
            </w:r>
          </w:p>
        </w:tc>
      </w:tr>
      <w:tr w:rsidR="003D0BA5" w:rsidRPr="003D0BA5" w14:paraId="2A95A645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C917" w14:textId="0B8AC967" w:rsidR="00891E89" w:rsidRPr="003D0BA5" w:rsidRDefault="00891E89" w:rsidP="00891E89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6CC4" w14:textId="022A2451" w:rsidR="00891E89" w:rsidRPr="003D0BA5" w:rsidRDefault="00891E89" w:rsidP="00891E89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8D3E" w14:textId="13D2D7FB" w:rsidR="00891E89" w:rsidRPr="003D0BA5" w:rsidRDefault="00891E89" w:rsidP="00891E89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</w:t>
            </w:r>
            <w:r w:rsidR="00533620" w:rsidRPr="003D0BA5">
              <w:rPr>
                <w:rFonts w:ascii="Tahoma" w:hAnsi="Tahoma" w:cs="Tahoma"/>
                <w:sz w:val="18"/>
                <w:szCs w:val="18"/>
              </w:rPr>
              <w:t>95</w:t>
            </w:r>
            <w:r w:rsidRPr="003D0BA5">
              <w:rPr>
                <w:rFonts w:ascii="Tahoma" w:hAnsi="Tahoma" w:cs="Tahoma"/>
                <w:sz w:val="18"/>
                <w:szCs w:val="18"/>
              </w:rPr>
              <w:t>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F0C" w14:textId="4BE61126" w:rsidR="00891E89" w:rsidRPr="003D0BA5" w:rsidRDefault="00891E89" w:rsidP="00891E89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Montažna parking garaža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EBEF" w14:textId="215D695B" w:rsidR="00891E89" w:rsidRPr="003D0BA5" w:rsidRDefault="00891E89" w:rsidP="00891E89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="00533620" w:rsidRPr="003D0BA5">
              <w:rPr>
                <w:rFonts w:ascii="Tahoma" w:hAnsi="Tahoma" w:cs="Tahoma"/>
                <w:sz w:val="18"/>
                <w:szCs w:val="18"/>
              </w:rPr>
              <w:t>12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218" w14:textId="518C50EF" w:rsidR="00891E89" w:rsidRPr="003D0BA5" w:rsidRDefault="00891E89" w:rsidP="00891E89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Čelične konstrukcije, ispune od sendvič panela. Usaglašavanje u pogledu materijalizacije sa objektom na parceli.</w:t>
            </w:r>
          </w:p>
        </w:tc>
      </w:tr>
      <w:tr w:rsidR="003D0BA5" w:rsidRPr="003D0BA5" w14:paraId="075B08A4" w14:textId="77777777" w:rsidTr="001463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BD38" w14:textId="0EE749ED" w:rsidR="0010605B" w:rsidRPr="003D0BA5" w:rsidRDefault="0010605B" w:rsidP="0010605B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F950" w14:textId="10490F47" w:rsidR="0010605B" w:rsidRPr="003D0BA5" w:rsidRDefault="0010605B" w:rsidP="0010605B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6872" w14:textId="528F1CE3" w:rsidR="0010605B" w:rsidRPr="003D0BA5" w:rsidRDefault="0010605B" w:rsidP="0010605B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1799/1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DD50" w14:textId="56109209" w:rsidR="0010605B" w:rsidRPr="003D0BA5" w:rsidRDefault="0010605B" w:rsidP="0010605B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48AB" w14:textId="54BF4F2A" w:rsidR="0010605B" w:rsidRPr="003D0BA5" w:rsidRDefault="0010605B" w:rsidP="0010605B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6C51" w14:textId="77777777" w:rsidR="0010605B" w:rsidRPr="003D0BA5" w:rsidRDefault="0010605B" w:rsidP="0010605B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6B2D443D" w14:textId="77777777" w:rsidTr="00AC002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90C4" w14:textId="01A68EC1" w:rsidR="009B7575" w:rsidRPr="003D0BA5" w:rsidRDefault="009B7575" w:rsidP="009B757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703" w:type="dxa"/>
          </w:tcPr>
          <w:p w14:paraId="60429507" w14:textId="47EFE3BE" w:rsidR="009B7575" w:rsidRPr="003D0BA5" w:rsidRDefault="009B7575" w:rsidP="009B757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280C" w14:textId="78CA65EE" w:rsidR="009B7575" w:rsidRPr="003D0BA5" w:rsidRDefault="009B7575" w:rsidP="009B757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1350 KO Bijelo Polje</w:t>
            </w:r>
          </w:p>
        </w:tc>
        <w:tc>
          <w:tcPr>
            <w:tcW w:w="1985" w:type="dxa"/>
          </w:tcPr>
          <w:p w14:paraId="6B7953E3" w14:textId="0E4A1517" w:rsidR="009B7575" w:rsidRPr="003D0BA5" w:rsidRDefault="009B7575" w:rsidP="009B757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0B4D" w14:textId="4B17CA81" w:rsidR="009B7575" w:rsidRPr="003D0BA5" w:rsidRDefault="009B7575" w:rsidP="009B757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P=36m²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48BC" w14:textId="2EC409B4" w:rsidR="009B7575" w:rsidRPr="003D0BA5" w:rsidRDefault="009B7575" w:rsidP="009B757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Na postojećoj podlozi terasa sa </w:t>
            </w:r>
            <w:r w:rsidR="000B7F86" w:rsidRPr="003D0BA5">
              <w:rPr>
                <w:rFonts w:ascii="Tahoma" w:hAnsi="Tahoma" w:cs="Tahoma"/>
                <w:sz w:val="18"/>
                <w:szCs w:val="18"/>
              </w:rPr>
              <w:t>š</w:t>
            </w:r>
            <w:r w:rsidRPr="003D0BA5">
              <w:rPr>
                <w:rFonts w:ascii="Tahoma" w:hAnsi="Tahoma" w:cs="Tahoma"/>
                <w:sz w:val="18"/>
                <w:szCs w:val="18"/>
              </w:rPr>
              <w:t>ankom, natkrivena suncobranima.</w:t>
            </w:r>
          </w:p>
        </w:tc>
      </w:tr>
      <w:tr w:rsidR="003D0BA5" w:rsidRPr="003D0BA5" w14:paraId="1D163613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FF1" w14:textId="2D6C75D9" w:rsidR="001F5B9A" w:rsidRPr="003D0BA5" w:rsidRDefault="001F5B9A" w:rsidP="001F5B9A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8D2B" w14:textId="2E19925F" w:rsidR="001F5B9A" w:rsidRPr="003D0BA5" w:rsidRDefault="001F5B9A" w:rsidP="001F5B9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8270" w14:textId="26111ACF" w:rsidR="001F5B9A" w:rsidRPr="003D0BA5" w:rsidRDefault="001F5B9A" w:rsidP="001F5B9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1799/1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D808" w14:textId="793E37EF" w:rsidR="001F5B9A" w:rsidRPr="003D0BA5" w:rsidRDefault="001F5B9A" w:rsidP="001F5B9A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8079" w14:textId="62F4C9A1" w:rsidR="001F5B9A" w:rsidRPr="003D0BA5" w:rsidRDefault="001F5B9A" w:rsidP="001F5B9A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8C6F" w14:textId="77777777" w:rsidR="001F5B9A" w:rsidRPr="003D0BA5" w:rsidRDefault="001F5B9A" w:rsidP="001F5B9A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58FC8084" w14:textId="77777777" w:rsidTr="005142A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E059" w14:textId="5A03E4AE" w:rsidR="007C38F0" w:rsidRPr="003D0BA5" w:rsidRDefault="007C38F0" w:rsidP="007C38F0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82</w:t>
            </w:r>
          </w:p>
        </w:tc>
        <w:tc>
          <w:tcPr>
            <w:tcW w:w="1703" w:type="dxa"/>
          </w:tcPr>
          <w:p w14:paraId="781B7079" w14:textId="110D8669" w:rsidR="007C38F0" w:rsidRPr="003D0BA5" w:rsidRDefault="007C38F0" w:rsidP="007C38F0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D05C" w14:textId="67998AF8" w:rsidR="007C38F0" w:rsidRPr="003D0BA5" w:rsidRDefault="007C38F0" w:rsidP="007C38F0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1156/1 KO Bijelo Polje</w:t>
            </w:r>
          </w:p>
        </w:tc>
        <w:tc>
          <w:tcPr>
            <w:tcW w:w="1985" w:type="dxa"/>
          </w:tcPr>
          <w:p w14:paraId="336443BF" w14:textId="08B854D5" w:rsidR="007C38F0" w:rsidRPr="003D0BA5" w:rsidRDefault="007C38F0" w:rsidP="007C38F0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C690" w14:textId="08753AB1" w:rsidR="007C38F0" w:rsidRPr="003D0BA5" w:rsidRDefault="007C38F0" w:rsidP="007C38F0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P=6m²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436C" w14:textId="32F70FDB" w:rsidR="007C38F0" w:rsidRPr="003D0BA5" w:rsidRDefault="007C38F0" w:rsidP="007C38F0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sa šankom, natkrivena suncobranima.</w:t>
            </w:r>
          </w:p>
        </w:tc>
      </w:tr>
      <w:tr w:rsidR="00376B76" w:rsidRPr="003D0BA5" w14:paraId="3C4E8CA7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B46C" w14:textId="60087178" w:rsidR="00376B76" w:rsidRPr="003D0BA5" w:rsidRDefault="00376B76" w:rsidP="00376B7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83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601D" w14:textId="4A179769" w:rsidR="00376B76" w:rsidRPr="003D0BA5" w:rsidRDefault="00376B76" w:rsidP="00376B7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F9F2" w14:textId="26C6A2DF" w:rsidR="00376B76" w:rsidRPr="003D0BA5" w:rsidRDefault="00376B76" w:rsidP="00376B7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304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A8B4" w14:textId="73401EE1" w:rsidR="00376B76" w:rsidRPr="003D0BA5" w:rsidRDefault="00376B76" w:rsidP="00376B7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01E5" w14:textId="7DED935F" w:rsidR="00376B76" w:rsidRPr="003D0BA5" w:rsidRDefault="00376B76" w:rsidP="00376B7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7574" w14:textId="77777777" w:rsidR="00376B76" w:rsidRPr="003D0BA5" w:rsidRDefault="00376B76" w:rsidP="00376B7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4A73704" w14:textId="77777777" w:rsidR="00063D0D" w:rsidRPr="003D0BA5" w:rsidRDefault="00063D0D" w:rsidP="0086256C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7DF68764" w14:textId="77777777" w:rsidR="0086256C" w:rsidRPr="003D0BA5" w:rsidRDefault="0086256C" w:rsidP="0086256C">
      <w:pPr>
        <w:jc w:val="both"/>
        <w:rPr>
          <w:rFonts w:ascii="Tahoma" w:hAnsi="Tahoma" w:cs="Tahoma"/>
          <w:b/>
          <w:sz w:val="22"/>
          <w:szCs w:val="22"/>
          <w:lang w:val="sl-SI"/>
        </w:rPr>
      </w:pPr>
      <w:r w:rsidRPr="003D0BA5">
        <w:rPr>
          <w:rFonts w:ascii="Tahoma" w:hAnsi="Tahoma" w:cs="Tahoma"/>
          <w:b/>
          <w:sz w:val="22"/>
          <w:szCs w:val="22"/>
          <w:lang w:val="sl-SI"/>
        </w:rPr>
        <w:t xml:space="preserve">ZONA </w:t>
      </w:r>
      <w:r w:rsidR="001F2862" w:rsidRPr="003D0BA5">
        <w:rPr>
          <w:rFonts w:ascii="Tahoma" w:hAnsi="Tahoma" w:cs="Tahoma"/>
          <w:b/>
          <w:sz w:val="22"/>
          <w:szCs w:val="22"/>
          <w:lang w:val="sl-SI"/>
        </w:rPr>
        <w:t>III</w:t>
      </w:r>
    </w:p>
    <w:p w14:paraId="75B4F997" w14:textId="77777777" w:rsidR="0086256C" w:rsidRPr="003D0BA5" w:rsidRDefault="0086256C" w:rsidP="0086256C">
      <w:pPr>
        <w:jc w:val="both"/>
        <w:rPr>
          <w:rFonts w:ascii="Tahoma" w:hAnsi="Tahoma" w:cs="Tahoma"/>
          <w:b/>
          <w:sz w:val="20"/>
        </w:rPr>
      </w:pPr>
    </w:p>
    <w:tbl>
      <w:tblPr>
        <w:tblW w:w="990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703"/>
        <w:gridCol w:w="1701"/>
        <w:gridCol w:w="1985"/>
        <w:gridCol w:w="1701"/>
        <w:gridCol w:w="2103"/>
      </w:tblGrid>
      <w:tr w:rsidR="003D0BA5" w:rsidRPr="003D0BA5" w14:paraId="253422ED" w14:textId="77777777" w:rsidTr="00D52F84">
        <w:trPr>
          <w:tblHeader/>
        </w:trPr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D81635" w14:textId="77777777" w:rsidR="0086256C" w:rsidRPr="003D0BA5" w:rsidRDefault="0086256C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br lok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D8CEF1" w14:textId="77777777" w:rsidR="0086256C" w:rsidRPr="003D0BA5" w:rsidRDefault="0086256C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načinu na koji je prišvršćen za tlo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7A54E" w14:textId="77777777" w:rsidR="0086256C" w:rsidRPr="003D0BA5" w:rsidRDefault="0086256C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katastarska parcela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DD6C31" w14:textId="77777777" w:rsidR="0086256C" w:rsidRPr="003D0BA5" w:rsidRDefault="0086256C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namjeni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8C58E2" w14:textId="77777777" w:rsidR="0086256C" w:rsidRPr="003D0BA5" w:rsidRDefault="0086256C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dimenzije</w:t>
            </w:r>
          </w:p>
        </w:tc>
        <w:tc>
          <w:tcPr>
            <w:tcW w:w="2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AC212" w14:textId="77777777" w:rsidR="0086256C" w:rsidRPr="003D0BA5" w:rsidRDefault="0086256C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opis privremenog objekta</w:t>
            </w:r>
          </w:p>
        </w:tc>
      </w:tr>
      <w:tr w:rsidR="003D0BA5" w:rsidRPr="003D0BA5" w14:paraId="6500FE10" w14:textId="77777777" w:rsidTr="00D52F84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B7A3" w14:textId="77777777" w:rsidR="00AB196D" w:rsidRPr="003D0BA5" w:rsidRDefault="00AB196D" w:rsidP="006F7FA3">
            <w:pPr>
              <w:tabs>
                <w:tab w:val="left" w:pos="5103"/>
              </w:tabs>
              <w:ind w:left="37"/>
              <w:jc w:val="both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C461" w14:textId="77777777" w:rsidR="00AB196D" w:rsidRPr="003D0BA5" w:rsidRDefault="00FE3EFB" w:rsidP="000C0514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80BF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2350/1, </w:t>
            </w: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 xml:space="preserve">2354 </w:t>
            </w:r>
            <w:r w:rsidRPr="003D0BA5">
              <w:rPr>
                <w:rFonts w:ascii="Tahoma" w:hAnsi="Tahoma" w:cs="Tahoma"/>
                <w:sz w:val="18"/>
                <w:szCs w:val="18"/>
              </w:rPr>
              <w:t>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127A" w14:textId="77777777" w:rsidR="00AB196D" w:rsidRPr="003D0BA5" w:rsidRDefault="00AB196D" w:rsidP="00AB196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Pasarela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AC29" w14:textId="77777777" w:rsidR="00AB196D" w:rsidRPr="003D0BA5" w:rsidRDefault="00A7674D" w:rsidP="00AB196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Dužina o</w:t>
            </w:r>
            <w:r w:rsidR="00AB196D" w:rsidRPr="003D0BA5">
              <w:rPr>
                <w:rFonts w:ascii="Tahoma" w:hAnsi="Tahoma" w:cs="Tahoma"/>
                <w:sz w:val="18"/>
                <w:szCs w:val="18"/>
              </w:rPr>
              <w:t>ko 100m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7291" w14:textId="77777777" w:rsidR="00AB196D" w:rsidRPr="003D0BA5" w:rsidRDefault="00AB196D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trike/>
                <w:sz w:val="18"/>
                <w:szCs w:val="18"/>
              </w:rPr>
            </w:pPr>
          </w:p>
        </w:tc>
      </w:tr>
      <w:tr w:rsidR="003D0BA5" w:rsidRPr="003D0BA5" w14:paraId="785F67D8" w14:textId="77777777" w:rsidTr="00D52F84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A066" w14:textId="77777777" w:rsidR="00E570A3" w:rsidRPr="003D0BA5" w:rsidRDefault="00E570A3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5B2C" w14:textId="77777777" w:rsidR="00E570A3" w:rsidRPr="003D0BA5" w:rsidRDefault="00E570A3" w:rsidP="000C0514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Montažno demontažni </w:t>
            </w:r>
            <w:r w:rsidR="000C0514" w:rsidRPr="003D0BA5">
              <w:rPr>
                <w:rFonts w:ascii="Tahoma" w:hAnsi="Tahoma" w:cs="Tahoma"/>
                <w:sz w:val="18"/>
                <w:szCs w:val="18"/>
              </w:rPr>
              <w:t>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7309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2350/1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081F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Spasilačka osmatračnica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5DCF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B227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57C13911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B5F6" w14:textId="77777777" w:rsidR="00E570A3" w:rsidRPr="003D0BA5" w:rsidRDefault="00E570A3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9F2A" w14:textId="77777777" w:rsidR="00E570A3" w:rsidRPr="003D0BA5" w:rsidRDefault="00E570A3" w:rsidP="000C0514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17C1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2350/1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0695" w14:textId="77777777" w:rsidR="00E570A3" w:rsidRPr="003D0BA5" w:rsidRDefault="00E570A3" w:rsidP="00A7674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Pokretna toaletna kabina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2FD5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F6F1" w14:textId="77777777" w:rsidR="00E570A3" w:rsidRPr="003D0BA5" w:rsidRDefault="00E570A3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3D0BA5" w:rsidRPr="003D0BA5" w14:paraId="1700B5AE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1FE3" w14:textId="77777777" w:rsidR="00E570A3" w:rsidRPr="003D0BA5" w:rsidRDefault="00E570A3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11B8" w14:textId="77777777" w:rsidR="00E570A3" w:rsidRPr="003D0BA5" w:rsidRDefault="00E570A3" w:rsidP="000C0514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99E8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2350/1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3FDD" w14:textId="77777777" w:rsidR="00E570A3" w:rsidRPr="003D0BA5" w:rsidRDefault="00E570A3" w:rsidP="00A7674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Kabina za presvlačenje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A7F3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E4A1" w14:textId="77777777" w:rsidR="00E570A3" w:rsidRPr="003D0BA5" w:rsidRDefault="00E570A3" w:rsidP="006F7FA3"/>
        </w:tc>
      </w:tr>
      <w:tr w:rsidR="003D0BA5" w:rsidRPr="003D0BA5" w14:paraId="2387CA99" w14:textId="77777777" w:rsidTr="006E1DEE">
        <w:trPr>
          <w:trHeight w:val="60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88BD" w14:textId="77777777" w:rsidR="00E570A3" w:rsidRPr="003D0BA5" w:rsidRDefault="00E570A3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7ACC" w14:textId="77777777" w:rsidR="00E570A3" w:rsidRPr="003D0BA5" w:rsidRDefault="00E570A3" w:rsidP="000C0514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D088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2350/1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C4E1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Plažni tuševi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AC8D" w14:textId="77777777" w:rsidR="00E570A3" w:rsidRPr="003D0BA5" w:rsidRDefault="00E570A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7BA3" w14:textId="77777777" w:rsidR="00E570A3" w:rsidRPr="003D0BA5" w:rsidRDefault="00E570A3" w:rsidP="006F7FA3"/>
        </w:tc>
      </w:tr>
      <w:tr w:rsidR="003D0BA5" w:rsidRPr="003D0BA5" w14:paraId="6E81E727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13C5" w14:textId="77777777" w:rsidR="00FE3EFB" w:rsidRPr="003D0BA5" w:rsidRDefault="00FE3EFB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2B49" w14:textId="77777777" w:rsidR="00FE3EFB" w:rsidRPr="003D0BA5" w:rsidRDefault="00FE3EFB" w:rsidP="00FE3EFB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</w:t>
            </w:r>
            <w:r w:rsidR="000C0514" w:rsidRPr="003D0BA5">
              <w:rPr>
                <w:rFonts w:ascii="Tahoma" w:hAnsi="Tahoma" w:cs="Tahoma"/>
                <w:sz w:val="18"/>
                <w:szCs w:val="18"/>
              </w:rPr>
              <w:t xml:space="preserve">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4445" w14:textId="77777777" w:rsidR="00FE3EFB" w:rsidRPr="003D0BA5" w:rsidRDefault="00FE3EFB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152/2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E01C" w14:textId="77777777" w:rsidR="00FE3EFB" w:rsidRPr="003D0BA5" w:rsidRDefault="00FE3EFB" w:rsidP="00FE3EFB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Objekat za trgovinu i usluge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723A" w14:textId="77777777" w:rsidR="00FE3EFB" w:rsidRPr="003D0BA5" w:rsidRDefault="00FE3EFB" w:rsidP="00FE3EFB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50m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1607" w14:textId="4243461D" w:rsidR="00FE3EFB" w:rsidRPr="003D0BA5" w:rsidRDefault="001D5D13" w:rsidP="006F7FA3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0CCF0D3D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0CBB" w14:textId="77777777" w:rsidR="00FE3EFB" w:rsidRPr="003D0BA5" w:rsidRDefault="00FE3EFB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430B" w14:textId="77777777" w:rsidR="00FE3EFB" w:rsidRPr="003D0BA5" w:rsidRDefault="0074308A" w:rsidP="0074308A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C00E" w14:textId="77777777" w:rsidR="00FE3EFB" w:rsidRPr="003D0BA5" w:rsidRDefault="00FE3EFB">
            <w:r w:rsidRPr="003D0BA5">
              <w:rPr>
                <w:rFonts w:ascii="Tahoma" w:hAnsi="Tahoma" w:cs="Tahoma"/>
                <w:sz w:val="18"/>
                <w:szCs w:val="18"/>
              </w:rPr>
              <w:t>1392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C8BA" w14:textId="77777777" w:rsidR="00FE3EFB" w:rsidRPr="003D0BA5" w:rsidRDefault="00EA029E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 ili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7A22" w14:textId="77777777" w:rsidR="00FE3EFB" w:rsidRPr="003D0BA5" w:rsidRDefault="00EA029E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FE3EFB" w:rsidRPr="003D0BA5">
              <w:rPr>
                <w:rFonts w:ascii="Tahoma" w:hAnsi="Tahoma" w:cs="Tahoma"/>
                <w:caps/>
                <w:sz w:val="18"/>
                <w:szCs w:val="18"/>
              </w:rPr>
              <w:t>74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6024" w14:textId="7F5239E4" w:rsidR="00FE3EFB" w:rsidRPr="003D0BA5" w:rsidRDefault="001D5D13" w:rsidP="006F7FA3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3E25A933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D8F" w14:textId="77777777" w:rsidR="00D8691D" w:rsidRPr="003D0BA5" w:rsidRDefault="00D8691D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B430" w14:textId="77777777" w:rsidR="00D8691D" w:rsidRPr="003D0BA5" w:rsidRDefault="00D8691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</w:t>
            </w:r>
            <w:r w:rsidR="0074308A" w:rsidRPr="003D0BA5">
              <w:rPr>
                <w:rFonts w:ascii="Tahoma" w:hAnsi="Tahoma" w:cs="Tahoma"/>
                <w:sz w:val="18"/>
                <w:szCs w:val="18"/>
              </w:rPr>
              <w:t xml:space="preserve">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7E69" w14:textId="30F24510" w:rsidR="00D8691D" w:rsidRPr="003D0BA5" w:rsidRDefault="00D8691D">
            <w:r w:rsidRPr="003D0BA5">
              <w:rPr>
                <w:rFonts w:ascii="Tahoma" w:hAnsi="Tahoma" w:cs="Tahoma"/>
                <w:sz w:val="18"/>
                <w:szCs w:val="18"/>
              </w:rPr>
              <w:t>1618</w:t>
            </w:r>
            <w:r w:rsidR="00015149" w:rsidRPr="003D0BA5">
              <w:rPr>
                <w:rFonts w:ascii="Tahoma" w:hAnsi="Tahoma" w:cs="Tahoma"/>
                <w:sz w:val="18"/>
                <w:szCs w:val="18"/>
              </w:rPr>
              <w:t>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6E58" w14:textId="77777777" w:rsidR="00D8691D" w:rsidRPr="003D0BA5" w:rsidRDefault="00D8691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Mjerno mjesto-stanica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E489" w14:textId="77777777" w:rsidR="00D8691D" w:rsidRPr="003D0BA5" w:rsidRDefault="00EA029E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D8691D" w:rsidRPr="003D0BA5">
              <w:rPr>
                <w:rFonts w:ascii="Tahoma" w:hAnsi="Tahoma" w:cs="Tahoma"/>
                <w:sz w:val="18"/>
                <w:szCs w:val="18"/>
              </w:rPr>
              <w:t>71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28F3" w14:textId="07753C68" w:rsidR="00D8691D" w:rsidRPr="003D0BA5" w:rsidRDefault="00D8691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3D0BA5" w:rsidRPr="003D0BA5" w14:paraId="577E67B3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E8D6" w14:textId="77777777" w:rsidR="00D8691D" w:rsidRPr="003D0BA5" w:rsidRDefault="00D8691D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3562" w14:textId="77777777" w:rsidR="00D8691D" w:rsidRPr="003D0BA5" w:rsidRDefault="0074308A" w:rsidP="0074308A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A9B3" w14:textId="784A12D0" w:rsidR="00D8691D" w:rsidRPr="003D0BA5" w:rsidRDefault="00D8691D">
            <w:r w:rsidRPr="003D0BA5">
              <w:rPr>
                <w:rFonts w:ascii="Tahoma" w:hAnsi="Tahoma" w:cs="Tahoma"/>
                <w:sz w:val="18"/>
                <w:szCs w:val="18"/>
              </w:rPr>
              <w:t>1618</w:t>
            </w:r>
            <w:r w:rsidR="00015149" w:rsidRPr="003D0BA5">
              <w:rPr>
                <w:rFonts w:ascii="Tahoma" w:hAnsi="Tahoma" w:cs="Tahoma"/>
                <w:sz w:val="18"/>
                <w:szCs w:val="18"/>
              </w:rPr>
              <w:t>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FB3C" w14:textId="77777777" w:rsidR="00D8691D" w:rsidRPr="003D0BA5" w:rsidRDefault="00D8691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2A61" w14:textId="77777777" w:rsidR="00D8691D" w:rsidRPr="003D0BA5" w:rsidRDefault="00EA029E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D8691D" w:rsidRPr="003D0BA5">
              <w:rPr>
                <w:rFonts w:ascii="Tahoma" w:hAnsi="Tahoma" w:cs="Tahoma"/>
                <w:caps/>
                <w:sz w:val="18"/>
                <w:szCs w:val="18"/>
              </w:rPr>
              <w:t>1060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8F32" w14:textId="64D59997" w:rsidR="00D8691D" w:rsidRPr="003D0BA5" w:rsidRDefault="001D5D13" w:rsidP="006F7FA3">
            <w:pPr>
              <w:rPr>
                <w:lang w:val="sr-Latn-R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79D7D155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2581" w14:textId="77777777" w:rsidR="00D8691D" w:rsidRPr="003D0BA5" w:rsidRDefault="00D8691D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99C9" w14:textId="77777777" w:rsidR="00D8691D" w:rsidRPr="003D0BA5" w:rsidRDefault="0074308A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849" w14:textId="77777777" w:rsidR="00D8691D" w:rsidRPr="003D0BA5" w:rsidRDefault="00D8691D">
            <w:r w:rsidRPr="003D0BA5">
              <w:rPr>
                <w:rFonts w:ascii="Tahoma" w:hAnsi="Tahoma" w:cs="Tahoma"/>
                <w:sz w:val="18"/>
                <w:szCs w:val="18"/>
              </w:rPr>
              <w:t>1930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27D7" w14:textId="77777777" w:rsidR="00D8691D" w:rsidRPr="003D0BA5" w:rsidRDefault="00D8691D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Objekat za trgovinu i usluge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3A1A" w14:textId="77777777" w:rsidR="00D8691D" w:rsidRPr="003D0BA5" w:rsidRDefault="00EA029E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D8691D" w:rsidRPr="003D0BA5">
              <w:rPr>
                <w:rFonts w:ascii="Tahoma" w:hAnsi="Tahoma" w:cs="Tahoma"/>
                <w:caps/>
                <w:sz w:val="18"/>
                <w:szCs w:val="18"/>
              </w:rPr>
              <w:t>36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BD81" w14:textId="00AF6C2D" w:rsidR="00D8691D" w:rsidRPr="003D0BA5" w:rsidRDefault="001D5D13" w:rsidP="006F7FA3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6CADADA7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910E" w14:textId="77777777" w:rsidR="00D8691D" w:rsidRPr="003D0BA5" w:rsidRDefault="00D8691D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12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A492" w14:textId="77777777" w:rsidR="00D8691D" w:rsidRPr="003D0BA5" w:rsidRDefault="0074308A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50C0" w14:textId="77777777" w:rsidR="00D8691D" w:rsidRPr="003D0BA5" w:rsidRDefault="00D8691D">
            <w:r w:rsidRPr="003D0BA5">
              <w:rPr>
                <w:rFonts w:ascii="Tahoma" w:hAnsi="Tahoma" w:cs="Tahoma"/>
                <w:sz w:val="18"/>
                <w:szCs w:val="18"/>
              </w:rPr>
              <w:t>1930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BC2D" w14:textId="77777777" w:rsidR="00D8691D" w:rsidRPr="003D0BA5" w:rsidRDefault="00D8691D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Objekat za trgovinu i usluge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EFDF" w14:textId="77777777" w:rsidR="00D8691D" w:rsidRPr="003D0BA5" w:rsidRDefault="00EA029E" w:rsidP="00EA029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D8691D" w:rsidRPr="003D0BA5">
              <w:rPr>
                <w:rFonts w:ascii="Tahoma" w:hAnsi="Tahoma" w:cs="Tahoma"/>
                <w:caps/>
                <w:sz w:val="18"/>
                <w:szCs w:val="18"/>
              </w:rPr>
              <w:t>36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42F0" w14:textId="780033C7" w:rsidR="00D8691D" w:rsidRPr="003D0BA5" w:rsidRDefault="001D5D13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2924B9F0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CFE9" w14:textId="77777777" w:rsidR="00D8691D" w:rsidRPr="003D0BA5" w:rsidRDefault="00D8691D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FB61" w14:textId="77777777" w:rsidR="00D8691D" w:rsidRPr="003D0BA5" w:rsidRDefault="0074308A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9AFE" w14:textId="7610C514" w:rsidR="00D8691D" w:rsidRPr="003D0BA5" w:rsidRDefault="00D8691D">
            <w:r w:rsidRPr="003D0BA5">
              <w:rPr>
                <w:rFonts w:ascii="Tahoma" w:hAnsi="Tahoma" w:cs="Tahoma"/>
                <w:sz w:val="18"/>
                <w:szCs w:val="18"/>
              </w:rPr>
              <w:t>1803/</w:t>
            </w:r>
            <w:r w:rsidR="006203FB" w:rsidRPr="003D0BA5">
              <w:rPr>
                <w:rFonts w:ascii="Tahoma" w:hAnsi="Tahoma" w:cs="Tahoma"/>
                <w:sz w:val="18"/>
                <w:szCs w:val="18"/>
              </w:rPr>
              <w:t>2</w:t>
            </w:r>
            <w:r w:rsidRPr="003D0BA5">
              <w:rPr>
                <w:rFonts w:ascii="Tahoma" w:hAnsi="Tahoma" w:cs="Tahoma"/>
                <w:sz w:val="18"/>
                <w:szCs w:val="18"/>
              </w:rPr>
              <w:t>1KO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EB8D" w14:textId="77777777" w:rsidR="00D8691D" w:rsidRPr="003D0BA5" w:rsidRDefault="00D8691D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3B92" w14:textId="77777777" w:rsidR="00D8691D" w:rsidRPr="003D0BA5" w:rsidRDefault="00EA029E" w:rsidP="00EA029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D8691D" w:rsidRPr="003D0BA5">
              <w:rPr>
                <w:rFonts w:ascii="Tahoma" w:hAnsi="Tahoma" w:cs="Tahoma"/>
                <w:caps/>
                <w:sz w:val="18"/>
                <w:szCs w:val="18"/>
              </w:rPr>
              <w:t>15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FE1F" w14:textId="3ACF3F59" w:rsidR="00D8691D" w:rsidRPr="003D0BA5" w:rsidRDefault="001D5D13" w:rsidP="006F7FA3">
            <w:pPr>
              <w:rPr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53EB400E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FB64" w14:textId="77777777" w:rsidR="00D8691D" w:rsidRPr="003D0BA5" w:rsidRDefault="00D8691D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DE95" w14:textId="77777777" w:rsidR="00D8691D" w:rsidRPr="003D0BA5" w:rsidRDefault="00D8691D" w:rsidP="00E570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</w:t>
            </w:r>
            <w:r w:rsidR="005D1875" w:rsidRPr="003D0BA5">
              <w:rPr>
                <w:rFonts w:ascii="Tahoma" w:hAnsi="Tahoma" w:cs="Tahoma"/>
                <w:sz w:val="18"/>
                <w:szCs w:val="18"/>
              </w:rPr>
              <w:t xml:space="preserve">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B6E6" w14:textId="77777777" w:rsidR="00D8691D" w:rsidRPr="003D0BA5" w:rsidRDefault="00A6353E">
            <w:r w:rsidRPr="003D0BA5">
              <w:rPr>
                <w:rFonts w:ascii="Tahoma" w:hAnsi="Tahoma" w:cs="Tahoma"/>
                <w:sz w:val="18"/>
                <w:szCs w:val="18"/>
              </w:rPr>
              <w:t>825/76, 825/77, 825/78, 825/27 i</w:t>
            </w:r>
            <w:r w:rsidR="0057319C" w:rsidRPr="003D0BA5">
              <w:rPr>
                <w:rFonts w:ascii="Tahoma" w:hAnsi="Tahoma" w:cs="Tahoma"/>
                <w:sz w:val="18"/>
                <w:szCs w:val="18"/>
              </w:rPr>
              <w:t xml:space="preserve"> 825/24</w:t>
            </w:r>
            <w:r w:rsidR="00D8691D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6072" w14:textId="77777777" w:rsidR="00D8691D" w:rsidRPr="003D0BA5" w:rsidRDefault="00D8691D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D129" w14:textId="77777777" w:rsidR="00D8691D" w:rsidRPr="003D0BA5" w:rsidRDefault="00EA029E" w:rsidP="00EA029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D8691D" w:rsidRPr="003D0BA5">
              <w:rPr>
                <w:rFonts w:ascii="Tahoma" w:hAnsi="Tahoma" w:cs="Tahoma"/>
                <w:caps/>
                <w:sz w:val="18"/>
                <w:szCs w:val="18"/>
              </w:rPr>
              <w:t>1060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0F07" w14:textId="3BBDFC18" w:rsidR="00D8691D" w:rsidRPr="003D0BA5" w:rsidRDefault="001D5D13" w:rsidP="006F7FA3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1CF1EEF7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41FD" w14:textId="77777777" w:rsidR="00D8691D" w:rsidRPr="003D0BA5" w:rsidRDefault="00D8691D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45C6" w14:textId="77777777" w:rsidR="00D8691D" w:rsidRPr="003D0BA5" w:rsidRDefault="0074308A" w:rsidP="0074308A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A5FB" w14:textId="77777777" w:rsidR="00D8691D" w:rsidRPr="003D0BA5" w:rsidRDefault="00D8691D" w:rsidP="006B32A3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859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7211" w14:textId="77777777" w:rsidR="00D8691D" w:rsidRPr="003D0BA5" w:rsidRDefault="00D8691D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AE85" w14:textId="77777777" w:rsidR="00D8691D" w:rsidRPr="003D0BA5" w:rsidRDefault="00EA029E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D8691D" w:rsidRPr="003D0BA5">
              <w:rPr>
                <w:rFonts w:ascii="Tahoma" w:hAnsi="Tahoma" w:cs="Tahoma"/>
                <w:caps/>
                <w:sz w:val="18"/>
                <w:szCs w:val="18"/>
              </w:rPr>
              <w:t>1060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14EF" w14:textId="5EB9FDDA" w:rsidR="00D8691D" w:rsidRPr="003D0BA5" w:rsidRDefault="001D5D13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1DADEB0C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40EB" w14:textId="77777777" w:rsidR="0074308A" w:rsidRPr="003D0BA5" w:rsidRDefault="0074308A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19EA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F5BC" w14:textId="297F693F" w:rsidR="0074308A" w:rsidRPr="003D0BA5" w:rsidRDefault="0074308A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833</w:t>
            </w:r>
            <w:r w:rsidR="00015149" w:rsidRPr="003D0BA5">
              <w:rPr>
                <w:rFonts w:ascii="Tahoma" w:hAnsi="Tahoma" w:cs="Tahoma"/>
                <w:sz w:val="18"/>
                <w:szCs w:val="18"/>
              </w:rPr>
              <w:t>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EAF6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CC03" w14:textId="77777777" w:rsidR="0074308A" w:rsidRPr="003D0BA5" w:rsidRDefault="0074308A" w:rsidP="00D8691D">
            <w:r w:rsidRPr="003D0BA5">
              <w:rPr>
                <w:rFonts w:ascii="Tahoma" w:hAnsi="Tahoma" w:cs="Tahoma"/>
                <w:sz w:val="18"/>
                <w:szCs w:val="18"/>
              </w:rPr>
              <w:t>Maksimalno 28m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7776" w14:textId="77777777" w:rsidR="0074308A" w:rsidRPr="003D0BA5" w:rsidRDefault="0074308A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2F3BB6E2" w14:textId="77777777" w:rsidTr="00CA7051">
        <w:trPr>
          <w:trHeight w:val="72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488" w14:textId="77777777" w:rsidR="0074308A" w:rsidRPr="003D0BA5" w:rsidRDefault="0074308A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FF96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F097" w14:textId="77777777" w:rsidR="0074308A" w:rsidRPr="003D0BA5" w:rsidRDefault="0074308A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837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9531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4573" w14:textId="621F7AA2" w:rsidR="0074308A" w:rsidRPr="003D0BA5" w:rsidRDefault="0074308A" w:rsidP="00D8691D"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BB130C" w:rsidRPr="003D0BA5">
              <w:rPr>
                <w:rFonts w:ascii="Tahoma" w:hAnsi="Tahoma" w:cs="Tahoma"/>
                <w:sz w:val="18"/>
                <w:szCs w:val="18"/>
              </w:rPr>
              <w:t>35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4604" w14:textId="77777777" w:rsidR="0074308A" w:rsidRPr="003D0BA5" w:rsidRDefault="0074308A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5680C4D8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D51E" w14:textId="77777777" w:rsidR="00D52F84" w:rsidRPr="003D0BA5" w:rsidRDefault="00D52F84" w:rsidP="0003012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B1A5" w14:textId="77777777" w:rsidR="00D52F84" w:rsidRPr="003D0BA5" w:rsidRDefault="00D52F84" w:rsidP="0003012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E74C" w14:textId="1F0F233F" w:rsidR="00D52F84" w:rsidRPr="003D0BA5" w:rsidRDefault="00D52F84" w:rsidP="0003012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1801</w:t>
            </w:r>
            <w:r w:rsidR="00015149" w:rsidRPr="003D0BA5">
              <w:rPr>
                <w:rFonts w:ascii="Tahoma" w:hAnsi="Tahoma" w:cs="Tahoma"/>
                <w:sz w:val="18"/>
                <w:szCs w:val="18"/>
              </w:rPr>
              <w:t>/2</w:t>
            </w:r>
            <w:r w:rsidR="0019180B" w:rsidRPr="003D0BA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D0BA5">
              <w:rPr>
                <w:rFonts w:ascii="Tahoma" w:hAnsi="Tahoma" w:cs="Tahoma"/>
                <w:sz w:val="18"/>
                <w:szCs w:val="18"/>
              </w:rPr>
              <w:t>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3F13" w14:textId="77777777" w:rsidR="00D52F84" w:rsidRPr="003D0BA5" w:rsidRDefault="00D52F84" w:rsidP="0003012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AE78" w14:textId="77777777" w:rsidR="00D52F84" w:rsidRPr="003D0BA5" w:rsidRDefault="00D52F84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0118" w14:textId="77777777" w:rsidR="00D52F84" w:rsidRPr="003D0BA5" w:rsidRDefault="00D52F84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34CC8AB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651E" w14:textId="77777777" w:rsidR="00D52F84" w:rsidRPr="003D0BA5" w:rsidRDefault="00D52F84" w:rsidP="0003012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F0C9" w14:textId="77777777" w:rsidR="00D52F84" w:rsidRPr="003D0BA5" w:rsidRDefault="00D52F84" w:rsidP="0003012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3466" w14:textId="77777777" w:rsidR="00D52F84" w:rsidRPr="003D0BA5" w:rsidRDefault="00D52F84" w:rsidP="0003012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1918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FDAF" w14:textId="77777777" w:rsidR="00D52F84" w:rsidRPr="003D0BA5" w:rsidRDefault="00D52F84" w:rsidP="0003012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C0C4" w14:textId="77777777" w:rsidR="00D52F84" w:rsidRPr="003D0BA5" w:rsidRDefault="00D52F84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2720" w14:textId="77777777" w:rsidR="00D52F84" w:rsidRPr="003D0BA5" w:rsidRDefault="00D52F84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608045FA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445A" w14:textId="77777777" w:rsidR="00D52F84" w:rsidRPr="003D0BA5" w:rsidRDefault="00D52F84" w:rsidP="0003012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10D5" w14:textId="77777777" w:rsidR="00D52F84" w:rsidRPr="003D0BA5" w:rsidRDefault="00D52F84" w:rsidP="0003012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7094" w14:textId="77777777" w:rsidR="00D52F84" w:rsidRPr="003D0BA5" w:rsidRDefault="00D52F84" w:rsidP="00364F1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1930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B641" w14:textId="77777777" w:rsidR="00D52F84" w:rsidRPr="003D0BA5" w:rsidRDefault="00D52F84" w:rsidP="0003012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C950" w14:textId="77777777" w:rsidR="00D52F84" w:rsidRPr="003D0BA5" w:rsidRDefault="00D52F84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B28C" w14:textId="77777777" w:rsidR="00D52F84" w:rsidRPr="003D0BA5" w:rsidRDefault="00D52F84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ABC582B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6C9A" w14:textId="77777777" w:rsidR="00EE1019" w:rsidRPr="003D0BA5" w:rsidRDefault="00EE1019" w:rsidP="00165FE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0F2F" w14:textId="77777777" w:rsidR="00EE1019" w:rsidRPr="003D0BA5" w:rsidRDefault="00EE1019" w:rsidP="00165FE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639B" w14:textId="77777777" w:rsidR="00EE1019" w:rsidRPr="003D0BA5" w:rsidRDefault="00EE1019" w:rsidP="00165FE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833/1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E980" w14:textId="77777777" w:rsidR="00EE1019" w:rsidRPr="003D0BA5" w:rsidRDefault="00EE1019" w:rsidP="00165FE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DC8C" w14:textId="77777777" w:rsidR="00EE1019" w:rsidRPr="003D0BA5" w:rsidRDefault="00EE1019" w:rsidP="00F970F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A2E2" w14:textId="77777777" w:rsidR="000E3F57" w:rsidRPr="003D0BA5" w:rsidRDefault="00B047EA" w:rsidP="000E3F57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Objekat z</w:t>
            </w:r>
            <w:r w:rsidR="00EE1019" w:rsidRPr="003D0BA5">
              <w:rPr>
                <w:rFonts w:ascii="Tahoma" w:hAnsi="Tahoma" w:cs="Tahoma"/>
                <w:sz w:val="18"/>
                <w:szCs w:val="18"/>
              </w:rPr>
              <w:t>a trgovinu i usluge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0E3F57" w:rsidRPr="003D0BA5">
              <w:rPr>
                <w:rFonts w:ascii="Tahoma" w:hAnsi="Tahoma" w:cs="Tahoma"/>
                <w:sz w:val="18"/>
                <w:szCs w:val="18"/>
              </w:rPr>
              <w:t>Aluminijske plastificirane ili čelične pocinčane kutije obojene bijelom bojom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sa detaljima druge boje.</w:t>
            </w:r>
          </w:p>
        </w:tc>
      </w:tr>
      <w:tr w:rsidR="003D0BA5" w:rsidRPr="003D0BA5" w14:paraId="2B777565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BF31" w14:textId="4D6A5028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703" w:type="dxa"/>
          </w:tcPr>
          <w:p w14:paraId="7CF7B694" w14:textId="0291EB12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4EAA" w14:textId="32F3D18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1453/4 KO Bijelo Polje</w:t>
            </w:r>
          </w:p>
        </w:tc>
        <w:tc>
          <w:tcPr>
            <w:tcW w:w="1985" w:type="dxa"/>
          </w:tcPr>
          <w:p w14:paraId="79EAB62E" w14:textId="4EBA0688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0E87" w14:textId="51995BC2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P=40m²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FED7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Uz saglasnost stanara zgrade.</w:t>
            </w:r>
          </w:p>
          <w:p w14:paraId="32A628C9" w14:textId="617A3E05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suncobranima. Tenda nije predviđena.</w:t>
            </w:r>
          </w:p>
        </w:tc>
      </w:tr>
      <w:tr w:rsidR="003D0BA5" w:rsidRPr="003D0BA5" w14:paraId="360001DB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9245" w14:textId="29AA1D56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23</w:t>
            </w:r>
          </w:p>
        </w:tc>
        <w:tc>
          <w:tcPr>
            <w:tcW w:w="1703" w:type="dxa"/>
          </w:tcPr>
          <w:p w14:paraId="11083716" w14:textId="7E3425B5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0E8E" w14:textId="31979D2C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1803/1 KO Bijelo Polje</w:t>
            </w:r>
          </w:p>
        </w:tc>
        <w:tc>
          <w:tcPr>
            <w:tcW w:w="1985" w:type="dxa"/>
          </w:tcPr>
          <w:p w14:paraId="4BD8FC9B" w14:textId="207563BF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A7CB" w14:textId="52806A28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P=25m²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5D38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Uz saglasnost stanara zgrade.</w:t>
            </w:r>
          </w:p>
          <w:p w14:paraId="16B4ED4B" w14:textId="6885FB44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suncobranima. Tenda nije predviđena.</w:t>
            </w:r>
          </w:p>
        </w:tc>
      </w:tr>
      <w:tr w:rsidR="003D0BA5" w:rsidRPr="003D0BA5" w14:paraId="2C1C19CF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6DB0" w14:textId="77055C4E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703" w:type="dxa"/>
          </w:tcPr>
          <w:p w14:paraId="4DEAFB2A" w14:textId="23B31F2A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4842" w14:textId="29BF476E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1885/1 i 1885/4 KO Bijelo Polje</w:t>
            </w:r>
          </w:p>
        </w:tc>
        <w:tc>
          <w:tcPr>
            <w:tcW w:w="1985" w:type="dxa"/>
          </w:tcPr>
          <w:p w14:paraId="348AE930" w14:textId="2A241124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AEC7" w14:textId="44B2652C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P=36m²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E80E" w14:textId="0AE033B0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suncobranima ili tendom.</w:t>
            </w:r>
          </w:p>
        </w:tc>
      </w:tr>
      <w:tr w:rsidR="003D0BA5" w:rsidRPr="003D0BA5" w14:paraId="1225627B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6954" w14:textId="562B8D3A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992E" w14:textId="5FD5BCF0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2F23" w14:textId="25BE3F58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1599/1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18C0" w14:textId="0E90EBFD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Dječje igralište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38B9" w14:textId="68B9F44B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45 m2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C19B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Uz saglasnost stanara zgrade.</w:t>
            </w:r>
          </w:p>
          <w:p w14:paraId="7513C2CF" w14:textId="1659216A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Montira se na postojećoj podlozi od materijala otpornih na mehaničke uticaje sa svim neophodnim atestima.</w:t>
            </w:r>
          </w:p>
        </w:tc>
      </w:tr>
      <w:tr w:rsidR="003D0BA5" w:rsidRPr="003D0BA5" w14:paraId="769532C2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5E5E" w14:textId="7463ABA2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</w:t>
            </w:r>
          </w:p>
        </w:tc>
        <w:tc>
          <w:tcPr>
            <w:tcW w:w="1703" w:type="dxa"/>
          </w:tcPr>
          <w:p w14:paraId="034E1850" w14:textId="2EBC54AC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7892" w14:textId="0A0916D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1599/1 KO Bijelo Polje</w:t>
            </w:r>
          </w:p>
        </w:tc>
        <w:tc>
          <w:tcPr>
            <w:tcW w:w="1985" w:type="dxa"/>
          </w:tcPr>
          <w:p w14:paraId="47A96C22" w14:textId="19BDED1B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1ED4" w14:textId="263DE4B9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 27 m2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64BA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Uz saglasnost stanara zgrade.</w:t>
            </w:r>
          </w:p>
          <w:p w14:paraId="04F999FD" w14:textId="5230ED0A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suncobranima.</w:t>
            </w:r>
          </w:p>
        </w:tc>
      </w:tr>
      <w:tr w:rsidR="003D0BA5" w:rsidRPr="003D0BA5" w14:paraId="2288F3C9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EB0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27</w:t>
            </w:r>
          </w:p>
          <w:p w14:paraId="0CC2E88D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45B520FB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0BA2" w14:textId="2C602F0F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2682" w14:textId="00FA1105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1546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2F35" w14:textId="146B93A2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BFE7" w14:textId="7E0B64C6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P=12m2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A482" w14:textId="1625EABE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Objekat za trgovinu i usluge. Aluminijske plastificirane ili čelične pocinčane kutije obojene bijelom bojom sa detaljima druge boje.</w:t>
            </w:r>
          </w:p>
        </w:tc>
      </w:tr>
      <w:tr w:rsidR="003D0BA5" w:rsidRPr="003D0BA5" w14:paraId="6D73B78C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F0C8" w14:textId="47AB3EFC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703" w:type="dxa"/>
          </w:tcPr>
          <w:p w14:paraId="0D37F683" w14:textId="0F9C19B9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A880" w14:textId="72938F51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1379/1 i 1379/2 KO Bijelo Polje</w:t>
            </w:r>
          </w:p>
        </w:tc>
        <w:tc>
          <w:tcPr>
            <w:tcW w:w="1985" w:type="dxa"/>
          </w:tcPr>
          <w:p w14:paraId="7C651714" w14:textId="21EE10B6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5FA3" w14:textId="4503DA60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P=72 m2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D658" w14:textId="3FDD80EC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tendom.</w:t>
            </w:r>
          </w:p>
        </w:tc>
      </w:tr>
      <w:tr w:rsidR="003D0BA5" w:rsidRPr="003D0BA5" w14:paraId="48596869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E9F0" w14:textId="2FA7B4BA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8A1B" w14:textId="4FCD18FD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198F" w14:textId="0A447E73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1483/3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3E11" w14:textId="00B3C1C5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F814" w14:textId="0B1D5AB1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P=20m2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F24F" w14:textId="002CEDA8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Objekat za trgovinu i usluge. Aluminijske plastificirane ili čelične pocinčane kutije obojene tamno sivom bojom.</w:t>
            </w:r>
          </w:p>
        </w:tc>
      </w:tr>
      <w:tr w:rsidR="003D0BA5" w:rsidRPr="003D0BA5" w14:paraId="38F60A34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EB3B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30</w:t>
            </w:r>
          </w:p>
          <w:p w14:paraId="363E2A8A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28FF6496" w14:textId="77777777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8CC1" w14:textId="09F2B020" w:rsidR="003C6545" w:rsidRPr="003D0BA5" w:rsidRDefault="003C6545" w:rsidP="003C6545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C625" w14:textId="3E5B73BF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1548/2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4219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  <w:p w14:paraId="082440DA" w14:textId="77777777" w:rsidR="003C6545" w:rsidRPr="003D0BA5" w:rsidRDefault="003C6545" w:rsidP="003C654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A2A4" w14:textId="68189F82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P=8m2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574E" w14:textId="13AC23AF" w:rsidR="003C6545" w:rsidRPr="003D0BA5" w:rsidRDefault="003C6545" w:rsidP="003C6545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 za štampu. Aluminijske plastificirane ili čelične pocinčane kutije obojene tamno sivom bojom.</w:t>
            </w:r>
          </w:p>
        </w:tc>
      </w:tr>
      <w:tr w:rsidR="003D0BA5" w:rsidRPr="003D0BA5" w14:paraId="7BCE421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24C5" w14:textId="130DF3D8" w:rsidR="008241FE" w:rsidRPr="003D0BA5" w:rsidRDefault="008241FE" w:rsidP="008241F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4AB8" w14:textId="7DD60A97" w:rsidR="008241FE" w:rsidRPr="003D0BA5" w:rsidRDefault="008241FE" w:rsidP="008241F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54AE" w14:textId="462C64D2" w:rsidR="008241FE" w:rsidRPr="003D0BA5" w:rsidRDefault="000F6E06" w:rsidP="008241F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</w:t>
            </w:r>
            <w:r w:rsidR="008241FE" w:rsidRPr="003D0BA5">
              <w:rPr>
                <w:rFonts w:ascii="Tahoma" w:hAnsi="Tahoma" w:cs="Tahoma"/>
                <w:sz w:val="18"/>
                <w:szCs w:val="18"/>
              </w:rPr>
              <w:t>357/2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387A" w14:textId="77777777" w:rsidR="008241FE" w:rsidRPr="003D0BA5" w:rsidRDefault="008241FE" w:rsidP="008241F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  <w:p w14:paraId="555356E6" w14:textId="77777777" w:rsidR="008241FE" w:rsidRPr="003D0BA5" w:rsidRDefault="008241FE" w:rsidP="008241F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9E87" w14:textId="4E8A0DD5" w:rsidR="008241FE" w:rsidRPr="003D0BA5" w:rsidRDefault="008241FE" w:rsidP="008241FE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P=6m2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8D3E" w14:textId="4FE62B6D" w:rsidR="008241FE" w:rsidRPr="003D0BA5" w:rsidRDefault="008241FE" w:rsidP="008241FE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 za štampu. Aluminijske plastificirane ili čelične pocinčane kutije obojene tamno sivom bojom.</w:t>
            </w:r>
          </w:p>
        </w:tc>
      </w:tr>
      <w:tr w:rsidR="003D0BA5" w:rsidRPr="003D0BA5" w14:paraId="38100AF1" w14:textId="77777777" w:rsidTr="009B304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0804" w14:textId="577CD522" w:rsidR="000F6E06" w:rsidRPr="003D0BA5" w:rsidRDefault="000F6E06" w:rsidP="000F6E0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4FAE" w14:textId="3B8CC42F" w:rsidR="000F6E06" w:rsidRPr="003D0BA5" w:rsidRDefault="000F6E06" w:rsidP="000F6E0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3291F7" w14:textId="585063E7" w:rsidR="000F6E06" w:rsidRPr="003D0BA5" w:rsidRDefault="000F6E06" w:rsidP="000F6E06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1361/2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7CB6" w14:textId="4DA9EFA1" w:rsidR="000F6E06" w:rsidRPr="003D0BA5" w:rsidRDefault="000F6E06" w:rsidP="000F6E06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Privremeno parkiralište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0CA3" w14:textId="1E308AD2" w:rsidR="000F6E06" w:rsidRPr="003D0BA5" w:rsidRDefault="004D2732" w:rsidP="000F6E0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Sa jednim ulazom sa saobraćajnice, </w:t>
            </w:r>
            <w:r w:rsidR="00422B99" w:rsidRPr="003D0BA5">
              <w:rPr>
                <w:rFonts w:ascii="Tahoma" w:hAnsi="Tahoma" w:cs="Tahoma"/>
                <w:sz w:val="18"/>
                <w:szCs w:val="18"/>
              </w:rPr>
              <w:t>na raspoloživoj površini u nivou saobraćajnice, bez promene konfiguracije terena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, ako se postavlja kiosk, mora biti na min.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5m udaljen od saobraćajnice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9DBD" w14:textId="77777777" w:rsidR="000F6E06" w:rsidRPr="003D0BA5" w:rsidRDefault="000F6E06" w:rsidP="000F6E0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5826A9A3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3160" w14:textId="15F56440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E3BA" w14:textId="3F5169FD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24B8" w14:textId="545B6D70" w:rsidR="009C0FBE" w:rsidRPr="003D0BA5" w:rsidRDefault="009C0FBE" w:rsidP="009C0FBE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2244/1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91FD" w14:textId="2F97ECEE" w:rsidR="009C0FBE" w:rsidRPr="003D0BA5" w:rsidRDefault="009C0FBE" w:rsidP="009C0FBE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8D85" w14:textId="726931FC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15C2" w14:textId="77777777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1047C3EE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64C9" w14:textId="3F3828A5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4D75" w14:textId="2C3F1320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6490" w14:textId="0ACD716B" w:rsidR="009C0FBE" w:rsidRPr="003D0BA5" w:rsidRDefault="009C0FBE" w:rsidP="009C0FBE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2244/1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A0BB" w14:textId="0684D198" w:rsidR="009C0FBE" w:rsidRPr="003D0BA5" w:rsidRDefault="009C0FBE" w:rsidP="009C0FBE">
            <w:pPr>
              <w:numPr>
                <w:ilvl w:val="12"/>
                <w:numId w:val="0"/>
              </w:num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1D85" w14:textId="30695EC8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4D42" w14:textId="77777777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0FBE" w:rsidRPr="003D0BA5" w14:paraId="5D5E0C5D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4A38" w14:textId="6C67AB4D" w:rsidR="009C0FBE" w:rsidRPr="003D0BA5" w:rsidRDefault="009C0FBE" w:rsidP="009C0FB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17B6" w14:textId="7A309F84" w:rsidR="009C0FBE" w:rsidRPr="003D0BA5" w:rsidRDefault="009C0FBE" w:rsidP="009C0FB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AB5D" w14:textId="6ED95B79" w:rsidR="009C0FBE" w:rsidRPr="003D0BA5" w:rsidRDefault="00600977" w:rsidP="009C0FB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3630/3</w:t>
            </w:r>
            <w:r w:rsidR="009C0FBE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C734" w14:textId="485E24BF" w:rsidR="009C0FBE" w:rsidRPr="003D0BA5" w:rsidRDefault="009C0FBE" w:rsidP="009C0FB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0D79" w14:textId="5EB48D4D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D744" w14:textId="77777777" w:rsidR="009C0FBE" w:rsidRPr="003D0BA5" w:rsidRDefault="009C0FBE" w:rsidP="009C0FB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8F5FF0" w14:textId="176F4A89" w:rsidR="00AD4748" w:rsidRPr="003D0BA5" w:rsidRDefault="00AD4748" w:rsidP="003759ED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238B1B26" w14:textId="77777777" w:rsidR="000A712A" w:rsidRPr="003D0BA5" w:rsidRDefault="000A712A" w:rsidP="003759ED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65603D65" w14:textId="77777777" w:rsidR="003759ED" w:rsidRPr="003D0BA5" w:rsidRDefault="003759ED" w:rsidP="003759ED">
      <w:pPr>
        <w:jc w:val="both"/>
        <w:rPr>
          <w:rFonts w:ascii="Tahoma" w:hAnsi="Tahoma" w:cs="Tahoma"/>
          <w:b/>
          <w:sz w:val="22"/>
          <w:szCs w:val="22"/>
          <w:lang w:val="sl-SI"/>
        </w:rPr>
      </w:pPr>
      <w:r w:rsidRPr="003D0BA5">
        <w:rPr>
          <w:rFonts w:ascii="Tahoma" w:hAnsi="Tahoma" w:cs="Tahoma"/>
          <w:b/>
          <w:sz w:val="22"/>
          <w:szCs w:val="22"/>
          <w:lang w:val="sl-SI"/>
        </w:rPr>
        <w:t xml:space="preserve">ZONA </w:t>
      </w:r>
      <w:r w:rsidR="001F2862" w:rsidRPr="003D0BA5">
        <w:rPr>
          <w:rFonts w:ascii="Tahoma" w:hAnsi="Tahoma" w:cs="Tahoma"/>
          <w:b/>
          <w:sz w:val="22"/>
          <w:szCs w:val="22"/>
          <w:lang w:val="sl-SI"/>
        </w:rPr>
        <w:t>I</w:t>
      </w:r>
      <w:r w:rsidRPr="003D0BA5">
        <w:rPr>
          <w:rFonts w:ascii="Tahoma" w:hAnsi="Tahoma" w:cs="Tahoma"/>
          <w:b/>
          <w:sz w:val="22"/>
          <w:szCs w:val="22"/>
          <w:lang w:val="sl-SI"/>
        </w:rPr>
        <w:t>V</w:t>
      </w:r>
    </w:p>
    <w:p w14:paraId="38204946" w14:textId="77777777" w:rsidR="003759ED" w:rsidRPr="003D0BA5" w:rsidRDefault="003759ED" w:rsidP="003759ED">
      <w:pPr>
        <w:jc w:val="both"/>
        <w:rPr>
          <w:rFonts w:ascii="Tahoma" w:hAnsi="Tahoma" w:cs="Tahoma"/>
          <w:b/>
          <w:sz w:val="20"/>
        </w:rPr>
      </w:pPr>
    </w:p>
    <w:tbl>
      <w:tblPr>
        <w:tblW w:w="981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703"/>
        <w:gridCol w:w="1701"/>
        <w:gridCol w:w="1985"/>
        <w:gridCol w:w="1701"/>
        <w:gridCol w:w="2013"/>
      </w:tblGrid>
      <w:tr w:rsidR="003D0BA5" w:rsidRPr="003D0BA5" w14:paraId="4A8834EC" w14:textId="77777777" w:rsidTr="00D52F84">
        <w:trPr>
          <w:tblHeader/>
        </w:trPr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A7C664" w14:textId="77777777" w:rsidR="003759ED" w:rsidRPr="003D0BA5" w:rsidRDefault="003759ED" w:rsidP="003759ED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br lok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72BA80" w14:textId="77777777" w:rsidR="003759ED" w:rsidRPr="003D0BA5" w:rsidRDefault="003759ED" w:rsidP="003759ED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načinu na koji je prišvršćen za tlo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69A7FB" w14:textId="77777777" w:rsidR="003759ED" w:rsidRPr="003D0BA5" w:rsidRDefault="003759ED" w:rsidP="003759ED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katastarska parcela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DF5BD" w14:textId="77777777" w:rsidR="003759ED" w:rsidRPr="003D0BA5" w:rsidRDefault="003759ED" w:rsidP="003759ED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namjeni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93E48" w14:textId="77777777" w:rsidR="003759ED" w:rsidRPr="003D0BA5" w:rsidRDefault="003759ED" w:rsidP="003759ED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dimenzije</w:t>
            </w: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74AA9" w14:textId="77777777" w:rsidR="003759ED" w:rsidRPr="003D0BA5" w:rsidRDefault="003759ED" w:rsidP="003759ED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opis privremenog objekta</w:t>
            </w:r>
          </w:p>
        </w:tc>
      </w:tr>
      <w:tr w:rsidR="003D0BA5" w:rsidRPr="003D0BA5" w14:paraId="1FC335F6" w14:textId="77777777" w:rsidTr="00F066E1">
        <w:trPr>
          <w:trHeight w:val="71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2191" w14:textId="77777777" w:rsidR="0074308A" w:rsidRPr="003D0BA5" w:rsidRDefault="0074308A" w:rsidP="003759ED">
            <w:pPr>
              <w:tabs>
                <w:tab w:val="left" w:pos="5103"/>
              </w:tabs>
              <w:ind w:left="37"/>
              <w:jc w:val="both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9DBB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D18B" w14:textId="77777777" w:rsidR="0074308A" w:rsidRPr="003D0BA5" w:rsidRDefault="0074308A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2350/1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ADB1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Spasilačka osmatračnica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443B" w14:textId="77777777" w:rsidR="0074308A" w:rsidRPr="003D0BA5" w:rsidRDefault="0074308A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589D" w14:textId="77777777" w:rsidR="0074308A" w:rsidRPr="003D0BA5" w:rsidRDefault="0074308A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</w:tr>
      <w:tr w:rsidR="003D0BA5" w:rsidRPr="003D0BA5" w14:paraId="71737204" w14:textId="77777777" w:rsidTr="00D52F84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D751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F3B2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F97C" w14:textId="77777777" w:rsidR="0074308A" w:rsidRPr="003D0BA5" w:rsidRDefault="0074308A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2350/1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F3C6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Pokretna toaletna kabina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B1B8" w14:textId="77777777" w:rsidR="0074308A" w:rsidRPr="003D0BA5" w:rsidRDefault="0074308A" w:rsidP="0055272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C1EC" w14:textId="77777777" w:rsidR="0074308A" w:rsidRPr="003D0BA5" w:rsidRDefault="0074308A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3D0BA5" w:rsidRPr="003D0BA5" w14:paraId="1E170B8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0A3F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0A66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BA1A" w14:textId="77777777" w:rsidR="0074308A" w:rsidRPr="003D0BA5" w:rsidRDefault="0074308A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2350/1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697C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Kabina za presvlačenje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56A" w14:textId="77777777" w:rsidR="0074308A" w:rsidRPr="003D0BA5" w:rsidRDefault="0074308A" w:rsidP="0055272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DEE1" w14:textId="77777777" w:rsidR="0074308A" w:rsidRPr="003D0BA5" w:rsidRDefault="0074308A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3D0BA5" w:rsidRPr="003D0BA5" w14:paraId="18A0F101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C67A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3C5E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BA57" w14:textId="77777777" w:rsidR="0074308A" w:rsidRPr="003D0BA5" w:rsidRDefault="0074308A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2350/1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6D6D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Plažni tuševi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D5ED" w14:textId="77777777" w:rsidR="0074308A" w:rsidRPr="003D0BA5" w:rsidRDefault="0074308A" w:rsidP="00045E1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AB29" w14:textId="77777777" w:rsidR="0074308A" w:rsidRPr="003D0BA5" w:rsidRDefault="0074308A" w:rsidP="00045E17"/>
        </w:tc>
      </w:tr>
      <w:tr w:rsidR="003D0BA5" w:rsidRPr="003D0BA5" w14:paraId="05C65EBD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742C" w14:textId="77777777" w:rsidR="00D8691D" w:rsidRPr="003D0BA5" w:rsidRDefault="00D8691D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C0C2" w14:textId="77777777" w:rsidR="00D8691D" w:rsidRPr="003D0BA5" w:rsidRDefault="00D8691D" w:rsidP="00E570A3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A738" w14:textId="77777777" w:rsidR="00D8691D" w:rsidRPr="003D0BA5" w:rsidRDefault="00F65633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2134/1 i 2134/18</w:t>
            </w:r>
            <w:r w:rsidR="00D8691D" w:rsidRPr="003D0BA5">
              <w:rPr>
                <w:rFonts w:ascii="Tahoma" w:hAnsi="Tahoma" w:cs="Tahoma"/>
                <w:sz w:val="18"/>
                <w:szCs w:val="18"/>
              </w:rPr>
              <w:t>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F9E4" w14:textId="77777777" w:rsidR="00D8691D" w:rsidRPr="003D0BA5" w:rsidRDefault="00F6563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 ili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84E9" w14:textId="77777777" w:rsidR="00D8691D" w:rsidRPr="003D0BA5" w:rsidRDefault="00D8691D" w:rsidP="00F65633"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="005C00D5" w:rsidRPr="003D0BA5">
              <w:rPr>
                <w:rFonts w:ascii="Tahoma" w:hAnsi="Tahoma" w:cs="Tahoma"/>
                <w:sz w:val="18"/>
                <w:szCs w:val="18"/>
              </w:rPr>
              <w:t xml:space="preserve">BGP </w:t>
            </w:r>
            <w:r w:rsidR="00F65633" w:rsidRPr="003D0BA5">
              <w:rPr>
                <w:rFonts w:ascii="Tahoma" w:hAnsi="Tahoma" w:cs="Tahoma"/>
                <w:sz w:val="18"/>
                <w:szCs w:val="18"/>
              </w:rPr>
              <w:t>3000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9365" w14:textId="62FC7518" w:rsidR="00D8691D" w:rsidRPr="003D0BA5" w:rsidRDefault="00BB2493" w:rsidP="003759ED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5407D44D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325B" w14:textId="77777777" w:rsidR="00F65633" w:rsidRPr="003D0BA5" w:rsidRDefault="00F65633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A1A7" w14:textId="77777777" w:rsidR="00F65633" w:rsidRPr="003D0BA5" w:rsidRDefault="00F65633" w:rsidP="00E570A3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6048" w14:textId="77777777" w:rsidR="00F65633" w:rsidRPr="003D0BA5" w:rsidRDefault="00F65633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</w:t>
            </w:r>
            <w:r w:rsidR="00EA029E" w:rsidRPr="003D0BA5">
              <w:rPr>
                <w:rFonts w:ascii="Tahoma" w:hAnsi="Tahoma" w:cs="Tahoma"/>
                <w:sz w:val="18"/>
                <w:szCs w:val="18"/>
              </w:rPr>
              <w:t>222/2</w:t>
            </w:r>
            <w:r w:rsidRPr="003D0BA5">
              <w:rPr>
                <w:rFonts w:ascii="Tahoma" w:hAnsi="Tahoma" w:cs="Tahoma"/>
                <w:sz w:val="18"/>
                <w:szCs w:val="18"/>
              </w:rPr>
              <w:t>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711C" w14:textId="77777777" w:rsidR="00F65633" w:rsidRPr="003D0BA5" w:rsidRDefault="00F65633" w:rsidP="00F6563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Montažni objekat za servisiranje i pranje vozila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3FE5" w14:textId="77777777" w:rsidR="00F65633" w:rsidRPr="003D0BA5" w:rsidRDefault="00EA029E" w:rsidP="00EA029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36CB" w14:textId="2E687C4B" w:rsidR="00F65633" w:rsidRPr="003D0BA5" w:rsidRDefault="00B853DC" w:rsidP="003759ED"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tretirati na separatoru masti i ulja, a potom zbrinuti kako je propisano Smjernicama zaštite prirode i životne sredine tekstualnog dijela programa</w:t>
            </w:r>
          </w:p>
        </w:tc>
      </w:tr>
      <w:tr w:rsidR="003D0BA5" w:rsidRPr="003D0BA5" w14:paraId="2E591624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5D8C" w14:textId="77777777" w:rsidR="00EA029E" w:rsidRPr="003D0BA5" w:rsidRDefault="00EA029E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99F3" w14:textId="77777777" w:rsidR="00EA029E" w:rsidRPr="003D0BA5" w:rsidRDefault="005D1875" w:rsidP="00E570A3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F42B" w14:textId="77777777" w:rsidR="00EA029E" w:rsidRPr="003D0BA5" w:rsidRDefault="00EA029E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2222/2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D6E2" w14:textId="77777777" w:rsidR="00EA029E" w:rsidRPr="003D0BA5" w:rsidRDefault="00EA029E" w:rsidP="00E570A3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Objekat za trgovinu i usluge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7DF6" w14:textId="77777777" w:rsidR="00EA029E" w:rsidRPr="003D0BA5" w:rsidRDefault="00EA029E" w:rsidP="00EA029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50m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0288" w14:textId="2886E08C" w:rsidR="00EA029E" w:rsidRPr="003D0BA5" w:rsidRDefault="00BB2493" w:rsidP="00036B1F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7F75C645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2AF0" w14:textId="77777777" w:rsidR="0055272D" w:rsidRPr="003D0BA5" w:rsidRDefault="0055272D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F415" w14:textId="77777777" w:rsidR="0055272D" w:rsidRPr="003D0BA5" w:rsidRDefault="005D1875" w:rsidP="0074308A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Otvorena površina u funkciji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9AA0" w14:textId="77777777" w:rsidR="0055272D" w:rsidRPr="003D0BA5" w:rsidRDefault="0055272D" w:rsidP="006B32A3"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2351,2352 i 76 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D386" w14:textId="77777777" w:rsidR="0055272D" w:rsidRPr="003D0BA5" w:rsidRDefault="0055272D" w:rsidP="0055272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Sportski objekat - otvoreni teren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AEFE" w14:textId="77777777" w:rsidR="0055272D" w:rsidRPr="003D0BA5" w:rsidRDefault="0055272D" w:rsidP="000E1CA9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3000m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3505" w14:textId="77777777" w:rsidR="0055272D" w:rsidRPr="003D0BA5" w:rsidRDefault="0055272D" w:rsidP="003759ED"/>
        </w:tc>
      </w:tr>
      <w:tr w:rsidR="003D0BA5" w:rsidRPr="003D0BA5" w14:paraId="278029CF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53E1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C0AC" w14:textId="77777777" w:rsidR="0074308A" w:rsidRPr="003D0BA5" w:rsidRDefault="0074308A" w:rsidP="001F6681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4978" w14:textId="77777777" w:rsidR="0074308A" w:rsidRPr="003D0BA5" w:rsidRDefault="0074308A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</w:t>
            </w:r>
            <w:r w:rsidR="008F6E1D" w:rsidRPr="003D0BA5">
              <w:rPr>
                <w:rFonts w:ascii="Tahoma" w:hAnsi="Tahoma" w:cs="Tahoma"/>
                <w:sz w:val="18"/>
                <w:szCs w:val="18"/>
              </w:rPr>
              <w:t>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6945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4C77" w14:textId="77777777" w:rsidR="0074308A" w:rsidRPr="003D0BA5" w:rsidRDefault="0074308A" w:rsidP="0055272D">
            <w:pPr>
              <w:rPr>
                <w:lang w:val="sr-Latn-R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4740" w14:textId="77777777" w:rsidR="0074308A" w:rsidRPr="003D0BA5" w:rsidRDefault="0074308A" w:rsidP="004841CB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3D0BA5" w:rsidRPr="003D0BA5" w14:paraId="60303A6C" w14:textId="77777777" w:rsidTr="00CA7051">
        <w:trPr>
          <w:trHeight w:val="73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AF94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bookmarkStart w:id="0" w:name="_Hlk193665974"/>
            <w:r w:rsidRPr="003D0BA5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C89D" w14:textId="77777777" w:rsidR="0074308A" w:rsidRPr="003D0BA5" w:rsidRDefault="0074308A" w:rsidP="005D1875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EEA6" w14:textId="381906DC" w:rsidR="0074308A" w:rsidRPr="003D0BA5" w:rsidRDefault="0074308A" w:rsidP="006B32A3">
            <w:r w:rsidRPr="003D0BA5">
              <w:rPr>
                <w:rFonts w:ascii="Tahoma" w:hAnsi="Tahoma" w:cs="Tahoma"/>
                <w:sz w:val="18"/>
                <w:szCs w:val="18"/>
              </w:rPr>
              <w:t>15</w:t>
            </w:r>
            <w:r w:rsidR="00521A3F" w:rsidRPr="003D0BA5">
              <w:rPr>
                <w:rFonts w:ascii="Tahoma" w:hAnsi="Tahoma" w:cs="Tahoma"/>
                <w:sz w:val="18"/>
                <w:szCs w:val="18"/>
              </w:rPr>
              <w:t>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i 12/1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384F" w14:textId="77777777" w:rsidR="0074308A" w:rsidRPr="003D0BA5" w:rsidRDefault="0074308A" w:rsidP="00E570A3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1F05" w14:textId="77777777" w:rsidR="0074308A" w:rsidRPr="003D0BA5" w:rsidRDefault="0074308A" w:rsidP="0055272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Pr="003D0BA5">
              <w:rPr>
                <w:rFonts w:ascii="Tahoma" w:hAnsi="Tahoma" w:cs="Tahoma"/>
                <w:caps/>
                <w:sz w:val="18"/>
                <w:szCs w:val="18"/>
              </w:rPr>
              <w:t>1250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C101" w14:textId="59613166" w:rsidR="00644C89" w:rsidRPr="003D0BA5" w:rsidRDefault="00BB2493" w:rsidP="003759ED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bookmarkEnd w:id="0"/>
      <w:tr w:rsidR="003D0BA5" w:rsidRPr="003D0BA5" w14:paraId="59DBCED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3334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0FEF" w14:textId="77777777" w:rsidR="0074308A" w:rsidRPr="003D0BA5" w:rsidRDefault="0074308A" w:rsidP="005D1875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0696" w14:textId="77777777" w:rsidR="0074308A" w:rsidRPr="003D0BA5" w:rsidRDefault="0074308A" w:rsidP="006B32A3">
            <w:r w:rsidRPr="003D0BA5">
              <w:rPr>
                <w:rFonts w:ascii="Tahoma" w:hAnsi="Tahoma" w:cs="Tahoma"/>
                <w:sz w:val="18"/>
                <w:szCs w:val="18"/>
              </w:rPr>
              <w:t>471 KO Resnik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7C43" w14:textId="77777777" w:rsidR="0074308A" w:rsidRPr="003D0BA5" w:rsidRDefault="0074308A" w:rsidP="00E570A3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F307" w14:textId="77777777" w:rsidR="0074308A" w:rsidRPr="003D0BA5" w:rsidRDefault="0074308A" w:rsidP="0055272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Pr="003D0BA5">
              <w:rPr>
                <w:rFonts w:ascii="Tahoma" w:hAnsi="Tahoma" w:cs="Tahoma"/>
                <w:caps/>
                <w:sz w:val="18"/>
                <w:szCs w:val="18"/>
              </w:rPr>
              <w:t>1060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2179" w14:textId="53DCEF05" w:rsidR="0074308A" w:rsidRPr="003D0BA5" w:rsidRDefault="00BB2493" w:rsidP="004841CB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7A784533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C434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DE47" w14:textId="77777777" w:rsidR="0074308A" w:rsidRPr="003D0BA5" w:rsidRDefault="0074308A" w:rsidP="005D1875"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0609" w14:textId="77777777" w:rsidR="0074308A" w:rsidRPr="003D0BA5" w:rsidRDefault="0074308A" w:rsidP="004841CB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629C" w14:textId="77777777" w:rsidR="0074308A" w:rsidRPr="003D0BA5" w:rsidRDefault="0074308A" w:rsidP="00E570A3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BE42" w14:textId="77777777" w:rsidR="0074308A" w:rsidRPr="003D0BA5" w:rsidRDefault="0074308A" w:rsidP="0055272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Pr="003D0BA5">
              <w:rPr>
                <w:rFonts w:ascii="Tahoma" w:hAnsi="Tahoma" w:cs="Tahoma"/>
                <w:caps/>
                <w:sz w:val="18"/>
                <w:szCs w:val="18"/>
              </w:rPr>
              <w:t>660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BDAC" w14:textId="5E07CC60" w:rsidR="0074308A" w:rsidRPr="003D0BA5" w:rsidRDefault="00BB2493" w:rsidP="004841CB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2AE411EC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ADEF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A621" w14:textId="77777777" w:rsidR="0074308A" w:rsidRPr="003D0BA5" w:rsidRDefault="005D1875" w:rsidP="005D1875"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2704" w14:textId="77777777" w:rsidR="0074308A" w:rsidRPr="003D0BA5" w:rsidRDefault="0074308A" w:rsidP="00E570A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29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9501" w14:textId="77777777" w:rsidR="0074308A" w:rsidRPr="003D0BA5" w:rsidRDefault="003C1A44" w:rsidP="003C1A44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S</w:t>
            </w:r>
            <w:r w:rsidR="0074308A" w:rsidRPr="003D0BA5">
              <w:rPr>
                <w:rFonts w:ascii="Tahoma" w:hAnsi="Tahoma" w:cs="Tahoma"/>
                <w:sz w:val="18"/>
                <w:szCs w:val="18"/>
                <w:lang w:val="it-IT"/>
              </w:rPr>
              <w:t>portski objekat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- otvoreni teren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04F4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380m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02EA52" w14:textId="6C385D0F" w:rsidR="0074308A" w:rsidRPr="003D0BA5" w:rsidRDefault="00BB2493" w:rsidP="00825B40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42A94BD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652D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2C0A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Otvorena površina</w:t>
            </w:r>
            <w:r w:rsidR="00E23DE5" w:rsidRPr="003D0BA5">
              <w:rPr>
                <w:rFonts w:ascii="Tahoma" w:hAnsi="Tahoma" w:cs="Tahoma"/>
                <w:sz w:val="18"/>
                <w:szCs w:val="18"/>
              </w:rPr>
              <w:t xml:space="preserve">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A6C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9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8C18" w14:textId="77777777" w:rsidR="0074308A" w:rsidRPr="003D0BA5" w:rsidRDefault="0074308A" w:rsidP="00E30C4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Pčelinjak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4AAA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1C59" w14:textId="77777777" w:rsidR="0074308A" w:rsidRPr="003D0BA5" w:rsidRDefault="0074308A" w:rsidP="003759ED"/>
        </w:tc>
      </w:tr>
      <w:tr w:rsidR="003D0BA5" w:rsidRPr="003D0BA5" w14:paraId="55DA3759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31D9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3B41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1C55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9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BC20" w14:textId="77777777" w:rsidR="0074308A" w:rsidRPr="003D0BA5" w:rsidRDefault="005D1875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E9E6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80m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3E0F6" w14:textId="1939A300" w:rsidR="0074308A" w:rsidRPr="003D0BA5" w:rsidRDefault="00BB2493" w:rsidP="00BB710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12C237C5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4672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5994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7EA0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9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7D45" w14:textId="77777777" w:rsidR="0074308A" w:rsidRPr="003D0BA5" w:rsidRDefault="0074308A" w:rsidP="00CA705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Montažna</w:t>
            </w:r>
            <w:r w:rsidR="00CA7051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parking 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garaža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7BF0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5EAF" w14:textId="77777777" w:rsidR="0074308A" w:rsidRPr="003D0BA5" w:rsidRDefault="0074308A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7D8426AE" w14:textId="77777777" w:rsidTr="00F066E1">
        <w:trPr>
          <w:trHeight w:val="79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2C06" w14:textId="77777777" w:rsidR="0074308A" w:rsidRPr="003D0BA5" w:rsidRDefault="0074308A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C981" w14:textId="77777777" w:rsidR="0074308A" w:rsidRPr="003D0BA5" w:rsidRDefault="0074308A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4635" w14:textId="7873CE8E" w:rsidR="0074308A" w:rsidRPr="003D0BA5" w:rsidRDefault="00BB7108" w:rsidP="00275E62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90/23 </w:t>
            </w:r>
            <w:r w:rsidR="0074308A" w:rsidRPr="003D0BA5">
              <w:rPr>
                <w:rFonts w:ascii="Tahoma" w:hAnsi="Tahoma" w:cs="Tahoma"/>
                <w:sz w:val="18"/>
                <w:szCs w:val="18"/>
              </w:rPr>
              <w:t>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521E" w14:textId="77777777" w:rsidR="0074308A" w:rsidRPr="003D0BA5" w:rsidRDefault="0074308A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3446" w14:textId="77777777" w:rsidR="0074308A" w:rsidRPr="003D0BA5" w:rsidRDefault="0074308A" w:rsidP="00E570A3">
            <w:r w:rsidRPr="003D0BA5">
              <w:rPr>
                <w:rFonts w:ascii="Tahoma" w:hAnsi="Tahoma" w:cs="Tahoma"/>
                <w:sz w:val="18"/>
                <w:szCs w:val="18"/>
              </w:rPr>
              <w:t>Maksimalno 77m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D2013" w14:textId="77777777" w:rsidR="0074308A" w:rsidRPr="003D0BA5" w:rsidRDefault="0074308A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11EFBA2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E0BD" w14:textId="77777777" w:rsidR="001F6681" w:rsidRPr="003D0BA5" w:rsidRDefault="001F6681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927E" w14:textId="77777777" w:rsidR="001F6681" w:rsidRPr="003D0BA5" w:rsidRDefault="001F6681"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ED1D4" w14:textId="77777777" w:rsidR="001F6681" w:rsidRPr="003D0BA5" w:rsidRDefault="00BB7108">
            <w:r w:rsidRPr="003D0BA5">
              <w:rPr>
                <w:rFonts w:ascii="Tahoma" w:hAnsi="Tahoma" w:cs="Tahoma"/>
                <w:sz w:val="18"/>
                <w:szCs w:val="18"/>
              </w:rPr>
              <w:t xml:space="preserve">136 </w:t>
            </w:r>
            <w:r w:rsidR="001F6681" w:rsidRPr="003D0BA5">
              <w:rPr>
                <w:rFonts w:ascii="Tahoma" w:hAnsi="Tahoma" w:cs="Tahoma"/>
                <w:sz w:val="18"/>
                <w:szCs w:val="18"/>
              </w:rPr>
              <w:t>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74A2" w14:textId="77777777" w:rsidR="001F6681" w:rsidRPr="003D0BA5" w:rsidRDefault="001F6681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0A52" w14:textId="77777777" w:rsidR="001F6681" w:rsidRPr="003D0BA5" w:rsidRDefault="001F6681" w:rsidP="00E570A3">
            <w:r w:rsidRPr="003D0BA5">
              <w:rPr>
                <w:rFonts w:ascii="Tahoma" w:hAnsi="Tahoma" w:cs="Tahoma"/>
                <w:sz w:val="18"/>
                <w:szCs w:val="18"/>
              </w:rPr>
              <w:t>Maksimalno 21m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47D0B8" w14:textId="77777777" w:rsidR="001F6681" w:rsidRPr="003D0BA5" w:rsidRDefault="001F6681" w:rsidP="001F668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BB7D3FB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90E" w14:textId="77777777" w:rsidR="001F6681" w:rsidRPr="003D0BA5" w:rsidRDefault="001F6681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5ACE" w14:textId="77777777" w:rsidR="001F6681" w:rsidRPr="003D0BA5" w:rsidRDefault="001F6681" w:rsidP="001F3EF9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802F" w14:textId="77777777" w:rsidR="001F6681" w:rsidRPr="003D0BA5" w:rsidRDefault="001F6681" w:rsidP="003759ED">
            <w:pPr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919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3B8D" w14:textId="77777777" w:rsidR="001F6681" w:rsidRPr="003D0BA5" w:rsidRDefault="001F6681" w:rsidP="00E570A3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7E12" w14:textId="77777777" w:rsidR="001F6681" w:rsidRPr="003D0BA5" w:rsidRDefault="001F6681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Pr="003D0BA5">
              <w:rPr>
                <w:rFonts w:ascii="Tahoma" w:hAnsi="Tahoma" w:cs="Tahoma"/>
                <w:caps/>
                <w:sz w:val="18"/>
                <w:szCs w:val="18"/>
              </w:rPr>
              <w:t>800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371B" w14:textId="532EEB13" w:rsidR="001F6681" w:rsidRPr="003D0BA5" w:rsidRDefault="00BB2493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6265F000" w14:textId="77777777" w:rsidTr="00D52F84">
        <w:trPr>
          <w:trHeight w:val="72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47D5" w14:textId="77777777" w:rsidR="001F6681" w:rsidRPr="003D0BA5" w:rsidRDefault="001F6681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95C3" w14:textId="77777777" w:rsidR="001F6681" w:rsidRPr="003D0BA5" w:rsidRDefault="001F6681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3C72" w14:textId="77777777" w:rsidR="001F6681" w:rsidRPr="003D0BA5" w:rsidRDefault="001F6681" w:rsidP="003759ED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1240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BCC1" w14:textId="77777777" w:rsidR="001F6681" w:rsidRPr="003D0BA5" w:rsidRDefault="001F6681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Montažni objekat za servisiranje i pranje vozila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FBB2" w14:textId="77777777" w:rsidR="001F6681" w:rsidRPr="003D0BA5" w:rsidRDefault="001F6681" w:rsidP="001F3EF9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150m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5B8" w14:textId="4910B4F2" w:rsidR="00B853DC" w:rsidRPr="003D0BA5" w:rsidRDefault="00B853DC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tretirati na separatoru masti i ulja, a potom zbrinuti kako je propisano Smjernicama zaštite prirode i životne sredine tekstualnog dijela programa</w:t>
            </w:r>
          </w:p>
        </w:tc>
      </w:tr>
      <w:tr w:rsidR="003D0BA5" w:rsidRPr="003D0BA5" w14:paraId="7DAF7CE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0916" w14:textId="77777777" w:rsidR="001F6681" w:rsidRPr="003D0BA5" w:rsidRDefault="001F6681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9011" w14:textId="77777777" w:rsidR="001F6681" w:rsidRPr="003D0BA5" w:rsidRDefault="001F6681" w:rsidP="001D5A60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DEC6" w14:textId="77777777" w:rsidR="001F6681" w:rsidRPr="003D0BA5" w:rsidRDefault="001F6681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1240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42D9" w14:textId="77777777" w:rsidR="001F6681" w:rsidRPr="003D0BA5" w:rsidRDefault="001F6681" w:rsidP="00E570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4E69" w14:textId="77777777" w:rsidR="001F6681" w:rsidRPr="003D0BA5" w:rsidRDefault="001F6681" w:rsidP="00CC0B78">
            <w:r w:rsidRPr="003D0BA5">
              <w:rPr>
                <w:rFonts w:ascii="Tahoma" w:hAnsi="Tahoma" w:cs="Tahoma"/>
                <w:sz w:val="18"/>
                <w:szCs w:val="18"/>
              </w:rPr>
              <w:t>Maksimalno  BGP 1000m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1E0" w14:textId="49FD1AF5" w:rsidR="001F6681" w:rsidRPr="003D0BA5" w:rsidRDefault="00BB2493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234F48D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822F" w14:textId="77777777" w:rsidR="001F6681" w:rsidRPr="003D0BA5" w:rsidRDefault="001F6681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E04" w14:textId="77777777" w:rsidR="001F6681" w:rsidRPr="003D0BA5" w:rsidRDefault="001F6681" w:rsidP="001F6681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4A3C" w14:textId="77777777" w:rsidR="001F6681" w:rsidRPr="003D0BA5" w:rsidRDefault="001F6681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1240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9DEA" w14:textId="77777777" w:rsidR="001F6681" w:rsidRPr="003D0BA5" w:rsidRDefault="001F6681" w:rsidP="001F6681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E3BC" w14:textId="77777777" w:rsidR="001F6681" w:rsidRPr="003D0BA5" w:rsidRDefault="001F6681" w:rsidP="001F3EF9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Pr="003D0BA5">
              <w:rPr>
                <w:rFonts w:ascii="Tahoma" w:hAnsi="Tahoma" w:cs="Tahoma"/>
                <w:caps/>
                <w:sz w:val="18"/>
                <w:szCs w:val="18"/>
              </w:rPr>
              <w:t>200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994E" w14:textId="4BF30F65" w:rsidR="001F6681" w:rsidRPr="003D0BA5" w:rsidRDefault="00BB2493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76ACF07E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0B31" w14:textId="77777777" w:rsidR="001F6681" w:rsidRPr="003D0BA5" w:rsidRDefault="001F6681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1B4A" w14:textId="77777777" w:rsidR="001F6681" w:rsidRPr="003D0BA5" w:rsidRDefault="005D1875" w:rsidP="001F6681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9A1C" w14:textId="77777777" w:rsidR="001F6681" w:rsidRPr="003D0BA5" w:rsidRDefault="001F6681"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1240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EECC" w14:textId="77777777" w:rsidR="001F6681" w:rsidRPr="003D0BA5" w:rsidRDefault="001F6681" w:rsidP="001D5A60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Sportski objekat-otvoreni teren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0505" w14:textId="77777777" w:rsidR="001F6681" w:rsidRPr="003D0BA5" w:rsidRDefault="001F6681" w:rsidP="001D5A60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Maksimalno </w:t>
            </w:r>
            <w:r w:rsidRPr="003D0BA5">
              <w:rPr>
                <w:rFonts w:ascii="Tahoma" w:hAnsi="Tahoma" w:cs="Tahoma"/>
                <w:caps/>
                <w:sz w:val="18"/>
                <w:szCs w:val="18"/>
              </w:rPr>
              <w:t>300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3C6E" w14:textId="77777777" w:rsidR="001F6681" w:rsidRPr="003D0BA5" w:rsidRDefault="001F6681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50C7BED2" w14:textId="77777777" w:rsidTr="00B853DC">
        <w:trPr>
          <w:trHeight w:val="81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1C3D" w14:textId="77777777" w:rsidR="001F6681" w:rsidRPr="003D0BA5" w:rsidRDefault="001F6681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43C7" w14:textId="77777777" w:rsidR="001F6681" w:rsidRPr="003D0BA5" w:rsidRDefault="00556657" w:rsidP="00556657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Montažno demontažni ili nepokretni </w:t>
            </w:r>
            <w:r w:rsidR="001F6681" w:rsidRPr="003D0BA5">
              <w:rPr>
                <w:rFonts w:ascii="Tahoma" w:hAnsi="Tahoma" w:cs="Tahoma"/>
                <w:sz w:val="18"/>
                <w:szCs w:val="18"/>
              </w:rPr>
              <w:t>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E72E" w14:textId="77777777" w:rsidR="001F6681" w:rsidRPr="003D0BA5" w:rsidRDefault="001F6681" w:rsidP="003759ED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848 KO Bistrica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D142" w14:textId="77777777" w:rsidR="001F6681" w:rsidRPr="003D0BA5" w:rsidRDefault="001F6681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Uzgajalište riba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D35A" w14:textId="77777777" w:rsidR="001F6681" w:rsidRPr="003D0BA5" w:rsidRDefault="001F6681" w:rsidP="004C4D6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6</w:t>
            </w:r>
            <w:r w:rsidRPr="003D0BA5">
              <w:rPr>
                <w:rFonts w:ascii="Tahoma" w:hAnsi="Tahoma" w:cs="Tahoma"/>
                <w:caps/>
                <w:sz w:val="18"/>
                <w:szCs w:val="18"/>
              </w:rPr>
              <w:t>00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FFA1" w14:textId="4CE23BC8" w:rsidR="001F6681" w:rsidRPr="003D0BA5" w:rsidRDefault="00CB6C2C" w:rsidP="00B853DC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Kontrola kvaliteta voda u vodotoku kako je propisano Smjernicama zaštite prirode i životne sredine tekstualnog dijela programa</w:t>
            </w:r>
          </w:p>
        </w:tc>
      </w:tr>
      <w:tr w:rsidR="003D0BA5" w:rsidRPr="003D0BA5" w14:paraId="38657262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5788" w14:textId="77777777" w:rsidR="008B3729" w:rsidRPr="003D0BA5" w:rsidRDefault="008B3729" w:rsidP="003759ED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BCB2" w14:textId="77777777" w:rsidR="008B3729" w:rsidRPr="003D0BA5" w:rsidRDefault="008B3729" w:rsidP="00755AA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CCA9" w14:textId="77777777" w:rsidR="008B3729" w:rsidRPr="003D0BA5" w:rsidRDefault="008B3729" w:rsidP="006B32A3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9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3AA0" w14:textId="77777777" w:rsidR="008B3729" w:rsidRPr="003D0BA5" w:rsidRDefault="008B3729" w:rsidP="00385B17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CDAF" w14:textId="77777777" w:rsidR="008B3729" w:rsidRPr="003D0BA5" w:rsidRDefault="008B3729" w:rsidP="006B32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B04D" w14:textId="46A276E0" w:rsidR="008B3729" w:rsidRPr="003D0BA5" w:rsidRDefault="00BB2493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1818D619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EF79" w14:textId="77777777" w:rsidR="008B3729" w:rsidRPr="003D0BA5" w:rsidRDefault="008B3729" w:rsidP="0047275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26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AE94" w14:textId="77777777" w:rsidR="008B3729" w:rsidRPr="003D0BA5" w:rsidRDefault="008B3729" w:rsidP="004727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3165" w14:textId="77777777" w:rsidR="008B3729" w:rsidRPr="003D0BA5" w:rsidRDefault="008B3729" w:rsidP="004727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841 KO Bistrica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AA0F" w14:textId="77777777" w:rsidR="008B3729" w:rsidRPr="003D0BA5" w:rsidRDefault="008B3729" w:rsidP="0047275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EE66" w14:textId="77777777" w:rsidR="008B3729" w:rsidRPr="003D0BA5" w:rsidRDefault="008B3729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7693" w14:textId="77777777" w:rsidR="008B3729" w:rsidRPr="003D0BA5" w:rsidRDefault="008B3729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1ABE4E8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37C1" w14:textId="77777777" w:rsidR="008B3729" w:rsidRPr="003D0BA5" w:rsidRDefault="008B3729" w:rsidP="0047275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A335" w14:textId="77777777" w:rsidR="008B3729" w:rsidRPr="003D0BA5" w:rsidRDefault="008B3729" w:rsidP="004727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F5A8" w14:textId="77777777" w:rsidR="008B3729" w:rsidRPr="003D0BA5" w:rsidRDefault="008B3729" w:rsidP="004727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1564 KO Lozna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F9DB" w14:textId="77777777" w:rsidR="008B3729" w:rsidRPr="003D0BA5" w:rsidRDefault="008B3729" w:rsidP="0047275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3FDE" w14:textId="77777777" w:rsidR="008B3729" w:rsidRPr="003D0BA5" w:rsidRDefault="008B3729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47D" w14:textId="77777777" w:rsidR="008B3729" w:rsidRPr="003D0BA5" w:rsidRDefault="008B3729" w:rsidP="003759ED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379B56DC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8CA5" w14:textId="77777777" w:rsidR="008B3729" w:rsidRPr="003D0BA5" w:rsidRDefault="008B3729" w:rsidP="0047275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733A" w14:textId="77777777" w:rsidR="008B3729" w:rsidRPr="003D0BA5" w:rsidRDefault="008B3729" w:rsidP="004727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5761" w14:textId="77777777" w:rsidR="008B3729" w:rsidRPr="003D0BA5" w:rsidRDefault="008B3729" w:rsidP="004727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3595 KO Grab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FFE0" w14:textId="77777777" w:rsidR="008B3729" w:rsidRPr="003D0BA5" w:rsidRDefault="008B3729" w:rsidP="0047275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13D5" w14:textId="77777777" w:rsidR="008B3729" w:rsidRPr="003D0BA5" w:rsidRDefault="008B3729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BBF4" w14:textId="77777777" w:rsidR="008B3729" w:rsidRPr="003D0BA5" w:rsidRDefault="00530DB7" w:rsidP="00573A4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Tipska modularna nadstrešnica,</w:t>
            </w:r>
            <w:r w:rsidR="00573A41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</w:t>
            </w:r>
            <w:r w:rsidR="008B3729" w:rsidRPr="003D0BA5">
              <w:rPr>
                <w:rFonts w:ascii="Tahoma" w:hAnsi="Tahoma" w:cs="Tahoma"/>
                <w:sz w:val="18"/>
                <w:szCs w:val="18"/>
                <w:lang w:val="it-IT"/>
              </w:rPr>
              <w:t>z uslove i saglasnost Uprave za saobraćaj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.</w:t>
            </w:r>
            <w:r w:rsidR="00573A41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</w:p>
        </w:tc>
      </w:tr>
      <w:tr w:rsidR="003D0BA5" w:rsidRPr="003D0BA5" w14:paraId="07A6D531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F9E1" w14:textId="77777777" w:rsidR="008B3729" w:rsidRPr="003D0BA5" w:rsidRDefault="008B3729" w:rsidP="00D67F5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2346" w14:textId="77777777" w:rsidR="008B3729" w:rsidRPr="003D0BA5" w:rsidRDefault="008B3729" w:rsidP="00D67F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1BE8" w14:textId="77777777" w:rsidR="008B3729" w:rsidRPr="003D0BA5" w:rsidRDefault="008B3729" w:rsidP="00D67F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592 KO Tomaševo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6734" w14:textId="77777777" w:rsidR="008B3729" w:rsidRPr="003D0BA5" w:rsidRDefault="008B3729" w:rsidP="00D67F5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FA27" w14:textId="77777777" w:rsidR="008B3729" w:rsidRPr="003D0BA5" w:rsidRDefault="008B3729" w:rsidP="00D67F5E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6FD9" w14:textId="77777777" w:rsidR="008B3729" w:rsidRPr="003D0BA5" w:rsidRDefault="008B3729" w:rsidP="00D67F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Uz uslove i saglasnost Uprave za saobraćaj </w:t>
            </w:r>
          </w:p>
        </w:tc>
      </w:tr>
      <w:tr w:rsidR="003D0BA5" w:rsidRPr="003D0BA5" w14:paraId="01FCBEA9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67EF" w14:textId="77777777" w:rsidR="008B3729" w:rsidRPr="003D0BA5" w:rsidRDefault="008B3729" w:rsidP="00D67F5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F8F8" w14:textId="77777777" w:rsidR="008B3729" w:rsidRPr="003D0BA5" w:rsidRDefault="008B3729" w:rsidP="00D67F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FDF6" w14:textId="77777777" w:rsidR="008B3729" w:rsidRPr="003D0BA5" w:rsidRDefault="008B3729" w:rsidP="00D67F5E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343/1 KO Kanje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A53A" w14:textId="77777777" w:rsidR="008B3729" w:rsidRPr="003D0BA5" w:rsidRDefault="008B3729" w:rsidP="00D67F5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9143" w14:textId="77777777" w:rsidR="008B3729" w:rsidRPr="003D0BA5" w:rsidRDefault="008B3729" w:rsidP="00D67F5E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A675" w14:textId="77777777" w:rsidR="008B3729" w:rsidRPr="003D0BA5" w:rsidRDefault="008B3729" w:rsidP="00B9653C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Uz saglasnost nadležnog državnog organa</w:t>
            </w:r>
          </w:p>
        </w:tc>
      </w:tr>
      <w:tr w:rsidR="003D0BA5" w:rsidRPr="003D0BA5" w14:paraId="2FA53C26" w14:textId="77777777" w:rsidTr="009551E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7EDD" w14:textId="5775D5B0" w:rsidR="008607FC" w:rsidRPr="003D0BA5" w:rsidRDefault="008607FC" w:rsidP="008607FC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B86D" w14:textId="2D1D99A0" w:rsidR="008607FC" w:rsidRPr="003D0BA5" w:rsidRDefault="008607FC" w:rsidP="008607FC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</w:tcPr>
          <w:p w14:paraId="671D2D20" w14:textId="19B958ED" w:rsidR="008607FC" w:rsidRPr="003D0BA5" w:rsidRDefault="008607FC" w:rsidP="008607FC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2350/1 KO Bijelo Polje</w:t>
            </w:r>
          </w:p>
        </w:tc>
        <w:tc>
          <w:tcPr>
            <w:tcW w:w="1985" w:type="dxa"/>
          </w:tcPr>
          <w:p w14:paraId="65590475" w14:textId="30408A15" w:rsidR="008607FC" w:rsidRPr="003D0BA5" w:rsidRDefault="008607FC" w:rsidP="008607FC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Otvoreni šank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E28F" w14:textId="6AED1716" w:rsidR="008607FC" w:rsidRPr="003D0BA5" w:rsidRDefault="008607FC" w:rsidP="008607FC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6m²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4A90" w14:textId="2F870C3C" w:rsidR="008607FC" w:rsidRPr="003D0BA5" w:rsidRDefault="008607FC" w:rsidP="008607FC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Izgledom uklopljen u ambijent lokacije</w:t>
            </w:r>
          </w:p>
        </w:tc>
      </w:tr>
      <w:tr w:rsidR="003D0BA5" w:rsidRPr="003D0BA5" w14:paraId="29A4C26A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9B6E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ADDD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EE7E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630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57AC" w14:textId="1E7D4EC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Nadstrešnica za odmor posjetilac</w:t>
            </w:r>
            <w:r w:rsidR="008607FC" w:rsidRPr="003D0BA5">
              <w:rPr>
                <w:rFonts w:ascii="Tahoma" w:hAnsi="Tahoma" w:cs="Tahoma"/>
                <w:sz w:val="18"/>
                <w:szCs w:val="18"/>
                <w:lang w:val="it-IT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6403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6m x 4m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8AC1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Drvena konstrukcija, krovni pokrivač crijep. </w:t>
            </w:r>
          </w:p>
        </w:tc>
      </w:tr>
      <w:tr w:rsidR="003D0BA5" w:rsidRPr="003D0BA5" w14:paraId="505E15F2" w14:textId="77777777" w:rsidTr="00F066E1">
        <w:trPr>
          <w:trHeight w:val="5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2E1B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943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6DC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594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5D0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Montažni objekat za servisiranje i pranje vozila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F1C4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14m x 6 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22AD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konstrukcije od čeličnih profila, limeni krovni pokrivač, zidna ispuna sendvič paneli.</w:t>
            </w:r>
          </w:p>
          <w:p w14:paraId="4B8BE1B1" w14:textId="1E856E0C" w:rsidR="005142A6" w:rsidRPr="003D0BA5" w:rsidRDefault="005142A6" w:rsidP="00BB249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tretirati na separatoru masti i ulja, a potom zbrinuti kako je propisano Smjernicama zaštite prirode i životne sredine tekstualnog dijela programa</w:t>
            </w:r>
          </w:p>
        </w:tc>
      </w:tr>
      <w:tr w:rsidR="003D0BA5" w:rsidRPr="003D0BA5" w14:paraId="6B36D12C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CC2A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4CA4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D9D6" w14:textId="16BD10B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321 i 322 KO Resnik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D1A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5F52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20m x 40m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0FF1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Konstrukcija od montažnih elemenata, zidovi i krovni pokrivač od impregniranog ili plastificiranog platna.</w:t>
            </w:r>
          </w:p>
          <w:p w14:paraId="2C0F8A3B" w14:textId="0DAE7E08" w:rsidR="00BB2493" w:rsidRPr="003D0BA5" w:rsidRDefault="00BB2493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4B561843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79B9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880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060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498 KO Resnik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3A71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Natkriveni zatvoreni sportski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0393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37m x 17m x 5m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086D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Konstrukcija od montažnih elemenata, zidovi i krovni pokrivač od impregniranog ili plastificiranog platna.</w:t>
            </w:r>
          </w:p>
        </w:tc>
      </w:tr>
      <w:tr w:rsidR="003D0BA5" w:rsidRPr="003D0BA5" w14:paraId="7E3467F2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93F0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36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309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A305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264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C245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A788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FDC6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Tipska modularna nadstrešnica, uz uslove i saglasnost Uprave za saobraćaj.</w:t>
            </w:r>
          </w:p>
        </w:tc>
      </w:tr>
      <w:tr w:rsidR="003D0BA5" w:rsidRPr="003D0BA5" w14:paraId="725879DF" w14:textId="77777777" w:rsidTr="000662EF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B902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bookmarkStart w:id="1" w:name="_Hlk202907255"/>
            <w:r w:rsidRPr="003D0BA5">
              <w:rPr>
                <w:rFonts w:ascii="Tahoma" w:hAnsi="Tahoma" w:cs="Tahoma"/>
                <w:sz w:val="18"/>
                <w:szCs w:val="18"/>
              </w:rPr>
              <w:t>37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5292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AADE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2161, 2162 i 2163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DBFF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74D7" w14:textId="443C0C2E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Maksimalno 240m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CB3A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Konstrukcija čelična ili armirano betonska, ispuna – sendvič paneli, krov metalni.</w:t>
            </w:r>
          </w:p>
          <w:p w14:paraId="10A9906B" w14:textId="41BFF5A4" w:rsidR="00BB2493" w:rsidRPr="003D0BA5" w:rsidRDefault="00BB2493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  <w:p w14:paraId="44184694" w14:textId="091FD1C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bookmarkEnd w:id="1"/>
      <w:tr w:rsidR="003D0BA5" w:rsidRPr="003D0BA5" w14:paraId="26E082A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659C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38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E66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5B0F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3789/2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D2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DF60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P=12.5m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148F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</w:rPr>
              <w:t>Objekat za trgovinu i usluge. Tipski objekat ili od PVC aluminijuma pocinčanog čelika. Fasada i krovni pokrivač aluminijski ili čelični pocinčani lim.</w:t>
            </w:r>
          </w:p>
        </w:tc>
      </w:tr>
      <w:tr w:rsidR="003D0BA5" w:rsidRPr="003D0BA5" w14:paraId="4A299B21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E5D6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F9D0" w14:textId="77777777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8DCF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2236/1 i 2237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119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D46E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P=BGP300m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3C21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Uz uslove i saglasnost Uprave za saobraćaj.</w:t>
            </w:r>
          </w:p>
          <w:p w14:paraId="27483E62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Od trajnih materijala, metalne konstrukcije, ispune od sendvič panela i fasadnih laminata. Dvovodni kosi krov ili jednovodni skriveni. Krovni pokrivač aluminijski ili čelični lim u boji.</w:t>
            </w:r>
          </w:p>
          <w:p w14:paraId="4F06925B" w14:textId="0E4A2769" w:rsidR="00BB2493" w:rsidRPr="003D0BA5" w:rsidRDefault="00BB2493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3381999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144F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F3F1" w14:textId="77777777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24D7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90/21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201A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50AC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BE69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</w:rPr>
              <w:t>Objekat za trgovinu i usluge. Tipski objekat ili od PVC aluminijuma pocinčanog čelika. Fasada i krovni pokrivač aluminijski ili čelični pocinčani lim.</w:t>
            </w:r>
          </w:p>
        </w:tc>
      </w:tr>
      <w:tr w:rsidR="003D0BA5" w:rsidRPr="003D0BA5" w14:paraId="0ABF1F8B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E85C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D53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2109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2244/1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1FA0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104C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FEE9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Tipska modularna nadstrešnica, uz uslove i saglasnost Uprave za saobraćaj.</w:t>
            </w:r>
          </w:p>
        </w:tc>
      </w:tr>
      <w:tr w:rsidR="003D0BA5" w:rsidRPr="003D0BA5" w14:paraId="2E0D1CF9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C460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8F83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58FF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2244/1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289F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2A83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B9C2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Tipska modularna nadstrešnica, uz uslove i saglasnost Uprave za saobraćaj.</w:t>
            </w:r>
          </w:p>
        </w:tc>
      </w:tr>
      <w:tr w:rsidR="003D0BA5" w:rsidRPr="003D0BA5" w14:paraId="4FF966AB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3999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43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84D1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FE6D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279/1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4D6C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206B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9BBC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Tipska modularna nadstrešnica, uz uslove i saglasnost Uprave za saobraćaj.</w:t>
            </w:r>
          </w:p>
        </w:tc>
      </w:tr>
      <w:tr w:rsidR="003D0BA5" w:rsidRPr="003D0BA5" w14:paraId="237E065C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9320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06C5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8CBC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279/1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C19E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A283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6CCF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Tipska modularna nadstrešnica, uz uslove i saglasnost Uprave za saobraćaj.</w:t>
            </w:r>
          </w:p>
        </w:tc>
      </w:tr>
      <w:tr w:rsidR="003D0BA5" w:rsidRPr="003D0BA5" w14:paraId="5FBA0C73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C400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FFE7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1AD5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282/2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3606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3316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A197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Tipska modularna nadstrešnica, uz uslove i saglasnost Uprave za saobraćaj.</w:t>
            </w:r>
          </w:p>
        </w:tc>
      </w:tr>
      <w:tr w:rsidR="003D0BA5" w:rsidRPr="003D0BA5" w14:paraId="37D93772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7582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055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EA65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180/3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Resnik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EDF9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35A9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38m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63D1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podlozi, terasa natkrivena suncobranima u bež boji</w:t>
            </w:r>
          </w:p>
        </w:tc>
      </w:tr>
      <w:tr w:rsidR="003D0BA5" w:rsidRPr="003D0BA5" w14:paraId="11A75C4E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E72F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B697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8164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264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BE8E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36B5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D459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Zadr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žavanje postojećeg drvenog objekta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, građevinska linija prema postojećem objektu</w:t>
            </w:r>
            <w:r w:rsidR="00BB2493" w:rsidRPr="003D0BA5">
              <w:rPr>
                <w:rFonts w:ascii="Tahoma" w:hAnsi="Tahoma" w:cs="Tahoma"/>
                <w:sz w:val="18"/>
                <w:szCs w:val="18"/>
                <w:lang w:val="it-IT"/>
              </w:rPr>
              <w:t>.</w:t>
            </w:r>
          </w:p>
          <w:p w14:paraId="7E7CB7E2" w14:textId="7B75EF9E" w:rsidR="00BB2493" w:rsidRPr="003D0BA5" w:rsidRDefault="00BB2493" w:rsidP="005142A6"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4BC15808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D1E9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AC9E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DC21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264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905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35D7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P=14m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69F2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Ispod postojeće nadstrešnice na drvenoj podlozi</w:t>
            </w:r>
          </w:p>
        </w:tc>
      </w:tr>
      <w:tr w:rsidR="003D0BA5" w:rsidRPr="003D0BA5" w14:paraId="3E5CCC8E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1321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CC3A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B4D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573/1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B242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Montažna parking garaža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8E7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P=52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CBDD" w14:textId="77777777" w:rsidR="005142A6" w:rsidRPr="003D0BA5" w:rsidRDefault="005142A6" w:rsidP="005142A6">
            <w:r w:rsidRPr="003D0BA5">
              <w:rPr>
                <w:rFonts w:ascii="Tahoma" w:hAnsi="Tahoma" w:cs="Tahoma"/>
                <w:sz w:val="18"/>
                <w:szCs w:val="18"/>
              </w:rPr>
              <w:t>Objekat metalne kontrukcije, kosog ili ravnog krova</w:t>
            </w:r>
          </w:p>
        </w:tc>
      </w:tr>
      <w:tr w:rsidR="003D0BA5" w:rsidRPr="003D0BA5" w14:paraId="1F91430A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3350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41BB" w14:textId="77777777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93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48/5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4B5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Objekat za trgovinu i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BCE0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P=32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968C" w14:textId="2108B34A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Zadr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žavanje postojećeg objekta, obnova fasade sa detaljima od kamena ili drveta</w:t>
            </w:r>
            <w:r w:rsidR="00BB2493" w:rsidRPr="003D0BA5">
              <w:rPr>
                <w:rFonts w:ascii="Tahoma" w:hAnsi="Tahoma" w:cs="Tahoma"/>
                <w:sz w:val="18"/>
                <w:szCs w:val="18"/>
                <w:lang w:val="sr-Latn-ME"/>
              </w:rPr>
              <w:t xml:space="preserve">. </w:t>
            </w:r>
            <w:r w:rsidR="00BB2493"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1FB970B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18E2" w14:textId="407C95F9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61DB" w14:textId="06925650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DA8A" w14:textId="37060145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2145/1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9AA6" w14:textId="7C6B957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CD31" w14:textId="465221E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P=9 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8015" w14:textId="57EB0710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Za prodaju štampe </w:t>
            </w:r>
          </w:p>
        </w:tc>
      </w:tr>
      <w:tr w:rsidR="003D0BA5" w:rsidRPr="003D0BA5" w14:paraId="6642A7D7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C57B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52</w:t>
            </w:r>
          </w:p>
          <w:p w14:paraId="6BB9F937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A266" w14:textId="76F6E343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00CA" w14:textId="669F19E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1139/1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2824" w14:textId="64FBEAD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Uzgajalište riba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AFFD" w14:textId="25E6664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=</w:t>
            </w:r>
            <w:r w:rsidR="00F23AEA"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6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00</w:t>
            </w:r>
            <w:r w:rsidRPr="003D0BA5">
              <w:rPr>
                <w:rFonts w:ascii="Tahoma" w:hAnsi="Tahoma" w:cs="Tahoma"/>
                <w:sz w:val="18"/>
                <w:szCs w:val="18"/>
              </w:rPr>
              <w:t>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C707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U prirodnom zemljanom udubljenju. </w:t>
            </w:r>
          </w:p>
          <w:p w14:paraId="50A85E9E" w14:textId="62D7495B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Kvalitet voda u vodotoku mora biti na istom nivou kao i uzvodno od ribnjaka.</w:t>
            </w:r>
          </w:p>
        </w:tc>
      </w:tr>
      <w:tr w:rsidR="003D0BA5" w:rsidRPr="003D0BA5" w14:paraId="5BE60C70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DC8A" w14:textId="782624E3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53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7D90" w14:textId="6A6209D4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D892" w14:textId="4E20037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1415/1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6262" w14:textId="3D3223A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217E" w14:textId="478EB0A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40 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BB16" w14:textId="65A211FA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Konstrukcija čelična, ispuna – sendvič paneli, krov metalni. </w:t>
            </w:r>
            <w:r w:rsidR="00BB2493"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1126AF19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F692" w14:textId="1B0D7736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ECE5" w14:textId="6EA30544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ED53" w14:textId="6D8AF34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2225/2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564B6" w14:textId="563580F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98F9" w14:textId="7A19729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12 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4FDC" w14:textId="1B2B2142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 trgovinu i usluge. Aluminijske plastificirane ili čelične pocinčane kutije obojene tamno sivom bojom.</w:t>
            </w:r>
          </w:p>
        </w:tc>
      </w:tr>
      <w:tr w:rsidR="003D0BA5" w:rsidRPr="003D0BA5" w14:paraId="3505C01B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B29" w14:textId="14401359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4680" w14:textId="79330675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77D6" w14:textId="358BC17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2201/2 i 2202/1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36B1" w14:textId="4D8AFCE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F7FF" w14:textId="6814121C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12 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C75A" w14:textId="50521FC0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Zadržavanje postojećeg privremenog objekta uz usaglašavanje u pogledu materijalizacije sa susjednim objektima na istoj parceli. </w:t>
            </w:r>
            <w:r w:rsidR="00BB2493"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46690BB4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93F3" w14:textId="74CCC0CD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8E58" w14:textId="6E0D8077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A13C" w14:textId="1706492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77/4 KO Nedakusi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376B" w14:textId="6730EA4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B553" w14:textId="5A989DD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40m2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A76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Čelična konstrukcija. Fasada u kombinaciji metal - staklo.</w:t>
            </w:r>
          </w:p>
          <w:p w14:paraId="07BF0680" w14:textId="53941085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5DA237CD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4D45" w14:textId="3A868B7B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311A" w14:textId="56A1B9A9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6E8A" w14:textId="155C694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625/14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7189" w14:textId="153F9D5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6099" w14:textId="4482DBB5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25 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A087" w14:textId="6B3379D4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suncobranima ili tendom.</w:t>
            </w:r>
          </w:p>
        </w:tc>
      </w:tr>
      <w:tr w:rsidR="003D0BA5" w:rsidRPr="003D0BA5" w14:paraId="75954F76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1494" w14:textId="30D5BA5E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6142" w14:textId="125B87D6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2059C" w14:textId="5C76CE7E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1225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A8FD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Montažni objekat za servisiranje i pranje vozila</w:t>
            </w:r>
          </w:p>
          <w:p w14:paraId="32BDE2FA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583A" w14:textId="304BDD5C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150m2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D807" w14:textId="777777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od čeličnih profila, limeni krovni pokrivač, zidna ispuna sendvič paneli.</w:t>
            </w:r>
          </w:p>
          <w:p w14:paraId="167A86E2" w14:textId="3098835A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Sve vode sa radnih i manipulativnih površina prikupiti i tretirati na separatoru masti i ulja, a potom zbrinjavati </w:t>
            </w:r>
            <w:r w:rsidR="00BB2493" w:rsidRPr="003D0BA5">
              <w:rPr>
                <w:rFonts w:ascii="Tahoma" w:hAnsi="Tahoma" w:cs="Tahoma"/>
                <w:sz w:val="18"/>
                <w:szCs w:val="18"/>
              </w:rPr>
              <w:t xml:space="preserve">u skladu sa </w:t>
            </w:r>
            <w:r w:rsidR="00BB2493" w:rsidRPr="003D0BA5">
              <w:rPr>
                <w:rFonts w:ascii="Tahoma" w:hAnsi="Tahoma" w:cs="Tahoma"/>
                <w:sz w:val="18"/>
                <w:szCs w:val="18"/>
              </w:rPr>
              <w:lastRenderedPageBreak/>
              <w:t>odgovarajućim Pravimikom, kako je propisano Smjernicama zaštite prirode i životne sredine tekstualnog dijela programa.</w:t>
            </w:r>
          </w:p>
        </w:tc>
      </w:tr>
      <w:tr w:rsidR="003D0BA5" w:rsidRPr="003D0BA5" w14:paraId="20D03CD3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602F" w14:textId="7523D5FF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59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BF38" w14:textId="7AD59A29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86A083" w14:textId="6F8800E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768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7AE9" w14:textId="4F98121C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14C2" w14:textId="17FB94D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120m2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C4D5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Čelična konstrukcija. Fasada u kombinaciji metal - staklo.</w:t>
            </w:r>
          </w:p>
          <w:p w14:paraId="0CC947B2" w14:textId="7D246D35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4653F590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59C1" w14:textId="6EFD7E69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12A3" w14:textId="0DE7863F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DC2AA" w14:textId="401B3123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257/4 KO Resnik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F098" w14:textId="0F8CFBF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9C03" w14:textId="2EAA03C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55m2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D9B0" w14:textId="4B5F97C0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suncobranima ili tendom.</w:t>
            </w:r>
          </w:p>
        </w:tc>
      </w:tr>
      <w:tr w:rsidR="003D0BA5" w:rsidRPr="003D0BA5" w14:paraId="5484A61C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E38F" w14:textId="2D4D6BE8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A77C" w14:textId="0E315DE1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2547" w14:textId="16EB35DE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432/8 KO Resnik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FD77A" w14:textId="587E30CE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567D" w14:textId="7C2340A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80 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1D22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čelična, ispuna – sendvič paneli, krov metalni.</w:t>
            </w:r>
          </w:p>
          <w:p w14:paraId="2854B3DB" w14:textId="6D3DA574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18EF6572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4375" w14:textId="7CA52FAD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C16F" w14:textId="682308AA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A8AD" w14:textId="231055A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91/5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8140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Montažni objekat za pranje vozila</w:t>
            </w:r>
          </w:p>
          <w:p w14:paraId="3EC3B729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7037" w14:textId="35723EF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250m2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E365" w14:textId="29CF9AB0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Sve vode sa radnih i manipulativnih površina prikupiti i tretirati na separatoru masti i ulja, a potom </w:t>
            </w:r>
            <w:r w:rsidR="00BB2493" w:rsidRPr="003D0BA5">
              <w:rPr>
                <w:rFonts w:ascii="Tahoma" w:hAnsi="Tahoma" w:cs="Tahoma"/>
                <w:sz w:val="18"/>
                <w:szCs w:val="18"/>
              </w:rPr>
              <w:t xml:space="preserve">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3D077C71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B23A" w14:textId="62D44A04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37E" w14:textId="0528712B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9A00" w14:textId="7B8A3FCE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770/1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A195" w14:textId="01BEC31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91B8" w14:textId="0E4F0993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40m2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0958" w14:textId="092EF312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Čelične konstrukcije, ispune od sendvič panela.</w:t>
            </w:r>
          </w:p>
        </w:tc>
      </w:tr>
      <w:tr w:rsidR="003D0BA5" w:rsidRPr="003D0BA5" w14:paraId="354C1664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A205" w14:textId="692FB98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6AF6" w14:textId="66ED4E87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54B5" w14:textId="38EA6CC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264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6876" w14:textId="145B0E8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665C" w14:textId="0449A99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BC0D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620EBB37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472F" w14:textId="18FBB716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B0F7" w14:textId="0BAB876F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Nepokretni privremeni objekat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B3DE" w14:textId="4E7768E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469/3 KO Resnik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3812" w14:textId="55FFDC2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DE15" w14:textId="53AE930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10mx8m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B9C5" w14:textId="6B4B1D80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Zadržavanje postojećeg privremenog objekta uz usaglašavanje u pogledu materijalizacije sa susjednim objektima.</w:t>
            </w:r>
          </w:p>
        </w:tc>
      </w:tr>
      <w:tr w:rsidR="003D0BA5" w:rsidRPr="003D0BA5" w14:paraId="6B45041C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B97E" w14:textId="3BB7ACEA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67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103C" w14:textId="107158C3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9235" w14:textId="6766FCD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CEDF" w14:textId="74FDBECE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361F" w14:textId="458DDFB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200m2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97DC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Konstrukcija čelična, ispuna – sendvič paneli, krov metalni. </w:t>
            </w:r>
          </w:p>
          <w:p w14:paraId="6ADE3FDD" w14:textId="5CA0A9D6" w:rsidR="00BB2493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4D31801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99F3" w14:textId="0B0B09E2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B8C0" w14:textId="4186E51D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5D70" w14:textId="6F10645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3632/2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AAA" w14:textId="62E689D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91AA" w14:textId="4143D3E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P=50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12A8" w14:textId="1AA06B8F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345D9CF8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885C" w14:textId="62251EFB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E6D8" w14:textId="452269C3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D9DE" w14:textId="54402AD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3632/2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D49F" w14:textId="3CB955F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895D" w14:textId="2D24FF30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P=50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9810" w14:textId="29081144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4C1966B3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A766" w14:textId="7F5EAF52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CEF2" w14:textId="6E78E9A7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DA0E" w14:textId="2FA8981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3632/2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1125" w14:textId="71DF7DE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8BE9" w14:textId="25EDCEB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P=50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50D3" w14:textId="358B2E67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054FD6FB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0A2" w14:textId="2F1F8378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FE2F" w14:textId="67034F49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27EA" w14:textId="0505824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136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629DB" w14:textId="3F64BB8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4FA" w14:textId="167C32E5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6m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5A0E" w14:textId="35B93BC8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 trgovinu i usluge. Aluminijske plastificirane ili čelične pocinčane kutije obojene tamno sivom bojom.</w:t>
            </w:r>
          </w:p>
        </w:tc>
      </w:tr>
      <w:tr w:rsidR="003D0BA5" w:rsidRPr="003D0BA5" w14:paraId="5ECBD960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5A41" w14:textId="1E37312A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5093" w14:textId="4665D300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CC88" w14:textId="47BA7E4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264/1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F2890" w14:textId="391D6EE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0E22" w14:textId="393379F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DE87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51751C9C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EDA0" w14:textId="06D9E1FB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EC37" w14:textId="6FBEFBF9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D2B2" w14:textId="0CD57C9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117/2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1AD2E6" w14:textId="75196D8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B266" w14:textId="6B8B57C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12m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BBA9" w14:textId="5BB3BD84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 trgovinu i usluge. Aluminijske plastificirane ili čelične pocinčane kutije obojene tamno sivom bojom.</w:t>
            </w:r>
          </w:p>
        </w:tc>
      </w:tr>
      <w:tr w:rsidR="003D0BA5" w:rsidRPr="003D0BA5" w14:paraId="57CA1D51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02CB" w14:textId="197A68C4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0B33" w14:textId="0811EBB1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7B1F" w14:textId="328B998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114B3" w14:textId="308D9AAC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F8F5" w14:textId="43738F0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3.0mx6.0m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B86E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0BF3F8C1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D0C9" w14:textId="4342D184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8316" w14:textId="756C83DA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</w:tcPr>
          <w:p w14:paraId="2350DB8E" w14:textId="5F0B264C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285 KO Resnik</w:t>
            </w:r>
          </w:p>
        </w:tc>
        <w:tc>
          <w:tcPr>
            <w:tcW w:w="1985" w:type="dxa"/>
          </w:tcPr>
          <w:p w14:paraId="70039406" w14:textId="49C9253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Montažna parking garaža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A848" w14:textId="44A5DFF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10.0mx10.0m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C6F9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144D5D21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ABF4" w14:textId="07FDFC4A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AE1F" w14:textId="35C450E4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A61E" w14:textId="4760028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2466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91FC" w14:textId="494E151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629" w14:textId="538BEC9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6C8F" w14:textId="6392495C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Otpadne vode zbrinuti u skladu sa odgovarajućim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Pravimikom, kako je propisano Smjernicama zaštite prirode i životne sredine tekstualnog dijela programa.</w:t>
            </w:r>
          </w:p>
        </w:tc>
      </w:tr>
      <w:tr w:rsidR="003D0BA5" w:rsidRPr="003D0BA5" w14:paraId="556F893A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1F16" w14:textId="3A0069DF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87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50C8" w14:textId="3CEA6402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CE91" w14:textId="070B6BF5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2466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5636" w14:textId="5C39579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1EAC" w14:textId="1EE12D0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8A26" w14:textId="7E154CBF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29E1870C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A949" w14:textId="3F89D0E5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53A0" w14:textId="251FA920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EF92" w14:textId="4AA7F27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2466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BB10" w14:textId="280E724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1493" w14:textId="4D43424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3B58" w14:textId="2F4E4536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46661619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4EC7" w14:textId="2853270A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F432" w14:textId="190D84C6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FC15" w14:textId="36AB671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2466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63E8" w14:textId="689F8C70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908E" w14:textId="4BDB9AC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4B49" w14:textId="07C54E29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738EF5C4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ADBF" w14:textId="42CD81F6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488F" w14:textId="60FF80A6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7D6C" w14:textId="44F748AE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2466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9285" w14:textId="5DAC160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BC94" w14:textId="2DD5C3B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3F74" w14:textId="6D99E18C" w:rsidR="005142A6" w:rsidRPr="003D0BA5" w:rsidRDefault="00BB2493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33C6F71B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CBF" w14:textId="7CC20DA8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2C76" w14:textId="3B92DF7E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</w:tcPr>
          <w:p w14:paraId="5C997E56" w14:textId="0C94A930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969/4 KO Potkrajci</w:t>
            </w:r>
          </w:p>
        </w:tc>
        <w:tc>
          <w:tcPr>
            <w:tcW w:w="1985" w:type="dxa"/>
          </w:tcPr>
          <w:p w14:paraId="0790906C" w14:textId="3E2B43B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Montažni objekat za servisiranje i pranje vozila</w:t>
            </w:r>
          </w:p>
        </w:tc>
        <w:tc>
          <w:tcPr>
            <w:tcW w:w="1701" w:type="dxa"/>
          </w:tcPr>
          <w:p w14:paraId="50013748" w14:textId="1CD0D26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100 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02AE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od čeličnih profila, limeni krovni pokrivač, zidna ispuna sendvič paneli.</w:t>
            </w:r>
          </w:p>
          <w:p w14:paraId="59B299E6" w14:textId="30E47C58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tretirati na separatoru masti i ulja, a potom zbrinuti kako je propisano Smjernicama zaštite prirode i životne sredine tekstualnog dijela programa</w:t>
            </w:r>
          </w:p>
        </w:tc>
      </w:tr>
      <w:tr w:rsidR="003D0BA5" w:rsidRPr="003D0BA5" w14:paraId="5011ADF0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6EB4" w14:textId="4882F91C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9A9F" w14:textId="639B8967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BE8B" w14:textId="60F3134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757/2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CDEBF" w14:textId="683762F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0FCA" w14:textId="2FDD2F5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15m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A062" w14:textId="536F1079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Za trgovinu i usluge. Aluminijske plastificirane ili čelične pocinčane kutije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obojene tamno sivom bojom.</w:t>
            </w:r>
          </w:p>
        </w:tc>
      </w:tr>
      <w:tr w:rsidR="003D0BA5" w:rsidRPr="003D0BA5" w14:paraId="6E6D42D6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77EC" w14:textId="66D7DE4D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93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8D66" w14:textId="027822D8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54D9" w14:textId="55DD570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130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FE04" w14:textId="2760F8AC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E2F4" w14:textId="4E30A76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7C17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0EF1AD9E" w14:textId="77777777" w:rsidTr="00D52F8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CB49" w14:textId="3B92770D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8FA6" w14:textId="7CEE11C0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D53A" w14:textId="542BDF65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91/26 KO Nedakusi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1112" w14:textId="32260E3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DB3F" w14:textId="78FC3CB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40m2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A939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Čelična konstrukcija. Fasada u kombinaciji metal - staklo.</w:t>
            </w:r>
          </w:p>
          <w:p w14:paraId="1508D575" w14:textId="1D6F395D" w:rsidR="005142A6" w:rsidRPr="003D0BA5" w:rsidRDefault="0009605B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  <w:r w:rsidR="005142A6" w:rsidRPr="003D0BA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3D0BA5" w:rsidRPr="003D0BA5" w14:paraId="2F15D04E" w14:textId="77777777" w:rsidTr="00B9117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3AAC" w14:textId="798AE8A9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8C7D" w14:textId="04206917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</w:tcPr>
          <w:p w14:paraId="01524D23" w14:textId="6A6C5B2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140/5 KO Resnik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F442" w14:textId="59F242D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Stanica za punjenje električnih vozila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58D3" w14:textId="3DFBBB4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P=13m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7B94" w14:textId="7D4C65F6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Tipski objekat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postavljen na postojećoj podlozi.</w:t>
            </w:r>
          </w:p>
        </w:tc>
      </w:tr>
      <w:tr w:rsidR="003D0BA5" w:rsidRPr="003D0BA5" w14:paraId="472470BA" w14:textId="77777777" w:rsidTr="009B304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E75F" w14:textId="5643DB7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F897" w14:textId="410394B0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65F7" w14:textId="4D21B48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3788/1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9758A" w14:textId="68F8F5A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33E7" w14:textId="5C5A8AF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12m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2006" w14:textId="4C3A0CFC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 trgovinu i usluge. Aluminijske plastificirane ili čelične pocinčane kutije obojene tamno sivom bojom.</w:t>
            </w:r>
          </w:p>
        </w:tc>
      </w:tr>
      <w:tr w:rsidR="003D0BA5" w:rsidRPr="003D0BA5" w14:paraId="57558687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6FBD" w14:textId="696D17E2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7215" w14:textId="73C9ABA5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9A53" w14:textId="6B61D5F5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109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1E06" w14:textId="70B1AC5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84AC" w14:textId="56448DB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P=48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B90A" w14:textId="611988B8" w:rsidR="005142A6" w:rsidRPr="003D0BA5" w:rsidRDefault="0009605B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14F10FB5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C9D1" w14:textId="69423C2E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42AD" w14:textId="300BF4EE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A21E" w14:textId="345B16A3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110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265F" w14:textId="46FF4D5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03AC" w14:textId="43D2082C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P=36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AC62" w14:textId="3FC11F79" w:rsidR="005142A6" w:rsidRPr="003D0BA5" w:rsidRDefault="0009605B" w:rsidP="005142A6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programa.</w:t>
            </w:r>
          </w:p>
        </w:tc>
      </w:tr>
      <w:tr w:rsidR="003D0BA5" w:rsidRPr="003D0BA5" w14:paraId="7B411C0F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FF64" w14:textId="0C5FEC4E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6CF4" w14:textId="5B0E3D24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AD60" w14:textId="4C4C628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264/1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40275" w14:textId="296C7D5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2063" w14:textId="4211DB4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66A9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1A9A7FB2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1CA2" w14:textId="0A1D50F8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44D2" w14:textId="3666319F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218D" w14:textId="6A467FE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282/2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20254" w14:textId="20493AB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1DC5" w14:textId="345E946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CC75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556AC4FA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0092" w14:textId="77DA0EB8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B4BC" w14:textId="35DF02A2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6604" w14:textId="4774BE5E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282/2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87980" w14:textId="64B7FAD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F95E" w14:textId="011F942E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6B23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73308F00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0DFD" w14:textId="19869254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9493" w14:textId="24B17431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BA4C" w14:textId="46C347C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282/2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0C8DB" w14:textId="4CA57E2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BD5" w14:textId="03E658D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EECA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24A6C5F3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1C5C" w14:textId="7A6E771E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CD16" w14:textId="1D6BE750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B2C4" w14:textId="795FDF75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279/1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FC0B9" w14:textId="39EFC9A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69E7" w14:textId="3F1719D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7D96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0DC745BB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933F" w14:textId="382AC78F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B6D3" w14:textId="0089A55B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7572" w14:textId="3B993DF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264/1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E8A7A" w14:textId="00EA3500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5219" w14:textId="33FFF5E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5283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5B9437AE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C8E7" w14:textId="2CA1386C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412E" w14:textId="2E52F722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2D8C" w14:textId="3FDFAA7E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264/1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7114E" w14:textId="029C872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A5B8" w14:textId="49F8D14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4926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41987008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0198" w14:textId="62999BA6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F78A" w14:textId="189DDDDF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4260" w14:textId="7B55835C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264/1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91D2A" w14:textId="1A9D47F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A840" w14:textId="1EDEF67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90D8" w14:textId="77777777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6B29CE29" w14:textId="77777777" w:rsidTr="00B53732">
        <w:trPr>
          <w:trHeight w:val="4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A50B" w14:textId="23AE7527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bookmarkStart w:id="2" w:name="_Hlk203049814"/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107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69F2" w14:textId="7257BDA6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3650" w14:textId="1F438B7B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3780/1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8D40" w14:textId="27AB398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C98E" w14:textId="79F011C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30m2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CAA1" w14:textId="38B2883C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natkrivena terasa</w:t>
            </w:r>
          </w:p>
          <w:p w14:paraId="5C274FB6" w14:textId="3E691278" w:rsidR="005142A6" w:rsidRPr="003D0BA5" w:rsidRDefault="005142A6" w:rsidP="005142A6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  <w:tr w:rsidR="003D0BA5" w:rsidRPr="003D0BA5" w14:paraId="36CD6DD3" w14:textId="77777777" w:rsidTr="00586DA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4ED" w14:textId="1E22D00F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DE90" w14:textId="7D3C9F19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privremenih objekata sa urbanim mobilijarom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F488" w14:textId="6066A95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3780/1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E46B" w14:textId="0669FC74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Dječje igralište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9CA3" w14:textId="3EA213A3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200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E2CC" w14:textId="3656946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Montira se na postojećoj prirodnoj podlozi od materijala otpornih na mehaničke uticaje sa svim neophodnim atestima.</w:t>
            </w:r>
          </w:p>
        </w:tc>
      </w:tr>
      <w:tr w:rsidR="003D0BA5" w:rsidRPr="003D0BA5" w14:paraId="4A8ECEB5" w14:textId="77777777" w:rsidTr="00586DA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4B43" w14:textId="6D123CCB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1FE2" w14:textId="0B987895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privremenih objekata sa urbanim mobilijarom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F313" w14:textId="7F734B8F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1857 KO Zaton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EECD" w14:textId="5E833FF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Dječje igralište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1294" w14:textId="6C3A480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200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504" w14:textId="12EA88E5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Montira se na postojećoj prirodnoj podlozi od materijala otpornih na mehaničke uticaje sa svim neophodnim atestima.</w:t>
            </w:r>
          </w:p>
        </w:tc>
      </w:tr>
      <w:tr w:rsidR="003D0BA5" w:rsidRPr="003D0BA5" w14:paraId="417D7139" w14:textId="77777777" w:rsidTr="00840929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F731" w14:textId="6EBC958E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CD18" w14:textId="6F0FB63A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F7B2" w14:textId="1BA41F1D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3590 KO Grab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D49AC" w14:textId="3C1B99D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571" w14:textId="7B079241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18m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4E3F" w14:textId="655CF093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 trgovinu i usluge. Aluminijske plastificirane ili čelične pocinčane kutije obojene tamno sivom bojom.</w:t>
            </w:r>
          </w:p>
        </w:tc>
      </w:tr>
      <w:tr w:rsidR="003D0BA5" w:rsidRPr="003D0BA5" w14:paraId="1E544991" w14:textId="77777777" w:rsidTr="00840929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C1BE" w14:textId="48AD21C0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9507" w14:textId="3C09498A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02E4" w14:textId="4007DA1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283/2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F9409" w14:textId="6326DA52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E160" w14:textId="6492653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2459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4FBC260E" w14:textId="77777777" w:rsidTr="00840929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CC82" w14:textId="240C245E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7CD4" w14:textId="76FD310A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B68C" w14:textId="2031026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283/2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6D10F" w14:textId="7F745D3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E8C4" w14:textId="2E28E70A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8982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67B4D590" w14:textId="77777777" w:rsidTr="00840929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AC4D" w14:textId="6AEEF424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B960" w14:textId="103E5A45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6294" w14:textId="257801D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279/1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BA547" w14:textId="4FAD57C9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62A5" w14:textId="480D96B5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2338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2AB7A2E5" w14:textId="77777777" w:rsidTr="00840929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DD88" w14:textId="5D393EA4" w:rsidR="005142A6" w:rsidRPr="003D0BA5" w:rsidRDefault="005142A6" w:rsidP="005142A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7E1A" w14:textId="6461ADB2" w:rsidR="005142A6" w:rsidRPr="003D0BA5" w:rsidRDefault="005142A6" w:rsidP="005142A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8129" w14:textId="125179A8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282/2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DFA4E" w14:textId="5AB4DC66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5847" w14:textId="67782200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82BF" w14:textId="77777777" w:rsidR="005142A6" w:rsidRPr="003D0BA5" w:rsidRDefault="005142A6" w:rsidP="005142A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4F1D3885" w14:textId="77777777" w:rsidTr="0002092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B2D3" w14:textId="716BC4DE" w:rsidR="00940746" w:rsidRPr="003D0BA5" w:rsidRDefault="00940746" w:rsidP="0094074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FC0D" w14:textId="5A337A36" w:rsidR="00940746" w:rsidRPr="003D0BA5" w:rsidRDefault="00940746" w:rsidP="0094074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6FCA" w14:textId="392D59E4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1009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75E4" w14:textId="672AAF1B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A00B" w14:textId="6B8C82FC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P=48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9558" w14:textId="123767DB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</w:t>
            </w:r>
          </w:p>
        </w:tc>
      </w:tr>
      <w:tr w:rsidR="003D0BA5" w:rsidRPr="003D0BA5" w14:paraId="50178517" w14:textId="77777777" w:rsidTr="0002092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AEC7" w14:textId="51CD35A1" w:rsidR="00940746" w:rsidRPr="003D0BA5" w:rsidRDefault="00940746" w:rsidP="0094074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B733" w14:textId="0889F822" w:rsidR="00940746" w:rsidRPr="003D0BA5" w:rsidRDefault="00940746" w:rsidP="0094074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EE20" w14:textId="006051FC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1010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3038" w14:textId="2E2282D3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B214" w14:textId="7D01B124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P=48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8C06" w14:textId="7297FDF8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</w:t>
            </w:r>
          </w:p>
        </w:tc>
      </w:tr>
      <w:tr w:rsidR="003D0BA5" w:rsidRPr="003D0BA5" w14:paraId="5304FAE5" w14:textId="77777777" w:rsidTr="00020924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255A" w14:textId="74948333" w:rsidR="00940746" w:rsidRPr="003D0BA5" w:rsidRDefault="00940746" w:rsidP="0094074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CBA7" w14:textId="0A75CE7E" w:rsidR="00940746" w:rsidRPr="003D0BA5" w:rsidRDefault="00940746" w:rsidP="00940746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BD54" w14:textId="4F38BB7C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1009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1C81" w14:textId="05A45A8C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444C" w14:textId="0D3271DF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P=48 m²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03BB" w14:textId="4BF702E3" w:rsidR="00940746" w:rsidRPr="003D0BA5" w:rsidRDefault="00940746" w:rsidP="0094074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zbrinuti u skladu sa odgovarajućim Pravimikom, kako je propisano Smjernicama zaštite prirode i životne sredine tekstualnog dijela programa</w:t>
            </w:r>
          </w:p>
        </w:tc>
      </w:tr>
      <w:tr w:rsidR="003D0BA5" w:rsidRPr="003D0BA5" w14:paraId="329918FA" w14:textId="77777777" w:rsidTr="005142A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5ED1" w14:textId="7FFC6B40" w:rsidR="00BD4463" w:rsidRPr="003D0BA5" w:rsidRDefault="00BD4463" w:rsidP="00BD446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26E9" w14:textId="7F500A62" w:rsidR="00BD4463" w:rsidRPr="003D0BA5" w:rsidRDefault="00BD4463" w:rsidP="00BD446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67D9" w14:textId="1A21C375" w:rsidR="00BD4463" w:rsidRPr="003D0BA5" w:rsidRDefault="00BD4463" w:rsidP="00BD446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3598/2 KO Grab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8DA4E" w14:textId="162B7E78" w:rsidR="00BD4463" w:rsidRPr="003D0BA5" w:rsidRDefault="00BD4463" w:rsidP="00BD446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Kios</w:t>
            </w:r>
            <w:r w:rsidR="0041049F" w:rsidRPr="003D0BA5">
              <w:rPr>
                <w:rFonts w:ascii="Tahoma" w:hAnsi="Tahoma" w:cs="Tahoma"/>
                <w:sz w:val="18"/>
                <w:szCs w:val="18"/>
              </w:rPr>
              <w:t>k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za trgovinu i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C072" w14:textId="71BAB3A2" w:rsidR="00BD4463" w:rsidRPr="003D0BA5" w:rsidRDefault="00BD4463" w:rsidP="00BD446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12m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B4A5" w14:textId="673E9CDC" w:rsidR="00BD4463" w:rsidRPr="003D0BA5" w:rsidRDefault="00BD4463" w:rsidP="00BD446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Za trgovinu i usluge. Aluminijske plastificirane ili čelične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pocinčane kutije obojene tamno sivom bojom.</w:t>
            </w:r>
          </w:p>
        </w:tc>
      </w:tr>
      <w:tr w:rsidR="003D0BA5" w:rsidRPr="003D0BA5" w14:paraId="2B94F78F" w14:textId="77777777" w:rsidTr="009551E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EDF" w14:textId="54CB2ADE" w:rsidR="00BD4463" w:rsidRPr="003D0BA5" w:rsidRDefault="00BD4463" w:rsidP="00BD446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119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7D5E" w14:textId="5DFDB9CB" w:rsidR="00BD4463" w:rsidRPr="003D0BA5" w:rsidRDefault="00BD4463" w:rsidP="00BD446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3625" w14:textId="03A1FFDB" w:rsidR="00BD4463" w:rsidRPr="003D0BA5" w:rsidRDefault="00BD4463" w:rsidP="00BD446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124/1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0FB9" w14:textId="0ECFD108" w:rsidR="00BD4463" w:rsidRPr="003D0BA5" w:rsidRDefault="00BD4463" w:rsidP="00BD446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DD6E" w14:textId="5592E67D" w:rsidR="00BD4463" w:rsidRPr="003D0BA5" w:rsidRDefault="00BD4463" w:rsidP="00BD446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30m2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74B" w14:textId="67BA7717" w:rsidR="00BD4463" w:rsidRPr="003D0BA5" w:rsidRDefault="00BD4463" w:rsidP="00BD446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Zatvorena natkrivena terasa</w:t>
            </w:r>
          </w:p>
          <w:p w14:paraId="2E87D221" w14:textId="74C3183E" w:rsidR="00BD4463" w:rsidRPr="003D0BA5" w:rsidRDefault="00BD4463" w:rsidP="00BD446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0A99795B" w14:textId="77777777" w:rsidTr="0013228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0FEA" w14:textId="05274634" w:rsidR="00021981" w:rsidRPr="003D0BA5" w:rsidRDefault="00021981" w:rsidP="0002198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4BDE" w14:textId="35EB28C3" w:rsidR="00021981" w:rsidRPr="003D0BA5" w:rsidRDefault="00021981" w:rsidP="0002198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3E8B" w14:textId="1987816E" w:rsidR="00021981" w:rsidRPr="003D0BA5" w:rsidRDefault="00021981" w:rsidP="0002198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2198/1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72B7F" w14:textId="7E7D2276" w:rsidR="00021981" w:rsidRPr="003D0BA5" w:rsidRDefault="00021981" w:rsidP="0002198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682D" w14:textId="21A01057" w:rsidR="00021981" w:rsidRPr="003D0BA5" w:rsidRDefault="00021981" w:rsidP="0002198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534C" w14:textId="6C59D8BB" w:rsidR="00021981" w:rsidRPr="003D0BA5" w:rsidRDefault="00021981" w:rsidP="0002198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26018632" w14:textId="77777777" w:rsidTr="0013228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3400" w14:textId="6552584B" w:rsidR="00132281" w:rsidRPr="003D0BA5" w:rsidRDefault="00132281" w:rsidP="0013228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9768" w14:textId="08B6BB33" w:rsidR="00132281" w:rsidRPr="003D0BA5" w:rsidRDefault="00132281" w:rsidP="0013228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520" w14:textId="3BEEB8B1" w:rsidR="00132281" w:rsidRPr="003D0BA5" w:rsidRDefault="00132281" w:rsidP="0013228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1490/6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E23C5" w14:textId="616B76D7" w:rsidR="00132281" w:rsidRPr="003D0BA5" w:rsidRDefault="00132281" w:rsidP="0013228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30C7" w14:textId="0A3D5573" w:rsidR="00132281" w:rsidRPr="003D0BA5" w:rsidRDefault="00132281" w:rsidP="0013228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37EE" w14:textId="77777777" w:rsidR="00132281" w:rsidRPr="003D0BA5" w:rsidRDefault="00132281" w:rsidP="0013228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55C3F18C" w14:textId="77777777" w:rsidTr="0013228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2237" w14:textId="5D784D67" w:rsidR="00420747" w:rsidRPr="003D0BA5" w:rsidRDefault="00420747" w:rsidP="0042074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5400" w14:textId="487BE6A4" w:rsidR="00420747" w:rsidRPr="003D0BA5" w:rsidRDefault="00420747" w:rsidP="0042074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A6E" w14:textId="544C00E3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3683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E55446" w14:textId="02CAE01B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D414" w14:textId="3C0424E8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4.00m x 3.00m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C427" w14:textId="77777777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781CA49A" w14:textId="77777777" w:rsidTr="0013228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61D6" w14:textId="1B85AB77" w:rsidR="00420747" w:rsidRPr="003D0BA5" w:rsidRDefault="00420747" w:rsidP="0042074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4A61" w14:textId="23E31914" w:rsidR="00420747" w:rsidRPr="003D0BA5" w:rsidRDefault="00420747" w:rsidP="0042074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1EF1" w14:textId="2896C57B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961/3 KO Resnik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1C3C4" w14:textId="46DADE58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1A39" w14:textId="5590B042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DA11" w14:textId="77777777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6E65238E" w14:textId="77777777" w:rsidTr="0013228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2982" w14:textId="5088F83D" w:rsidR="00420747" w:rsidRPr="003D0BA5" w:rsidRDefault="00420747" w:rsidP="0042074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28C1" w14:textId="3A0A1CD8" w:rsidR="00420747" w:rsidRPr="003D0BA5" w:rsidRDefault="00420747" w:rsidP="00420747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DB9" w14:textId="7EFCC62A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16/2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5248D" w14:textId="1A66FF6C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26F6" w14:textId="7C618987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A13B" w14:textId="77777777" w:rsidR="00420747" w:rsidRPr="003D0BA5" w:rsidRDefault="00420747" w:rsidP="0042074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63D018F6" w14:textId="77777777" w:rsidTr="0013228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68D0" w14:textId="46EBF1D1" w:rsidR="005369F8" w:rsidRPr="003D0BA5" w:rsidRDefault="005369F8" w:rsidP="005369F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D126" w14:textId="4FE09834" w:rsidR="005369F8" w:rsidRPr="003D0BA5" w:rsidRDefault="005369F8" w:rsidP="005369F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8AA1" w14:textId="6DFC00AB" w:rsidR="005369F8" w:rsidRPr="003D0BA5" w:rsidRDefault="005369F8" w:rsidP="005369F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264/1 KO </w:t>
            </w:r>
            <w:r w:rsidR="00376B76" w:rsidRPr="003D0BA5">
              <w:rPr>
                <w:rFonts w:ascii="Tahoma" w:hAnsi="Tahoma" w:cs="Tahoma"/>
                <w:sz w:val="18"/>
                <w:szCs w:val="18"/>
              </w:rPr>
              <w:t>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F40493" w14:textId="701174CE" w:rsidR="005369F8" w:rsidRPr="003D0BA5" w:rsidRDefault="005369F8" w:rsidP="005369F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5D2F" w14:textId="68BAE750" w:rsidR="005369F8" w:rsidRPr="003D0BA5" w:rsidRDefault="005369F8" w:rsidP="005369F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AF7D" w14:textId="77777777" w:rsidR="005369F8" w:rsidRPr="003D0BA5" w:rsidRDefault="005369F8" w:rsidP="005369F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44F331CA" w14:textId="77777777" w:rsidTr="0013228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D83C" w14:textId="035EF231" w:rsidR="005369F8" w:rsidRPr="003D0BA5" w:rsidRDefault="005369F8" w:rsidP="005369F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461F" w14:textId="426AC506" w:rsidR="005369F8" w:rsidRPr="003D0BA5" w:rsidRDefault="005369F8" w:rsidP="005369F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E250" w14:textId="5C5AE4D2" w:rsidR="005369F8" w:rsidRPr="003D0BA5" w:rsidRDefault="005369F8" w:rsidP="005369F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264/1 KO </w:t>
            </w:r>
            <w:r w:rsidR="00376B76" w:rsidRPr="003D0BA5">
              <w:rPr>
                <w:rFonts w:ascii="Tahoma" w:hAnsi="Tahoma" w:cs="Tahoma"/>
                <w:sz w:val="18"/>
                <w:szCs w:val="18"/>
              </w:rPr>
              <w:t>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3E2BE" w14:textId="6F087BFC" w:rsidR="005369F8" w:rsidRPr="003D0BA5" w:rsidRDefault="005369F8" w:rsidP="005369F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808" w14:textId="33895335" w:rsidR="005369F8" w:rsidRPr="003D0BA5" w:rsidRDefault="005369F8" w:rsidP="005369F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0FE9" w14:textId="77777777" w:rsidR="005369F8" w:rsidRPr="003D0BA5" w:rsidRDefault="005369F8" w:rsidP="005369F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3B4DE83F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A86C" w14:textId="4EB7FA8A" w:rsidR="00DA2F32" w:rsidRPr="003D0BA5" w:rsidRDefault="00DA2F32" w:rsidP="00DA2F32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27C8" w14:textId="5614E98D" w:rsidR="00DA2F32" w:rsidRPr="003D0BA5" w:rsidRDefault="00DA2F32" w:rsidP="00DA2F32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D064" w14:textId="6DE4AB95" w:rsidR="00DA2F32" w:rsidRPr="003D0BA5" w:rsidRDefault="00DA2F32" w:rsidP="00DA2F32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25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E250AA" w14:textId="60022D02" w:rsidR="00DA2F32" w:rsidRPr="003D0BA5" w:rsidRDefault="00DA2F32" w:rsidP="00DA2F32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5669" w14:textId="4E858AA8" w:rsidR="00DA2F32" w:rsidRPr="003D0BA5" w:rsidRDefault="00DA2F32" w:rsidP="00DA2F32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CD03" w14:textId="77777777" w:rsidR="00DA2F32" w:rsidRPr="003D0BA5" w:rsidRDefault="00DA2F32" w:rsidP="00DA2F32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06060FC1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041F" w14:textId="492804BA" w:rsidR="00376B76" w:rsidRPr="003D0BA5" w:rsidRDefault="00376B76" w:rsidP="00376B7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0695" w14:textId="62735C06" w:rsidR="00376B76" w:rsidRPr="003D0BA5" w:rsidRDefault="00376B76" w:rsidP="00376B76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5C7F" w14:textId="2ECDAF7B" w:rsidR="00376B76" w:rsidRPr="003D0BA5" w:rsidRDefault="00376B76" w:rsidP="00376B7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135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929DC" w14:textId="15536A42" w:rsidR="00376B76" w:rsidRPr="003D0BA5" w:rsidRDefault="00376B76" w:rsidP="00376B7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BFD4" w14:textId="3C202524" w:rsidR="00376B76" w:rsidRPr="003D0BA5" w:rsidRDefault="00376B76" w:rsidP="00376B7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F8DC" w14:textId="77777777" w:rsidR="00376B76" w:rsidRPr="003D0BA5" w:rsidRDefault="00376B76" w:rsidP="00376B7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0EC51290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B311" w14:textId="73AEE725" w:rsidR="00745C04" w:rsidRPr="003D0BA5" w:rsidRDefault="00745C04" w:rsidP="00745C04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75DB" w14:textId="049B5AA6" w:rsidR="00745C04" w:rsidRPr="003D0BA5" w:rsidRDefault="00745C04" w:rsidP="00745C04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34DC" w14:textId="30196C8C" w:rsidR="00745C04" w:rsidRPr="003D0BA5" w:rsidRDefault="00745C04" w:rsidP="00745C0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264/1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AE81C" w14:textId="7EA1F742" w:rsidR="00745C04" w:rsidRPr="003D0BA5" w:rsidRDefault="00745C04" w:rsidP="00745C0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74AE" w14:textId="2697A686" w:rsidR="00745C04" w:rsidRPr="003D0BA5" w:rsidRDefault="00745C04" w:rsidP="00745C0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1061" w14:textId="77777777" w:rsidR="00745C04" w:rsidRPr="003D0BA5" w:rsidRDefault="00745C04" w:rsidP="00745C0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10D7BBC8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13D" w14:textId="3C4635F8" w:rsidR="00745C04" w:rsidRPr="003D0BA5" w:rsidRDefault="00745C04" w:rsidP="00745C04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1812" w14:textId="3ED71190" w:rsidR="00745C04" w:rsidRPr="003D0BA5" w:rsidRDefault="00745C04" w:rsidP="00745C04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4E7E" w14:textId="5BC98738" w:rsidR="00745C04" w:rsidRPr="003D0BA5" w:rsidRDefault="00745C04" w:rsidP="00745C0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264/1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B1D73" w14:textId="5D555B3D" w:rsidR="00745C04" w:rsidRPr="003D0BA5" w:rsidRDefault="00745C04" w:rsidP="00745C0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B145" w14:textId="2E9A2294" w:rsidR="00745C04" w:rsidRPr="003D0BA5" w:rsidRDefault="00745C04" w:rsidP="00745C0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A4DF" w14:textId="77777777" w:rsidR="00745C04" w:rsidRPr="003D0BA5" w:rsidRDefault="00745C04" w:rsidP="00745C0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09C653BC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2569" w14:textId="4FCF93C7" w:rsidR="00C94884" w:rsidRPr="003D0BA5" w:rsidRDefault="00C94884" w:rsidP="00C94884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02A3" w14:textId="3E4FFE36" w:rsidR="00C94884" w:rsidRPr="003D0BA5" w:rsidRDefault="00C94884" w:rsidP="00C94884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0AB9" w14:textId="0961B058" w:rsidR="00C94884" w:rsidRPr="003D0BA5" w:rsidRDefault="00C94884" w:rsidP="00C9488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1098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01713" w14:textId="0A7B3930" w:rsidR="00C94884" w:rsidRPr="003D0BA5" w:rsidRDefault="00C94884" w:rsidP="00C9488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12C4" w14:textId="344DA621" w:rsidR="00C94884" w:rsidRPr="003D0BA5" w:rsidRDefault="00C94884" w:rsidP="00C9488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9B09" w14:textId="77777777" w:rsidR="00C94884" w:rsidRPr="003D0BA5" w:rsidRDefault="00C94884" w:rsidP="00C94884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02776561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2732" w14:textId="38A6315E" w:rsidR="004901CE" w:rsidRPr="003D0BA5" w:rsidRDefault="004901CE" w:rsidP="004901C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ABD8" w14:textId="4F3A030B" w:rsidR="004901CE" w:rsidRPr="003D0BA5" w:rsidRDefault="004901CE" w:rsidP="004901C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288E" w14:textId="7F93AD63" w:rsidR="004901CE" w:rsidRPr="003D0BA5" w:rsidRDefault="004901CE" w:rsidP="004901C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1098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B9412" w14:textId="5F6F9A7C" w:rsidR="004901CE" w:rsidRPr="003D0BA5" w:rsidRDefault="004901CE" w:rsidP="004901C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6821" w14:textId="57867A10" w:rsidR="004901CE" w:rsidRPr="003D0BA5" w:rsidRDefault="004901CE" w:rsidP="004901C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A1E9" w14:textId="77777777" w:rsidR="004901CE" w:rsidRPr="003D0BA5" w:rsidRDefault="004901CE" w:rsidP="004901C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2E984C60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6A1C" w14:textId="14DACD54" w:rsidR="00AE7BFE" w:rsidRPr="003D0BA5" w:rsidRDefault="00AE7BFE" w:rsidP="00AE7BF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A3F7" w14:textId="77827A72" w:rsidR="00AE7BFE" w:rsidRPr="003D0BA5" w:rsidRDefault="00AE7BFE" w:rsidP="00AE7BFE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14DE" w14:textId="63A04E4A" w:rsidR="00AE7BFE" w:rsidRPr="003D0BA5" w:rsidRDefault="00AE7BFE" w:rsidP="00AE7BF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279/1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27633" w14:textId="17E855DC" w:rsidR="00AE7BFE" w:rsidRPr="003D0BA5" w:rsidRDefault="00AE7BFE" w:rsidP="00AE7BF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2513" w14:textId="47329EC1" w:rsidR="00AE7BFE" w:rsidRPr="003D0BA5" w:rsidRDefault="00AE7BFE" w:rsidP="00AE7BF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F344" w14:textId="77777777" w:rsidR="00AE7BFE" w:rsidRPr="003D0BA5" w:rsidRDefault="00AE7BFE" w:rsidP="00AE7BFE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2C5A9BB" w14:textId="77777777" w:rsidR="00FF2B9C" w:rsidRPr="003D0BA5" w:rsidRDefault="00FF2B9C" w:rsidP="001F2862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140D2F45" w14:textId="63B042A5" w:rsidR="00342EC6" w:rsidRPr="003D0BA5" w:rsidRDefault="00342EC6" w:rsidP="001F2862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7BF99006" w14:textId="30173F73" w:rsidR="0001146D" w:rsidRPr="003D0BA5" w:rsidRDefault="0001146D" w:rsidP="001F2862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7FBAE568" w14:textId="3FFFCA81" w:rsidR="0001146D" w:rsidRPr="003D0BA5" w:rsidRDefault="0001146D" w:rsidP="001F2862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53089D4A" w14:textId="77777777" w:rsidR="0001146D" w:rsidRPr="003D0BA5" w:rsidRDefault="0001146D" w:rsidP="001F2862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58DB36B8" w14:textId="77777777" w:rsidR="001F2862" w:rsidRPr="003D0BA5" w:rsidRDefault="001F2862" w:rsidP="001F2862">
      <w:pPr>
        <w:jc w:val="both"/>
        <w:rPr>
          <w:rFonts w:ascii="Tahoma" w:hAnsi="Tahoma" w:cs="Tahoma"/>
          <w:b/>
          <w:sz w:val="22"/>
          <w:szCs w:val="22"/>
          <w:lang w:val="sl-SI"/>
        </w:rPr>
      </w:pPr>
      <w:r w:rsidRPr="003D0BA5">
        <w:rPr>
          <w:rFonts w:ascii="Tahoma" w:hAnsi="Tahoma" w:cs="Tahoma"/>
          <w:b/>
          <w:sz w:val="22"/>
          <w:szCs w:val="22"/>
          <w:lang w:val="sl-SI"/>
        </w:rPr>
        <w:t>ZONA V</w:t>
      </w:r>
    </w:p>
    <w:p w14:paraId="6CCF03B6" w14:textId="77777777" w:rsidR="001F2862" w:rsidRPr="003D0BA5" w:rsidRDefault="001F2862" w:rsidP="001F2862">
      <w:pPr>
        <w:jc w:val="both"/>
        <w:rPr>
          <w:rFonts w:ascii="Tahoma" w:hAnsi="Tahoma" w:cs="Tahoma"/>
          <w:b/>
          <w:sz w:val="20"/>
        </w:rPr>
      </w:pP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703"/>
        <w:gridCol w:w="1701"/>
        <w:gridCol w:w="1985"/>
        <w:gridCol w:w="1701"/>
        <w:gridCol w:w="1984"/>
      </w:tblGrid>
      <w:tr w:rsidR="003D0BA5" w:rsidRPr="003D0BA5" w14:paraId="0D6C7FD3" w14:textId="77777777" w:rsidTr="00A274E5">
        <w:trPr>
          <w:tblHeader/>
        </w:trPr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CE5946" w14:textId="77777777" w:rsidR="001F2862" w:rsidRPr="003D0BA5" w:rsidRDefault="001F2862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br lok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3AB84" w14:textId="77777777" w:rsidR="001F2862" w:rsidRPr="003D0BA5" w:rsidRDefault="001F2862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načinu na koji je prišvršćen za tlo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7E609" w14:textId="77777777" w:rsidR="001F2862" w:rsidRPr="003D0BA5" w:rsidRDefault="001F2862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katastarska parcela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E09D24" w14:textId="77777777" w:rsidR="001F2862" w:rsidRPr="003D0BA5" w:rsidRDefault="001F2862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namjeni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95EEC" w14:textId="77777777" w:rsidR="001F2862" w:rsidRPr="003D0BA5" w:rsidRDefault="001F2862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dimenzije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BB4C57" w14:textId="77777777" w:rsidR="001F2862" w:rsidRPr="003D0BA5" w:rsidRDefault="001F2862" w:rsidP="006F7FA3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opis privremenog objekta</w:t>
            </w:r>
          </w:p>
        </w:tc>
      </w:tr>
      <w:tr w:rsidR="003D0BA5" w:rsidRPr="003D0BA5" w14:paraId="64C580A6" w14:textId="77777777" w:rsidTr="00A274E5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6971" w14:textId="77777777" w:rsidR="001F2862" w:rsidRPr="003D0BA5" w:rsidRDefault="001F2862" w:rsidP="006F7FA3">
            <w:pPr>
              <w:tabs>
                <w:tab w:val="left" w:pos="5103"/>
              </w:tabs>
              <w:ind w:left="37"/>
              <w:jc w:val="both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D8D5" w14:textId="77777777" w:rsidR="001F2862" w:rsidRPr="003D0BA5" w:rsidRDefault="001F2862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Nepokretni privremeni objekat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59D7" w14:textId="77777777" w:rsidR="001F2862" w:rsidRPr="003D0BA5" w:rsidRDefault="008F2F29" w:rsidP="00B861A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1490/5, 4263/1, 4261,</w:t>
            </w:r>
            <w:r w:rsidR="0071199C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4257, 4258/1, 4259/1, 4260, 4252, 4254, 4253, 4249, 4215, 4214, 4213, 4210, 4211, </w:t>
            </w:r>
            <w:r w:rsidR="00B861AD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4208, </w:t>
            </w:r>
            <w:r w:rsidR="0071199C" w:rsidRPr="003D0BA5">
              <w:rPr>
                <w:rFonts w:ascii="Tahoma" w:hAnsi="Tahoma" w:cs="Tahoma"/>
                <w:sz w:val="18"/>
                <w:szCs w:val="18"/>
                <w:lang w:val="it-IT"/>
              </w:rPr>
              <w:t>420</w:t>
            </w:r>
            <w:r w:rsidR="00B861AD" w:rsidRPr="003D0BA5">
              <w:rPr>
                <w:rFonts w:ascii="Tahoma" w:hAnsi="Tahoma" w:cs="Tahoma"/>
                <w:sz w:val="18"/>
                <w:szCs w:val="18"/>
                <w:lang w:val="it-IT"/>
              </w:rPr>
              <w:t>7</w:t>
            </w:r>
            <w:r w:rsidR="0071199C" w:rsidRPr="003D0BA5">
              <w:rPr>
                <w:rFonts w:ascii="Tahoma" w:hAnsi="Tahoma" w:cs="Tahoma"/>
                <w:sz w:val="18"/>
                <w:szCs w:val="18"/>
                <w:lang w:val="it-IT"/>
              </w:rPr>
              <w:t>, 420</w:t>
            </w:r>
            <w:r w:rsidR="00B861AD" w:rsidRPr="003D0BA5">
              <w:rPr>
                <w:rFonts w:ascii="Tahoma" w:hAnsi="Tahoma" w:cs="Tahoma"/>
                <w:sz w:val="18"/>
                <w:szCs w:val="18"/>
                <w:lang w:val="it-IT"/>
              </w:rPr>
              <w:t>6</w:t>
            </w:r>
            <w:r w:rsidR="0071199C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, 4200, 4197, 4195, 4193, 4196, 4199, 4198, 4192, 4191, 4189, 4188, </w:t>
            </w:r>
            <w:r w:rsidR="00B861AD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4061, </w:t>
            </w:r>
            <w:r w:rsidR="0071199C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4057, 4058, </w:t>
            </w:r>
            <w:r w:rsidR="00B861AD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4056, </w:t>
            </w:r>
            <w:r w:rsidR="0071199C" w:rsidRPr="003D0BA5">
              <w:rPr>
                <w:rFonts w:ascii="Tahoma" w:hAnsi="Tahoma" w:cs="Tahoma"/>
                <w:sz w:val="18"/>
                <w:szCs w:val="18"/>
                <w:lang w:val="it-IT"/>
              </w:rPr>
              <w:t>4055, 4054, 4053, 4052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, 4038, 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3935, 3936, 3943, 3944,3945,</w:t>
            </w:r>
            <w:r w:rsidR="0071199C" w:rsidRPr="003D0BA5">
              <w:rPr>
                <w:rFonts w:ascii="Tahoma" w:hAnsi="Tahoma" w:cs="Tahoma"/>
                <w:sz w:val="18"/>
                <w:szCs w:val="18"/>
                <w:lang w:val="it-IT"/>
              </w:rPr>
              <w:t>3946,4045, 4046, 4043, 4037, 4027</w:t>
            </w:r>
            <w:r w:rsidR="00A351DE" w:rsidRPr="003D0BA5">
              <w:rPr>
                <w:rFonts w:ascii="Tahoma" w:hAnsi="Tahoma" w:cs="Tahoma"/>
                <w:sz w:val="18"/>
                <w:szCs w:val="18"/>
                <w:lang w:val="it-IT"/>
              </w:rPr>
              <w:t>, 4049, 4309</w:t>
            </w:r>
            <w:r w:rsidR="00846D8B" w:rsidRPr="003D0BA5">
              <w:rPr>
                <w:rFonts w:ascii="Tahoma" w:hAnsi="Tahoma" w:cs="Tahoma"/>
                <w:sz w:val="18"/>
                <w:szCs w:val="18"/>
                <w:lang w:val="it-IT"/>
              </w:rPr>
              <w:t>,4730, 4729,4728</w:t>
            </w:r>
            <w:r w:rsidR="0071199C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</w:t>
            </w:r>
            <w:r w:rsidR="001F2862" w:rsidRPr="003D0BA5">
              <w:rPr>
                <w:rFonts w:ascii="Tahoma" w:hAnsi="Tahoma" w:cs="Tahoma"/>
                <w:sz w:val="18"/>
                <w:szCs w:val="18"/>
                <w:lang w:val="it-IT"/>
              </w:rPr>
              <w:t>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6DB0" w14:textId="77777777" w:rsidR="001F2862" w:rsidRPr="003D0BA5" w:rsidRDefault="001F2862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 xml:space="preserve">Sportski objekat - otvoreni teren - trim staza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D7F2" w14:textId="6F89397D" w:rsidR="001F2862" w:rsidRPr="003D0BA5" w:rsidRDefault="001F2862" w:rsidP="005D1875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Oko 8000</w:t>
            </w:r>
            <w:r w:rsidR="009A7F73" w:rsidRPr="003D0BA5">
              <w:rPr>
                <w:rFonts w:ascii="Tahoma" w:hAnsi="Tahoma" w:cs="Tahoma"/>
                <w:sz w:val="18"/>
                <w:szCs w:val="18"/>
              </w:rPr>
              <w:t>/26</w:t>
            </w:r>
            <w:r w:rsidRPr="003D0BA5">
              <w:rPr>
                <w:rFonts w:ascii="Tahoma" w:hAnsi="Tahoma" w:cs="Tahoma"/>
                <w:sz w:val="18"/>
                <w:szCs w:val="18"/>
              </w:rPr>
              <w:t>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450C" w14:textId="77777777" w:rsidR="001F2862" w:rsidRPr="003D0BA5" w:rsidRDefault="0071199C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pl-PL"/>
              </w:rPr>
              <w:t>Fazna izgradnja</w:t>
            </w:r>
          </w:p>
        </w:tc>
      </w:tr>
      <w:tr w:rsidR="003D0BA5" w:rsidRPr="003D0BA5" w14:paraId="300E2E01" w14:textId="77777777" w:rsidTr="00A274E5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F5A" w14:textId="77777777" w:rsidR="001F2862" w:rsidRPr="003D0BA5" w:rsidRDefault="001F2862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EA85" w14:textId="77777777" w:rsidR="001F2862" w:rsidRPr="003D0BA5" w:rsidRDefault="001F2862" w:rsidP="006F7FA3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93FB" w14:textId="290E01FB" w:rsidR="001F2862" w:rsidRPr="003D0BA5" w:rsidRDefault="00852CD8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4038</w:t>
            </w:r>
            <w:r w:rsidR="001F2862" w:rsidRPr="003D0BA5">
              <w:rPr>
                <w:rFonts w:ascii="Tahoma" w:hAnsi="Tahoma" w:cs="Tahoma"/>
                <w:sz w:val="18"/>
                <w:szCs w:val="18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EFB5" w14:textId="77777777" w:rsidR="001F2862" w:rsidRPr="003D0BA5" w:rsidRDefault="001F2862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D655" w14:textId="77777777" w:rsidR="001F2862" w:rsidRPr="003D0BA5" w:rsidRDefault="001F2862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6413" w14:textId="562BA70F" w:rsidR="001F2862" w:rsidRPr="003D0BA5" w:rsidRDefault="00940746" w:rsidP="002B23C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0B5610DB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B501" w14:textId="77777777" w:rsidR="001F2862" w:rsidRPr="003D0BA5" w:rsidRDefault="001F2862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BCA1" w14:textId="77777777" w:rsidR="001F2862" w:rsidRPr="003D0BA5" w:rsidRDefault="001F2862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C6173" w14:textId="77777777" w:rsidR="001F2862" w:rsidRPr="003D0BA5" w:rsidRDefault="001F2862" w:rsidP="00BB710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31</w:t>
            </w:r>
            <w:r w:rsidR="00BB7108"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63</w:t>
            </w: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/5</w:t>
            </w:r>
            <w:r w:rsidR="001F6681" w:rsidRPr="003D0BA5">
              <w:rPr>
                <w:rFonts w:ascii="Tahoma" w:hAnsi="Tahoma" w:cs="Tahoma"/>
                <w:sz w:val="18"/>
                <w:szCs w:val="18"/>
                <w:lang w:val="sr-Latn-CS"/>
              </w:rPr>
              <w:t xml:space="preserve">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6760" w14:textId="77777777" w:rsidR="001F2862" w:rsidRPr="003D0BA5" w:rsidRDefault="001F2862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Fiksna radiokomunikaciona stanica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8540" w14:textId="77777777" w:rsidR="001F2862" w:rsidRPr="003D0BA5" w:rsidRDefault="001F2862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 skladu sa dokumentacijom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A4A4" w14:textId="77777777" w:rsidR="001F2862" w:rsidRPr="003D0BA5" w:rsidRDefault="001F2862" w:rsidP="00B9653C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Montira se na antenski stub </w:t>
            </w:r>
          </w:p>
        </w:tc>
      </w:tr>
      <w:tr w:rsidR="003D0BA5" w:rsidRPr="003D0BA5" w14:paraId="182C4DB7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5CE6" w14:textId="77777777" w:rsidR="001F2862" w:rsidRPr="003D0BA5" w:rsidRDefault="001F2862" w:rsidP="006F7FA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DE5D" w14:textId="77777777" w:rsidR="001F2862" w:rsidRPr="003D0BA5" w:rsidRDefault="001F2862" w:rsidP="005D1875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Otvorena površina</w:t>
            </w:r>
            <w:r w:rsidR="005D1875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648A" w14:textId="77777777" w:rsidR="001F2862" w:rsidRPr="003D0BA5" w:rsidRDefault="001F2862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614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B1F0" w14:textId="77777777" w:rsidR="001F2862" w:rsidRPr="003D0BA5" w:rsidRDefault="001F2862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Pčelinjak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19AE" w14:textId="77777777" w:rsidR="001F2862" w:rsidRPr="003D0BA5" w:rsidRDefault="001F2862" w:rsidP="006F7FA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Prema broju košnica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0BB7" w14:textId="77777777" w:rsidR="001F2862" w:rsidRPr="003D0BA5" w:rsidRDefault="001F2862" w:rsidP="006F7FA3"/>
        </w:tc>
      </w:tr>
      <w:tr w:rsidR="003D0BA5" w:rsidRPr="003D0BA5" w14:paraId="2772A9E4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1DF9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D804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BCF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614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FDD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955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Maksimalno100m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CEC2" w14:textId="4A2359A3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127BBF7E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5941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131E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D29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614 KO Nedakusi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2768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Nadstrešnica za odmor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8C63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7002" w14:textId="77777777" w:rsidR="00001358" w:rsidRPr="003D0BA5" w:rsidRDefault="00001358" w:rsidP="00001358"/>
        </w:tc>
      </w:tr>
      <w:tr w:rsidR="003D0BA5" w:rsidRPr="003D0BA5" w14:paraId="47F37A0F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F22E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AB67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35FB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140/2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B46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960E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P=60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9CD6" w14:textId="2C9AE7C9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14AB1456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73C1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98F0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299E" w14:textId="77777777" w:rsidR="00001358" w:rsidRPr="003D0BA5" w:rsidRDefault="00001358" w:rsidP="00001358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1349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Bistrica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8B1B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</w:t>
            </w: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zgajalište riba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7C8D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P=500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FCBA" w14:textId="3D438504" w:rsidR="00001358" w:rsidRPr="003D0BA5" w:rsidRDefault="00001358" w:rsidP="00001358">
            <w:r w:rsidRPr="003D0BA5">
              <w:rPr>
                <w:rFonts w:ascii="Tahoma" w:hAnsi="Tahoma" w:cs="Tahoma"/>
                <w:sz w:val="18"/>
                <w:szCs w:val="18"/>
              </w:rPr>
              <w:t>Kontrola kvaliteta voda u vodotoku kako je propisano Smjernicama zaštite prirode i životne sredine tekstualnog dijela programa</w:t>
            </w:r>
          </w:p>
        </w:tc>
      </w:tr>
      <w:tr w:rsidR="003D0BA5" w:rsidRPr="003D0BA5" w14:paraId="535103A3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D387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A2EF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9D7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1166 KO Lozna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44BC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Fiksna radiokomunikaciona stanica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9BCA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 skladu sa dokumentacijom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76C3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Montira se na antenski stub </w:t>
            </w:r>
          </w:p>
        </w:tc>
      </w:tr>
      <w:tr w:rsidR="003D0BA5" w:rsidRPr="003D0BA5" w14:paraId="7EED1D2F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5429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A1D3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224C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2799/4 KO Lozna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A72E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Betonjerka na gradilištu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8D5E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Plato 20.00mx34.00m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91A27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5E548A79" w14:textId="77777777" w:rsidTr="00AD44A0">
        <w:trPr>
          <w:trHeight w:val="239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9E2A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A878" w14:textId="77777777" w:rsidR="00001358" w:rsidRPr="003D0BA5" w:rsidRDefault="00001358" w:rsidP="00001358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DD0F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2799/4 KO Lozna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5DA4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Privremena asfaltna baza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4A93" w14:textId="77777777" w:rsidR="00001358" w:rsidRPr="003D0BA5" w:rsidRDefault="00001358" w:rsidP="00001358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Plato 47.00mx48.00m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7B5C1" w14:textId="2AD97A91" w:rsidR="00001358" w:rsidRPr="003D0BA5" w:rsidRDefault="00001358" w:rsidP="00AD44A0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Sve vode sa radnih i manipulativnih površina prikupiti i tretirati na separatoru masti i ulja, a potom zbrinuti </w:t>
            </w:r>
            <w:r w:rsidR="002C5DE3" w:rsidRPr="003D0BA5">
              <w:rPr>
                <w:rFonts w:ascii="Tahoma" w:hAnsi="Tahoma" w:cs="Tahoma"/>
                <w:sz w:val="18"/>
                <w:szCs w:val="18"/>
              </w:rPr>
              <w:t xml:space="preserve">u skladu sa odgovarajućim Pravilnikom, </w:t>
            </w:r>
            <w:r w:rsidRPr="003D0BA5">
              <w:rPr>
                <w:rFonts w:ascii="Tahoma" w:hAnsi="Tahoma" w:cs="Tahoma"/>
                <w:sz w:val="18"/>
                <w:szCs w:val="18"/>
              </w:rPr>
              <w:t>kako je propisano Smjernicama zaštite prirode i životne sredine tekstualnog dijela programa</w:t>
            </w:r>
          </w:p>
        </w:tc>
      </w:tr>
      <w:tr w:rsidR="003D0BA5" w:rsidRPr="003D0BA5" w14:paraId="58C0FDF8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2A3B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1751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37E4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844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Pavino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323F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690A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1000m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696B" w14:textId="47DC370E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1CD200B4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F399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32FC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D7DF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163 KO Gubavač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562F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</w:t>
            </w: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zgajalište riba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308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P=300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6525" w14:textId="6252AC3D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Kontrola kvaliteta voda u vodotoku kako je propisano Smjernicama zaštite prirode i životne sredine tekstualnog dijela programa</w:t>
            </w:r>
          </w:p>
        </w:tc>
      </w:tr>
      <w:tr w:rsidR="003D0BA5" w:rsidRPr="003D0BA5" w14:paraId="4669AF75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BF13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12E6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B09D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735/1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Babajići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2D35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309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4000m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88CB" w14:textId="328332ED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zbrinuti u skladu sa odgovarajućim Pravilnikom, kako je propisano Smjernicama zaštite prirode i životne sredine tekstualnog dijela programa</w:t>
            </w:r>
          </w:p>
        </w:tc>
      </w:tr>
      <w:tr w:rsidR="003D0BA5" w:rsidRPr="003D0BA5" w14:paraId="62B497C9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01EE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ECEA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A49A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735/1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Babajići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6862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Mobilno postrojenje za skladištenje, dopremanje i otpremanje goriva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598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Rezervoar kapaciteta do 25m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9FC2" w14:textId="3CBB59C2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Mjere zaštite životne sredine kako je predviđeno uslovima i smjernicama iz tekstualnog dijela programa.</w:t>
            </w:r>
          </w:p>
        </w:tc>
      </w:tr>
      <w:tr w:rsidR="003D0BA5" w:rsidRPr="003D0BA5" w14:paraId="45227432" w14:textId="77777777" w:rsidTr="00A274E5">
        <w:trPr>
          <w:trHeight w:val="59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F0B5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1ECD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9084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735/1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Babajići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DCF6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Privremena trafostanica naponskog nivoa 10kV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AE5E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P=15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46A8" w14:textId="77777777" w:rsidR="002C5DE3" w:rsidRPr="003D0BA5" w:rsidRDefault="002C5DE3" w:rsidP="002C5DE3"/>
        </w:tc>
      </w:tr>
      <w:tr w:rsidR="003D0BA5" w:rsidRPr="003D0BA5" w14:paraId="2AC78064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81D9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39F3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EA21" w14:textId="77777777" w:rsidR="002C5DE3" w:rsidRPr="003D0BA5" w:rsidRDefault="002C5DE3" w:rsidP="002C5DE3">
            <w:pPr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735/1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Babajići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DF70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914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E0A3" w14:textId="1AB185BB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4839F374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587E" w14:textId="69FB669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B449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3E8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3362/1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i 3365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353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175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7m x 15m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045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Konstrukcija čelična ili armirano betonska, ispuna – sendvič paneli, krov metalni.</w:t>
            </w:r>
          </w:p>
          <w:p w14:paraId="4EA9193C" w14:textId="59767B9B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41CC3BA6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8F1E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53E8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B53C" w14:textId="32DFFA6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1433/3 KO Boljanin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A359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 xml:space="preserve">Hala i hangar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8465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E24B" w14:textId="0D37EB9C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2B783C5F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386E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A7BC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8D9E" w14:textId="55961317" w:rsidR="002C5DE3" w:rsidRPr="003D0BA5" w:rsidRDefault="002C5DE3" w:rsidP="002C5DE3">
            <w:pPr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1432 KO Boljanin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DAAF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Betonjerka na gradilištu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682F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Tipsko mobilno postrojenje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892C" w14:textId="64F5C7D6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6ABFC606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C4C1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FB74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54BA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374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016C" w14:textId="72F9D6D9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P=BGP1000m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Spratnost P+1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5E48" w14:textId="45CD358D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1742A367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B429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7CE3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CAD7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3A5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600A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29F7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149D1694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6282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08FE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C42D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CC44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FEF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B875" w14:textId="5236F19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3C197170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DD5E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426E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434A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39/1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32BE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7A18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P=60m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A0BD" w14:textId="62F65C1A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63D1D6DE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BC6A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0979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2E11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38/1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041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A062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P=60m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8CF7" w14:textId="39830C7D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Otpadne vode zbrinjavati u skladu sa odgovarajućim Pravimikom, kako je propisano Smjernicama zaštite prirode i životne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sredine tekstualnog dijela programa</w:t>
            </w:r>
          </w:p>
        </w:tc>
      </w:tr>
      <w:tr w:rsidR="003D0BA5" w:rsidRPr="003D0BA5" w14:paraId="21C068F3" w14:textId="77777777" w:rsidTr="0033716D">
        <w:trPr>
          <w:trHeight w:val="45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E09D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26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91F8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B401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39/1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6D32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E10C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P=60m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4095" w14:textId="003A63C4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201C77D8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FD6E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45EA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2402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4042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1486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P=60m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0569" w14:textId="5B134C06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20150E84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661E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8622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9C4B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D03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FE08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P=60m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5A03" w14:textId="72F68DA3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1090B522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A73B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74FF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  <w:p w14:paraId="51EB506C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2DC1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1BE2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6D9D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P=60m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08F1" w14:textId="1C9F1DBC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423963FB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99F1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7C0D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0631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40/1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6F39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CD59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P=60m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C1E6" w14:textId="202931F2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1FB48262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5C57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4C60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odnosno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F63" w14:textId="4951B632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4/4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21DE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Uzgajalište riba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0084" w14:textId="12EED9D3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P=300m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8AA4" w14:textId="56843B6E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Kontrola kvaliteta voda u vodotoku kako je propisano Smjernicama zaštite prirode i životne sredine tekstualnog dijela programa</w:t>
            </w:r>
          </w:p>
        </w:tc>
      </w:tr>
      <w:tr w:rsidR="003D0BA5" w:rsidRPr="003D0BA5" w14:paraId="08866D66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A40B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2DE9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1D7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23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EFB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Fiksna radiokomunikaciona stanica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3F3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 skladu sa dokumentacijom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BCA9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Montira se na antenski stub </w:t>
            </w:r>
          </w:p>
        </w:tc>
      </w:tr>
      <w:tr w:rsidR="003D0BA5" w:rsidRPr="003D0BA5" w14:paraId="72B4E98D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98E7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AE42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9BC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673 KO Voljavac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8061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Vikend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655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06B4" w14:textId="19D51AEF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Otpadne vode zbrinjavati u skladu sa odgovarajućim Pravimikom, kako je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propisano Smjernicama zaštite prirode i životne sredine tekstualnog dijela programa</w:t>
            </w:r>
          </w:p>
        </w:tc>
      </w:tr>
      <w:tr w:rsidR="003D0BA5" w:rsidRPr="003D0BA5" w14:paraId="1EB62ED7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AEFA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34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5DE5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196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2437KO Korita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083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Objekti i predmeti na stanici javnog gradskog prevoza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3656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Maksimalno 10m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68B9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Uz saglasnost nadležnog državnog organa</w:t>
            </w:r>
          </w:p>
        </w:tc>
      </w:tr>
      <w:tr w:rsidR="003D0BA5" w:rsidRPr="003D0BA5" w14:paraId="4CFAF001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E632" w14:textId="20F5AD36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1402" w14:textId="1E50DB6A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76B4" w14:textId="4398F6D3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1182 KO Poda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B966" w14:textId="015C5EC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Montažni objekat za servisiranje i pranje vozila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4802" w14:textId="7C1F5BF6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15x6.40m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9F5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od čeličnih profila, limeni krovni pokrivač, zidna ispuna sendvič paneli.</w:t>
            </w:r>
          </w:p>
          <w:p w14:paraId="33F15948" w14:textId="3A99193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tretirati na separatoru masti i ulja, a potom zbrinuti u skladu sa odgovarajućim Pravilnikom, kako je propisano Smjernicama zaštite prirode i životne sredine tekstualnog dijela programa</w:t>
            </w:r>
          </w:p>
        </w:tc>
      </w:tr>
      <w:tr w:rsidR="003D0BA5" w:rsidRPr="003D0BA5" w14:paraId="1F7798E3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8A41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A90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E522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1332 KO Pali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36E6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right" w:pos="1769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DE77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P=40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2497" w14:textId="1F4E070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Tipski objekat ili od PVC aluminijuma pocinčanog čelika. Fasada i krovni pokrivač aluminijski ili čelični pocinčani lim. </w:t>
            </w: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0F1BADA1" w14:textId="77777777" w:rsidTr="0033716D">
        <w:trPr>
          <w:trHeight w:val="23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02BF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41C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B0A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1087/1 KO Godijevo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D63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Kiosk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5311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2m x 4m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ACA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Tipski objekat ili od PVC aluminijuma pocinčanog čelika. Fasada i krovni pokrivač aluminijski ili čelični pocinčani lim.</w:t>
            </w:r>
          </w:p>
        </w:tc>
      </w:tr>
      <w:tr w:rsidR="003D0BA5" w:rsidRPr="003D0BA5" w14:paraId="11E54FA0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A6BF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BC2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ili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60E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1370 KO Dobrinje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939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Uzgajalište riba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11B8" w14:textId="77777777" w:rsidR="002C5DE3" w:rsidRPr="003D0BA5" w:rsidRDefault="002C5DE3" w:rsidP="002C5DE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A554" w14:textId="19BED2F4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Otvoreni betonski bazen.</w:t>
            </w:r>
          </w:p>
          <w:p w14:paraId="311BC870" w14:textId="3BC01DFC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Kontrola kvaliteta voda u vodotoku kako je propisano Smjernicama zaštite prirode i životne sredine tekstualnog dijela programa</w:t>
            </w:r>
          </w:p>
        </w:tc>
      </w:tr>
      <w:tr w:rsidR="003D0BA5" w:rsidRPr="003D0BA5" w14:paraId="54B22C16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65EC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DC70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7606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383 KO Rasovo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AD00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DDB2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P=15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BC66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Čelične konstrukcije, ispune od sendvič panela. Krovni pokrivač lim. Fasadna obloga drvo ili kamen.</w:t>
            </w:r>
          </w:p>
          <w:p w14:paraId="356DE9E1" w14:textId="5268C69D" w:rsidR="001B7CDD" w:rsidRPr="003D0BA5" w:rsidRDefault="001B7CDD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3CD3C250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2F8B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44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263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101A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2799/4 KO Lozna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A1DE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Privremena trafostanica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951F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871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Tipski objekat</w:t>
            </w:r>
          </w:p>
        </w:tc>
      </w:tr>
      <w:tr w:rsidR="003D0BA5" w:rsidRPr="003D0BA5" w14:paraId="1141FD84" w14:textId="77777777" w:rsidTr="006E1DEE">
        <w:trPr>
          <w:trHeight w:val="46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CEE1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53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63FC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Montažno demontažni odnosno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70A5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2703 i dio od 250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 xml:space="preserve">2 </w:t>
            </w: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2704 KO Majstorovina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495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Uzgajali</w:t>
            </w:r>
            <w:r w:rsidRPr="003D0BA5">
              <w:rPr>
                <w:rFonts w:ascii="Tahoma" w:hAnsi="Tahoma" w:cs="Tahoma"/>
                <w:sz w:val="18"/>
                <w:szCs w:val="18"/>
              </w:rPr>
              <w:t>šte riba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D7C3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2660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8341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 prirodnom zemljanom udubljenju</w:t>
            </w:r>
          </w:p>
          <w:p w14:paraId="543F08D0" w14:textId="20C21173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Kontrola kvaliteta voda u vodotoku kako je propisano Smjernicama zaštite prirode i životne sredine tekstualnog dijela programa</w:t>
            </w:r>
          </w:p>
        </w:tc>
      </w:tr>
      <w:tr w:rsidR="003D0BA5" w:rsidRPr="003D0BA5" w14:paraId="35D27E1B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5E49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EC3D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B234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2705/2 KO Majstorovina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711F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Ribarska kućica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266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9m²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0841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Drvena kućica na postojećoj podlozi.</w:t>
            </w:r>
          </w:p>
        </w:tc>
      </w:tr>
      <w:tr w:rsidR="003D0BA5" w:rsidRPr="003D0BA5" w14:paraId="406F454E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9923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D0EC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odnosno 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B53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2705/2 KO Majstorovina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E3C2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Uzgajali</w:t>
            </w:r>
            <w:r w:rsidRPr="003D0BA5">
              <w:rPr>
                <w:rFonts w:ascii="Tahoma" w:hAnsi="Tahoma" w:cs="Tahoma"/>
                <w:sz w:val="18"/>
                <w:szCs w:val="18"/>
              </w:rPr>
              <w:t>šte riba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6F14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400m²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291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Betonski bazen</w:t>
            </w:r>
          </w:p>
          <w:p w14:paraId="74BE37CA" w14:textId="5D2C599F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</w:pPr>
            <w:r w:rsidRPr="003D0BA5">
              <w:rPr>
                <w:rFonts w:ascii="Tahoma" w:hAnsi="Tahoma" w:cs="Tahoma"/>
                <w:sz w:val="18"/>
                <w:szCs w:val="18"/>
              </w:rPr>
              <w:t>Kontrola kvaliteta voda u vodotoku kako je propisano Smjernicama zaštite prirode i životne sredine tekstualnog dijela programa</w:t>
            </w:r>
          </w:p>
        </w:tc>
      </w:tr>
      <w:tr w:rsidR="003D0BA5" w:rsidRPr="003D0BA5" w14:paraId="3803D22D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A42C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CF80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3F15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1370 KO Dobrinje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03D0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čelinjak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0DB8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 skladu sa brojem košnica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670" w14:textId="77777777" w:rsidR="002C5DE3" w:rsidRPr="003D0BA5" w:rsidRDefault="002C5DE3" w:rsidP="002C5DE3">
            <w:r w:rsidRPr="003D0BA5">
              <w:rPr>
                <w:rFonts w:ascii="Tahoma" w:hAnsi="Tahoma" w:cs="Tahoma"/>
                <w:sz w:val="18"/>
                <w:szCs w:val="18"/>
              </w:rPr>
              <w:t>Otvorena površina sa postoljima za postavljanje košnica.</w:t>
            </w:r>
          </w:p>
        </w:tc>
      </w:tr>
      <w:tr w:rsidR="003D0BA5" w:rsidRPr="003D0BA5" w14:paraId="7572CDC9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D9E0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0B77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AAB2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89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6007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E5ED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6.0mx4.0m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4D8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Čelične konstrukcije, ispune od sendvič panela. Krovni pokrivač lim. Fasadna obloga drvo ili kamen.</w:t>
            </w:r>
          </w:p>
          <w:p w14:paraId="3B8B98D4" w14:textId="2FFF2D21" w:rsidR="001B7CDD" w:rsidRPr="003D0BA5" w:rsidRDefault="001B7CDD" w:rsidP="002C5DE3">
            <w:pPr>
              <w:numPr>
                <w:ilvl w:val="12"/>
                <w:numId w:val="0"/>
              </w:numPr>
              <w:tabs>
                <w:tab w:val="left" w:pos="5103"/>
              </w:tabs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3B26E995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90E1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E121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7D37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663 KO Unevina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72B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6246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P=80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04D0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Čelične konstrukcije, ispune od sendvič panela. Fasada od fasadnih laminata ili sa drvenim oblogama.</w:t>
            </w:r>
          </w:p>
          <w:p w14:paraId="7034F84F" w14:textId="3D481920" w:rsidR="001B7CDD" w:rsidRPr="003D0BA5" w:rsidRDefault="001B7CDD" w:rsidP="002C5DE3">
            <w:pPr>
              <w:numPr>
                <w:ilvl w:val="12"/>
                <w:numId w:val="0"/>
              </w:numPr>
              <w:tabs>
                <w:tab w:val="left" w:pos="5103"/>
              </w:tabs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Otpadne vode zbrinjavati u skladu sa odgovarajućim Pravimikom, kako je propisano Smjernicama zaštite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prirode i životne sredine tekstualnog dijela programa</w:t>
            </w:r>
          </w:p>
        </w:tc>
      </w:tr>
      <w:tr w:rsidR="003D0BA5" w:rsidRPr="003D0BA5" w14:paraId="590219D0" w14:textId="77777777" w:rsidTr="00A274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CEC5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59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4D02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1FB7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663 KO Unevina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8F17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Objekat za trgovinu i usluge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3681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P=60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CE2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Čelične konstrukcije, ispune od sendvič panela. Fasada od fasadnih laminata ili sa drvenim oblogama.</w:t>
            </w:r>
          </w:p>
          <w:p w14:paraId="23FDC1D7" w14:textId="23A7AA90" w:rsidR="001B7CDD" w:rsidRPr="003D0BA5" w:rsidRDefault="001B7CDD" w:rsidP="002C5DE3">
            <w:pPr>
              <w:numPr>
                <w:ilvl w:val="12"/>
                <w:numId w:val="0"/>
              </w:numPr>
              <w:tabs>
                <w:tab w:val="left" w:pos="5103"/>
              </w:tabs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6CDEBFF2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3782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1CA9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8691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882/1 KO Poda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363A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Privremena asfaltna baza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28D6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Plato 20mx34m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6473" w14:textId="049F3DD5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Mobilno postrojenje Zaklju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 xml:space="preserve">čen Ugovor o koncesiji </w:t>
            </w:r>
          </w:p>
          <w:p w14:paraId="6EE546EC" w14:textId="10294DBF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Sve vode sa radnih i manipulativnih površina prikupiti i tretirati na separatoru masti i ulja, a potom zbrinuti </w:t>
            </w:r>
            <w:r w:rsidR="001B7CDD" w:rsidRPr="003D0BA5">
              <w:rPr>
                <w:rFonts w:ascii="Tahoma" w:hAnsi="Tahoma" w:cs="Tahoma"/>
                <w:sz w:val="18"/>
                <w:szCs w:val="18"/>
              </w:rPr>
              <w:t xml:space="preserve">u skladu sa odgovarajućim Pravilnikom, </w:t>
            </w:r>
            <w:r w:rsidRPr="003D0BA5">
              <w:rPr>
                <w:rFonts w:ascii="Tahoma" w:hAnsi="Tahoma" w:cs="Tahoma"/>
                <w:sz w:val="18"/>
                <w:szCs w:val="18"/>
              </w:rPr>
              <w:t>kako je propisano Smjernicama zaštite prirode i životne sredine tekstualnog dijela programa</w:t>
            </w:r>
          </w:p>
        </w:tc>
      </w:tr>
      <w:tr w:rsidR="003D0BA5" w:rsidRPr="003D0BA5" w14:paraId="64C053C9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9CA1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8DC0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E09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882/1 KO Poda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7CB0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Betonjerka na gradilištu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58B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Plato 47x48m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F43E" w14:textId="1B98413A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Mobilno postrojenje Zaklju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 xml:space="preserve">čen Ugovor o koncesiji </w:t>
            </w:r>
          </w:p>
          <w:p w14:paraId="4AD4E775" w14:textId="719DE3F0" w:rsidR="002C5DE3" w:rsidRPr="003D0BA5" w:rsidRDefault="001B7CDD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470ADB62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2F85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D190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6FC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882/1 KO Poda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3547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Silos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A96E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50mx50m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A31F" w14:textId="03540CBF" w:rsidR="002C5DE3" w:rsidRPr="003D0BA5" w:rsidRDefault="002C5DE3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Prilagođen tehnološkom procesu, zaklju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čen Ugovor o koncesiji</w:t>
            </w:r>
            <w:r w:rsidR="00517C61" w:rsidRPr="003D0BA5">
              <w:rPr>
                <w:rFonts w:ascii="Tahoma" w:hAnsi="Tahoma" w:cs="Tahoma"/>
                <w:sz w:val="18"/>
                <w:szCs w:val="18"/>
                <w:lang w:val="sr-Latn-ME"/>
              </w:rPr>
              <w:t xml:space="preserve">. </w:t>
            </w:r>
            <w:r w:rsidR="00517C61"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0D8C502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4F984EE6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099C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64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5254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443F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882/1 KO Poda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F5A9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26E4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20mx50m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9CB3" w14:textId="4D0D1321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Na postojećoj podlozi, metalna konstrukcija, ispuna od sendvič panela. Krovni pokrivač lim. Zaklju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čen Ugovor o koncesiji.</w:t>
            </w:r>
            <w:r w:rsidR="00517C61" w:rsidRPr="003D0BA5">
              <w:rPr>
                <w:rFonts w:ascii="Tahoma" w:hAnsi="Tahoma" w:cs="Tahoma"/>
                <w:sz w:val="18"/>
                <w:szCs w:val="18"/>
                <w:lang w:val="sr-Latn-ME"/>
              </w:rPr>
              <w:t xml:space="preserve"> </w:t>
            </w:r>
            <w:r w:rsidR="00517C61"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26C094EF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BF86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5B9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BCF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882/1 KO Poda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49D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Privremena trafostanica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7FF9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15m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4162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Tipski objekat Zaklju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 xml:space="preserve">čen Ugovor o koncesiji </w:t>
            </w:r>
          </w:p>
          <w:p w14:paraId="62B722D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</w:p>
        </w:tc>
      </w:tr>
      <w:tr w:rsidR="003D0BA5" w:rsidRPr="003D0BA5" w14:paraId="7A0A44EB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4DD8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bookmarkStart w:id="3" w:name="_Hlk193666109"/>
            <w:r w:rsidRPr="003D0BA5">
              <w:rPr>
                <w:rFonts w:ascii="Tahoma" w:hAnsi="Tahoma" w:cs="Tahoma"/>
                <w:sz w:val="18"/>
                <w:szCs w:val="18"/>
              </w:rPr>
              <w:t>66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3A13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C63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239/2 KO Boljanina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FC1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Betonjerka na gradilištu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91DF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Plato 14x25m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1312" w14:textId="79599DB2" w:rsidR="002C5DE3" w:rsidRPr="003D0BA5" w:rsidRDefault="002C5DE3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Mobilno postrojenje Zaklju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>čen Ugovor o koncesiji</w:t>
            </w:r>
            <w:r w:rsidR="00517C61" w:rsidRPr="003D0BA5">
              <w:rPr>
                <w:rFonts w:ascii="Tahoma" w:hAnsi="Tahoma" w:cs="Tahoma"/>
                <w:sz w:val="18"/>
                <w:szCs w:val="18"/>
                <w:lang w:val="sr-Latn-ME"/>
              </w:rPr>
              <w:t xml:space="preserve">. </w:t>
            </w:r>
            <w:r w:rsidR="00517C61"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0789CEE2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217" w14:textId="77777777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4CF9" w14:textId="77777777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C699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sr-Latn-CS"/>
              </w:rPr>
              <w:t>239/2 KO Boljanina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A2C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Privremena asfaltna baza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021C" w14:textId="7777777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Plato 30x35m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BF8" w14:textId="782BDE13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Mobilno postrojenje Zaklju</w:t>
            </w:r>
            <w:r w:rsidRPr="003D0BA5">
              <w:rPr>
                <w:rFonts w:ascii="Tahoma" w:hAnsi="Tahoma" w:cs="Tahoma"/>
                <w:sz w:val="18"/>
                <w:szCs w:val="18"/>
                <w:lang w:val="sr-Latn-ME"/>
              </w:rPr>
              <w:t xml:space="preserve">čen Ugovor o koncesiji </w:t>
            </w:r>
          </w:p>
          <w:p w14:paraId="1D600418" w14:textId="4FE57BDA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ME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tretirati na separatoru masti i ulja, a potom zbrinuti</w:t>
            </w:r>
            <w:r w:rsidR="00517C61" w:rsidRPr="003D0BA5">
              <w:rPr>
                <w:rFonts w:ascii="Tahoma" w:hAnsi="Tahoma" w:cs="Tahoma"/>
                <w:sz w:val="18"/>
                <w:szCs w:val="18"/>
              </w:rPr>
              <w:t xml:space="preserve"> u skladu sa odgovarajućim Pravilnikom,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kako je propisano Smjernicama zaštite prirode i životne sredine tekstualnog dijela programa</w:t>
            </w:r>
          </w:p>
        </w:tc>
      </w:tr>
      <w:bookmarkEnd w:id="3"/>
      <w:tr w:rsidR="003D0BA5" w:rsidRPr="003D0BA5" w14:paraId="3EBAE843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9CE" w14:textId="060D22BA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2A6A" w14:textId="40F9EC99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F189" w14:textId="4EF677CE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460/1, 460/2 i 686 KO Voljavac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E41E" w14:textId="605F0BF3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3A73" w14:textId="395A5B9E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140m2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28AA" w14:textId="5A799D4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podlozi, terasa natkrivena suncobranima.</w:t>
            </w:r>
          </w:p>
        </w:tc>
      </w:tr>
      <w:tr w:rsidR="003D0BA5" w:rsidRPr="003D0BA5" w14:paraId="2AABBE05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30AE" w14:textId="0693A7AE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661E" w14:textId="69946D7D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5DC0" w14:textId="7E3945D9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1667 KO Bojišta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41DB" w14:textId="1784BC8F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ili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1D64" w14:textId="40DCE27A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15mx33m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B2A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od čeličnih profila, limeni krovni pokrivač, zidna ispuna sendvič paneli.</w:t>
            </w:r>
          </w:p>
          <w:p w14:paraId="30F463F7" w14:textId="7C3D3ACA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Sve vode sa radnih i manipulativnih površina prikupiti i zbrinuti </w:t>
            </w:r>
            <w:r w:rsidR="00517C61" w:rsidRPr="003D0BA5">
              <w:rPr>
                <w:rFonts w:ascii="Tahoma" w:hAnsi="Tahoma" w:cs="Tahoma"/>
                <w:sz w:val="18"/>
                <w:szCs w:val="18"/>
              </w:rPr>
              <w:t xml:space="preserve">u skladu sa odgovarajućim Pravilnikom, 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kako je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propisano Smjernicama zaštite prirode i životne sredine tekstualnog dijela programa</w:t>
            </w:r>
          </w:p>
        </w:tc>
      </w:tr>
      <w:tr w:rsidR="003D0BA5" w:rsidRPr="003D0BA5" w14:paraId="39405989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23DA" w14:textId="6D29D3E0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70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40AF" w14:textId="78B224B8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2EED" w14:textId="653799DB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603/3 i 603/4 KO Gubavač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5FDF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Ugostiteljska terasa</w:t>
            </w:r>
          </w:p>
          <w:p w14:paraId="123EFA2A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C5A" w14:textId="7268A468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170m2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19ED" w14:textId="3378250A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postojećoj podlozi terasa natkrivena tendom.</w:t>
            </w:r>
          </w:p>
        </w:tc>
      </w:tr>
      <w:tr w:rsidR="003D0BA5" w:rsidRPr="003D0BA5" w14:paraId="357FB0A5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DDC2" w14:textId="2331C2D5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1CAB" w14:textId="470C22D2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80A6" w14:textId="37A0AA0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685 KO Unevina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2071" w14:textId="29A7C34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Privremeno skladište otpada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7AD9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Vaga P≈60m2</w:t>
            </w:r>
          </w:p>
          <w:p w14:paraId="01A49A92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Prijemna kućica </w:t>
            </w:r>
          </w:p>
          <w:p w14:paraId="187B7B7A" w14:textId="22CA8E4F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35m2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3A2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lokaciji se predviđa montažno – demontažna vaga sa kućicom za mjerenje otpada koji se odlaže na drugoj lokaciji.</w:t>
            </w:r>
          </w:p>
          <w:p w14:paraId="543CA480" w14:textId="49338F06" w:rsidR="002C5DE3" w:rsidRPr="003D0BA5" w:rsidRDefault="00517C61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  <w:r w:rsidR="002C5DE3" w:rsidRPr="003D0BA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3D0BA5" w:rsidRPr="003D0BA5" w14:paraId="71CB47A9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A6E5" w14:textId="24BECD74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6CD1" w14:textId="46DCA8FE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6EA9" w14:textId="5922AA66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663321 KO Poda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0FFB" w14:textId="6CFEC671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C7B5" w14:textId="050FBC10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275m2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7194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čelična, ispuna – sendvič paneli, krov metalni.</w:t>
            </w:r>
          </w:p>
          <w:p w14:paraId="49523515" w14:textId="447DFDA4" w:rsidR="002C5DE3" w:rsidRPr="003D0BA5" w:rsidRDefault="00517C61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3AEDF350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ED1B" w14:textId="0A480459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12A7" w14:textId="07DB8C0C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759A" w14:textId="51A937A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1KO Dobrakovo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BC1" w14:textId="4DBFBEA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Privremeno skladište otpada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EF2B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Vaga P≈60m2</w:t>
            </w:r>
          </w:p>
          <w:p w14:paraId="4EE425C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Prijemna kućica </w:t>
            </w:r>
          </w:p>
          <w:p w14:paraId="56DE5EC3" w14:textId="218B19DE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35m2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1ECE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Na lokaciji se predviđa montažno – demontažna vaga sa kućicom za mjerenje otpada koji se odlaže na drugoj lokaciji.</w:t>
            </w:r>
          </w:p>
          <w:p w14:paraId="2BE63E3A" w14:textId="29201E92" w:rsidR="002C5DE3" w:rsidRPr="003D0BA5" w:rsidRDefault="00517C61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  <w:r w:rsidR="002C5DE3" w:rsidRPr="003D0BA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3D0BA5" w:rsidRPr="003D0BA5" w14:paraId="1B80BCF1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6E3A" w14:textId="74251958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84BB" w14:textId="4E4A2CE5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D5B8" w14:textId="6CAA2133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630, 634  KO Gubavač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33B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  <w:p w14:paraId="6284E13D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C27F" w14:textId="105A7A3C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1000m2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3844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čelična, ispuna – sendvič paneli, krov metalni.</w:t>
            </w:r>
          </w:p>
          <w:p w14:paraId="0A4F33BE" w14:textId="1E4A6480" w:rsidR="002C5DE3" w:rsidRPr="003D0BA5" w:rsidRDefault="00517C61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Otpadne vode zbrinjavati u skladu sa odgovarajućim Pravimikom, kako je propisano Smjernicama zaštite prirode i životne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sredine tekstualnog dijela programa</w:t>
            </w:r>
          </w:p>
        </w:tc>
      </w:tr>
      <w:tr w:rsidR="003D0BA5" w:rsidRPr="003D0BA5" w14:paraId="175A4E97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2D96" w14:textId="7806786B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77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822D" w14:textId="2B469A68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B20B" w14:textId="454BE592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631, 633 i 636,  KO Gubavač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FB44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  <w:p w14:paraId="52652497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9178" w14:textId="4691C055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2400m2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6F8C" w14:textId="38F77499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čelična, ispuna – sendvič paneli, krov metalni.</w:t>
            </w:r>
            <w:r w:rsidR="00517C61" w:rsidRPr="003D0BA5">
              <w:rPr>
                <w:rFonts w:ascii="Tahoma" w:hAnsi="Tahoma" w:cs="Tahoma"/>
                <w:sz w:val="18"/>
                <w:szCs w:val="18"/>
              </w:rPr>
              <w:t xml:space="preserve"> 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66E7E897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E97C" w14:textId="7BA773A8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2E44" w14:textId="620CEB2A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8FB0" w14:textId="24A6A345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240, 241 KO Boljanina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3A7D" w14:textId="27D24EF5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Privremena asfaltna baza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A84C" w14:textId="4A2BCC05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Plato 40x40m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521D" w14:textId="466B0384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Mobilno postrojenje </w:t>
            </w:r>
            <w:r w:rsidR="00517C61"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723ECC6E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0774" w14:textId="386A2F9C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E135" w14:textId="5CB1553A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6FAB" w14:textId="1A1F7EF2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2336 KO Femića Krš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BC8D" w14:textId="4555BA7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Sportski objekat - otvoreni teren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5E5D" w14:textId="04DF5C0C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40m x 20m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A43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4E9275A0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6DC9" w14:textId="07DAF2A8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A437" w14:textId="759BD6A4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B6E9" w14:textId="768659F2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188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893C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Auto kamp - Otvorena površina sa prijemnom kućicom</w:t>
            </w:r>
          </w:p>
          <w:p w14:paraId="7B52D5D1" w14:textId="6FDE810F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i mobilnim sanitarnim blokom kontejnerskog tipa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B693" w14:textId="460A1A7B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18mx30m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04C8" w14:textId="051F4D8B" w:rsidR="002C5DE3" w:rsidRPr="003D0BA5" w:rsidRDefault="00517C61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  <w:r w:rsidR="002C5DE3" w:rsidRPr="003D0BA5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3D0BA5" w:rsidRPr="003D0BA5" w14:paraId="64581B96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FF4C" w14:textId="3D8D23F3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CBC4" w14:textId="2510AC6B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1124" w14:textId="7665279C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1201/2  KO Lješnica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FE90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  <w:p w14:paraId="609F847E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BDB2" w14:textId="5F1D9CA6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460m2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6404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čelična, ispuna – sendvič paneli, krov metalni.</w:t>
            </w:r>
          </w:p>
          <w:p w14:paraId="4B3C5365" w14:textId="78798483" w:rsidR="002C5DE3" w:rsidRPr="003D0BA5" w:rsidRDefault="00517C61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38F47C35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328F" w14:textId="709117E8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740A" w14:textId="094F00C4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602E" w14:textId="36DD1ED1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517 i 518 KO Dobrinje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6F32" w14:textId="5BF419EE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Sklonište za životinje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AAA1" w14:textId="3E93AFC7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  <w:lang w:val="sr-Latn-RS"/>
              </w:rPr>
              <w:t>=</w:t>
            </w:r>
            <w:r w:rsidRPr="003D0BA5">
              <w:rPr>
                <w:rFonts w:ascii="Tahoma" w:hAnsi="Tahoma" w:cs="Tahoma"/>
                <w:sz w:val="18"/>
                <w:szCs w:val="18"/>
              </w:rPr>
              <w:t>300m2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B7B0" w14:textId="0000CC73" w:rsidR="002C5DE3" w:rsidRPr="003D0BA5" w:rsidRDefault="00517C61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3EA17DE9" w14:textId="77777777" w:rsidTr="00EC42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9D9E" w14:textId="0BDCDA89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8E4A" w14:textId="32B85EEF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</w:tcPr>
          <w:p w14:paraId="3F1F8932" w14:textId="661ED442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618/3 KO Gubavač</w:t>
            </w:r>
          </w:p>
        </w:tc>
        <w:tc>
          <w:tcPr>
            <w:tcW w:w="1985" w:type="dxa"/>
          </w:tcPr>
          <w:p w14:paraId="37DF149D" w14:textId="47C1D539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Montažni objekat za servisiranje i pranje vozila</w:t>
            </w:r>
          </w:p>
        </w:tc>
        <w:tc>
          <w:tcPr>
            <w:tcW w:w="1701" w:type="dxa"/>
          </w:tcPr>
          <w:p w14:paraId="04268F86" w14:textId="721DBF19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150 m2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28A6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Konstrukcija od čeličnih profila, limeni </w:t>
            </w: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krovni pokrivač, zidna ispuna sendvič paneli.</w:t>
            </w:r>
          </w:p>
          <w:p w14:paraId="565CBBE7" w14:textId="7DD97132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tretirati na separatoru masti i ulja, a potom zbrinuti kako je propisano Smjernicama zaštite prirode i životne sredine tekstualnog dijela programa</w:t>
            </w:r>
          </w:p>
        </w:tc>
      </w:tr>
      <w:tr w:rsidR="003D0BA5" w:rsidRPr="003D0BA5" w14:paraId="16A1BC9A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EBBE" w14:textId="729D78F2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87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9B3C" w14:textId="1E35CFD5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2403" w14:textId="1172D1DC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1009/1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7169" w14:textId="7CE9903A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Montažni objekat za servisiranje i pranje vozila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BFAF" w14:textId="274F00D3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22.5m²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5DD7" w14:textId="1CDF6CF4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tretirati na separatoru masti i ulja, a potom zbrinuti kako je propisano Smjernicama zaštite prirode i životne sredine tekstualnog dijela programa</w:t>
            </w:r>
          </w:p>
        </w:tc>
      </w:tr>
      <w:tr w:rsidR="003D0BA5" w:rsidRPr="003D0BA5" w14:paraId="0B417549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3F67" w14:textId="42639F5D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1A80" w14:textId="02E57AA5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704D" w14:textId="36A2DDD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109/2 i 1410 KO Mojstir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FE9B" w14:textId="3E3ED0BE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Zip 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68D5" w14:textId="0ADAE111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Dužine oko 1.2km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C21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1E31F3F5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AB3E" w14:textId="03D37CD2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89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6E38" w14:textId="3276E805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Montažno-demontažni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4E8E" w14:textId="16AFCD0E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110/3 KO Mojstir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933A" w14:textId="715A3F44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Avanturistički park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D24A" w14:textId="2E3A01D9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Površine do 2ha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3FE4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2D8BBC42" w14:textId="77777777" w:rsidTr="00D60A2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2194" w14:textId="7CD2C8DA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F1CD" w14:textId="3FCB18BF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0071" w14:textId="0FE61582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755/3 KO Dobrakovo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FC705" w14:textId="0E78A4B2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D332" w14:textId="45530320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10D6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74385014" w14:textId="77777777" w:rsidTr="00517C61">
        <w:trPr>
          <w:trHeight w:val="20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F025" w14:textId="1805F213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60AF" w14:textId="420A5820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Montažno-demontažni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D79D" w14:textId="7237E2E6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3363/1 KO Bijelo Polje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1AC9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  <w:p w14:paraId="6D5C8B28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77AB" w14:textId="577C24C1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40m²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9199" w14:textId="5044CD53" w:rsidR="002C5DE3" w:rsidRPr="003D0BA5" w:rsidRDefault="00517C61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programa.</w:t>
            </w:r>
          </w:p>
        </w:tc>
      </w:tr>
      <w:tr w:rsidR="003D0BA5" w:rsidRPr="003D0BA5" w14:paraId="31E2FFCF" w14:textId="77777777" w:rsidTr="00043DA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FF3A" w14:textId="0A5CFF53" w:rsidR="002C5DE3" w:rsidRPr="003D0BA5" w:rsidRDefault="002C5DE3" w:rsidP="002C5DE3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3AA5" w14:textId="18A1C9CC" w:rsidR="002C5DE3" w:rsidRPr="003D0BA5" w:rsidRDefault="002C5DE3" w:rsidP="002C5DE3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BF55" w14:textId="7315791C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657/2 KO Dobrakovo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9EF3B" w14:textId="269EE17E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6B9E" w14:textId="383D63EF" w:rsidR="002C5DE3" w:rsidRPr="003D0BA5" w:rsidRDefault="002C5DE3" w:rsidP="002C5DE3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8DA7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</w:tr>
      <w:tr w:rsidR="003D0BA5" w:rsidRPr="003D0BA5" w14:paraId="435B3B04" w14:textId="77777777" w:rsidTr="00AA64F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FB27" w14:textId="48F660C6" w:rsidR="00517C61" w:rsidRPr="003D0BA5" w:rsidRDefault="00517C61" w:rsidP="00517C6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bookmarkStart w:id="4" w:name="_Hlk195479317"/>
            <w:r w:rsidRPr="003D0BA5">
              <w:rPr>
                <w:rFonts w:ascii="Tahoma" w:hAnsi="Tahoma" w:cs="Tahoma"/>
                <w:sz w:val="18"/>
                <w:szCs w:val="18"/>
              </w:rPr>
              <w:t>93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B1F3" w14:textId="21F17EBC" w:rsidR="00517C61" w:rsidRPr="003D0BA5" w:rsidRDefault="00517C61" w:rsidP="00517C61">
            <w:p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Montažno-demontažni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AC9D" w14:textId="59054D80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1252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7A19" w14:textId="77777777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Vikend kućica</w:t>
            </w:r>
          </w:p>
          <w:p w14:paraId="2E2AEE42" w14:textId="77777777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310B" w14:textId="2F489134" w:rsidR="00517C61" w:rsidRPr="003D0BA5" w:rsidRDefault="00517C61" w:rsidP="00517C61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6,0m x 6,0m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4F62" w14:textId="364FF95F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bookmarkEnd w:id="4"/>
      <w:tr w:rsidR="003D0BA5" w:rsidRPr="003D0BA5" w14:paraId="16C75801" w14:textId="77777777" w:rsidTr="00586DAB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C027" w14:textId="0C7BC2F0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66D7" w14:textId="43CD1CD0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Montažno-demontažni privremeni objekat</w:t>
            </w:r>
          </w:p>
        </w:tc>
        <w:tc>
          <w:tcPr>
            <w:tcW w:w="1701" w:type="dxa"/>
          </w:tcPr>
          <w:p w14:paraId="0C8B3BAC" w14:textId="0041C356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1028 KO Kostenica</w:t>
            </w:r>
          </w:p>
        </w:tc>
        <w:tc>
          <w:tcPr>
            <w:tcW w:w="1985" w:type="dxa"/>
          </w:tcPr>
          <w:p w14:paraId="547CE8CF" w14:textId="75EF70C9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Vikend kućica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374C" w14:textId="1804621B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7.50x5.70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403E" w14:textId="70700662" w:rsidR="00517C61" w:rsidRPr="003D0BA5" w:rsidRDefault="00517C61" w:rsidP="00517C61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u skladu sa odgovarajućim Pravimikom, kako je propisano Smjernicama zaštite prirode i životne sredine tekstualnog dijela programa</w:t>
            </w:r>
          </w:p>
        </w:tc>
      </w:tr>
      <w:tr w:rsidR="003D0BA5" w:rsidRPr="003D0BA5" w14:paraId="201C7E6D" w14:textId="77777777" w:rsidTr="005142A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BB6C" w14:textId="2CA3B31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95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F29B" w14:textId="79F7AEE5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EC04" w14:textId="05F2620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1282/1 KO Crnče Laholo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28C6" w14:textId="6E9409A6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Reklamni pano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0D2B" w14:textId="3FF07355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4 m²</w:t>
            </w:r>
          </w:p>
        </w:tc>
        <w:tc>
          <w:tcPr>
            <w:tcW w:w="1984" w:type="dxa"/>
          </w:tcPr>
          <w:p w14:paraId="52CD1146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7356132E" w14:textId="77777777" w:rsidTr="005142A6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5797" w14:textId="11E37DA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3683" w14:textId="1290AB9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26C4" w14:textId="3972A261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958/9 KO Ravna Rijeka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0B9D" w14:textId="2D9DE5A5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Hala i hangar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5AC7" w14:textId="6375A45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150m²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6D33" w14:textId="01EB2F63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čelična ili armirano betonska, ispuna – sendvič paneli, krov metalni.</w:t>
            </w:r>
            <w:r w:rsidR="00517C61" w:rsidRPr="003D0BA5">
              <w:rPr>
                <w:rFonts w:ascii="Tahoma" w:hAnsi="Tahoma" w:cs="Tahoma"/>
                <w:sz w:val="18"/>
                <w:szCs w:val="18"/>
              </w:rPr>
              <w:t xml:space="preserve"> Otpadne vode zbrinjavati u skladu sa odgovarajućim Pravimikom, kako je propisano Smjernicama zaštite prirode i životne sredine tekstualnog dijela programa</w:t>
            </w:r>
          </w:p>
          <w:p w14:paraId="71916ED7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63F06F35" w14:textId="77777777" w:rsidTr="009551E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E71D" w14:textId="22B3945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27B7" w14:textId="5012383E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36BC7" w14:textId="66048786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1791/1 KO Kostenica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7207" w14:textId="56D01A3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Fiksna radiokomunikaciona stanica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7459" w14:textId="08897C9B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U skladu sa dokumentacijom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5345" w14:textId="1D7DFFA2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Montira se na antenski stub </w:t>
            </w:r>
          </w:p>
        </w:tc>
      </w:tr>
      <w:tr w:rsidR="003D0BA5" w:rsidRPr="003D0BA5" w14:paraId="003AB5C7" w14:textId="77777777" w:rsidTr="009551E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0B17" w14:textId="5AE8BE34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4F9E" w14:textId="1D95FA6A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</w:tcPr>
          <w:p w14:paraId="6F5E2734" w14:textId="1EF274B3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385/2, 385/3 KO Rasovo</w:t>
            </w:r>
          </w:p>
        </w:tc>
        <w:tc>
          <w:tcPr>
            <w:tcW w:w="1985" w:type="dxa"/>
          </w:tcPr>
          <w:p w14:paraId="0A12E8AF" w14:textId="38FA3AB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Za servisiranje i pranje  vozila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F8B" w14:textId="2EB724A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5.5mx6.0m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8265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Konstrukcija od čeličnih profila, limeni krovni pokrivač, zidna ispuna sendvič paneli.</w:t>
            </w:r>
          </w:p>
          <w:p w14:paraId="3713734A" w14:textId="40FD2FF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Sve vode sa radnih i manipulativnih površina prikupiti i tretirati na separatoru masti i ulja, a potom zbrinuti kako je propisano Smjernicama zaštite prirode i životne sredine tekstualnog dijela programa</w:t>
            </w:r>
          </w:p>
        </w:tc>
      </w:tr>
      <w:tr w:rsidR="003D0BA5" w:rsidRPr="003D0BA5" w14:paraId="636DA158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45D2" w14:textId="7206F7F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99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28D6" w14:textId="6BA359FD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Nepokretni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5F47" w14:textId="025C3078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1098 KO Potkrajci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9EFD9" w14:textId="09D5803D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Bilbord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357E" w14:textId="5EA56AAB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3.0mx4.0m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FE90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3FC5F341" w14:textId="77777777" w:rsidTr="001A7CA7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42A2" w14:textId="7F1FC2C0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0590" w14:textId="7CAB7E29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2E71" w14:textId="7CF5CC4C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F89AF" w14:textId="790CD935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AFE1" w14:textId="6496677B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1225" w14:textId="77777777" w:rsidR="002C5DE3" w:rsidRPr="003D0BA5" w:rsidRDefault="002C5DE3" w:rsidP="002C5DE3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CD2767D" w14:textId="3B7B0263" w:rsidR="006E0D6D" w:rsidRPr="003D0BA5" w:rsidRDefault="006E0D6D" w:rsidP="00586DAB">
      <w:pPr>
        <w:numPr>
          <w:ilvl w:val="12"/>
          <w:numId w:val="0"/>
        </w:numPr>
        <w:tabs>
          <w:tab w:val="left" w:pos="5103"/>
        </w:tabs>
        <w:rPr>
          <w:rFonts w:ascii="Tahoma" w:hAnsi="Tahoma" w:cs="Tahoma"/>
          <w:sz w:val="18"/>
          <w:szCs w:val="18"/>
        </w:rPr>
      </w:pPr>
    </w:p>
    <w:p w14:paraId="79177677" w14:textId="77777777" w:rsidR="002B7ED8" w:rsidRPr="003D0BA5" w:rsidRDefault="002B7ED8" w:rsidP="002B64A7">
      <w:pPr>
        <w:jc w:val="both"/>
        <w:rPr>
          <w:rFonts w:ascii="Tahoma" w:hAnsi="Tahoma" w:cs="Tahoma"/>
          <w:b/>
          <w:sz w:val="22"/>
          <w:szCs w:val="22"/>
        </w:rPr>
      </w:pPr>
    </w:p>
    <w:p w14:paraId="4335C6DD" w14:textId="77777777" w:rsidR="00E82269" w:rsidRPr="003D0BA5" w:rsidRDefault="00E82269" w:rsidP="002B64A7">
      <w:pPr>
        <w:jc w:val="both"/>
        <w:rPr>
          <w:rFonts w:ascii="Tahoma" w:hAnsi="Tahoma" w:cs="Tahoma"/>
          <w:b/>
          <w:sz w:val="22"/>
          <w:szCs w:val="22"/>
          <w:lang w:val="sl-SI"/>
        </w:rPr>
      </w:pPr>
    </w:p>
    <w:p w14:paraId="411870B4" w14:textId="06854F09" w:rsidR="002B64A7" w:rsidRPr="003D0BA5" w:rsidRDefault="002B64A7" w:rsidP="002B64A7">
      <w:pPr>
        <w:jc w:val="both"/>
        <w:rPr>
          <w:rFonts w:ascii="Tahoma" w:hAnsi="Tahoma" w:cs="Tahoma"/>
          <w:b/>
          <w:sz w:val="22"/>
          <w:szCs w:val="22"/>
          <w:lang w:val="sl-SI"/>
        </w:rPr>
      </w:pPr>
      <w:r w:rsidRPr="003D0BA5">
        <w:rPr>
          <w:rFonts w:ascii="Tahoma" w:hAnsi="Tahoma" w:cs="Tahoma"/>
          <w:b/>
          <w:sz w:val="22"/>
          <w:szCs w:val="22"/>
          <w:lang w:val="sl-SI"/>
        </w:rPr>
        <w:t>ZONA VI</w:t>
      </w:r>
    </w:p>
    <w:p w14:paraId="61A87451" w14:textId="77777777" w:rsidR="002B64A7" w:rsidRPr="003D0BA5" w:rsidRDefault="002B64A7" w:rsidP="002B64A7">
      <w:pPr>
        <w:jc w:val="both"/>
        <w:rPr>
          <w:rFonts w:ascii="Tahoma" w:hAnsi="Tahoma" w:cs="Tahoma"/>
          <w:b/>
          <w:sz w:val="20"/>
        </w:rPr>
      </w:pPr>
    </w:p>
    <w:tbl>
      <w:tblPr>
        <w:tblW w:w="981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703"/>
        <w:gridCol w:w="1701"/>
        <w:gridCol w:w="1985"/>
        <w:gridCol w:w="1701"/>
        <w:gridCol w:w="2013"/>
      </w:tblGrid>
      <w:tr w:rsidR="003D0BA5" w:rsidRPr="003D0BA5" w14:paraId="1492BAB3" w14:textId="77777777" w:rsidTr="00217961">
        <w:trPr>
          <w:tblHeader/>
        </w:trPr>
        <w:tc>
          <w:tcPr>
            <w:tcW w:w="7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8339D8" w14:textId="77777777" w:rsidR="002B64A7" w:rsidRPr="003D0BA5" w:rsidRDefault="002B64A7" w:rsidP="001F668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br lok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4ED4F5" w14:textId="77777777" w:rsidR="002B64A7" w:rsidRPr="003D0BA5" w:rsidRDefault="002B64A7" w:rsidP="001F668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načinu na koji je prišvršćen za tlo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C8B67" w14:textId="77777777" w:rsidR="002B64A7" w:rsidRPr="003D0BA5" w:rsidRDefault="002B64A7" w:rsidP="001F668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katastarska parcela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CC470" w14:textId="77777777" w:rsidR="002B64A7" w:rsidRPr="003D0BA5" w:rsidRDefault="002B64A7" w:rsidP="001F668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Vrsta prema namjeni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58C43E" w14:textId="77777777" w:rsidR="002B64A7" w:rsidRPr="003D0BA5" w:rsidRDefault="002B64A7" w:rsidP="001F668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dimenzije</w:t>
            </w: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D6A46" w14:textId="77777777" w:rsidR="002B64A7" w:rsidRPr="003D0BA5" w:rsidRDefault="002B64A7" w:rsidP="001F6681">
            <w:pPr>
              <w:shd w:val="clear" w:color="auto" w:fill="FFFFFF"/>
              <w:tabs>
                <w:tab w:val="right" w:pos="3969"/>
                <w:tab w:val="left" w:pos="5400"/>
                <w:tab w:val="right" w:pos="6237"/>
                <w:tab w:val="right" w:pos="9639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b/>
                <w:sz w:val="18"/>
                <w:szCs w:val="18"/>
              </w:rPr>
              <w:t>opis privremenog objekta</w:t>
            </w:r>
          </w:p>
        </w:tc>
      </w:tr>
      <w:tr w:rsidR="003D0BA5" w:rsidRPr="003D0BA5" w14:paraId="698CB270" w14:textId="77777777" w:rsidTr="00217961">
        <w:trPr>
          <w:trHeight w:val="37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3280" w14:textId="77777777" w:rsidR="002B64A7" w:rsidRPr="003D0BA5" w:rsidRDefault="002B64A7" w:rsidP="001F6681">
            <w:pPr>
              <w:tabs>
                <w:tab w:val="left" w:pos="5103"/>
              </w:tabs>
              <w:ind w:left="37"/>
              <w:jc w:val="both"/>
              <w:textAlignment w:val="auto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51A9" w14:textId="77777777" w:rsidR="002B64A7" w:rsidRPr="003D0BA5" w:rsidRDefault="002B64A7" w:rsidP="00E23DE5">
            <w:r w:rsidRPr="003D0BA5">
              <w:rPr>
                <w:rFonts w:ascii="Tahoma" w:hAnsi="Tahoma" w:cs="Tahoma"/>
                <w:sz w:val="18"/>
                <w:szCs w:val="18"/>
              </w:rPr>
              <w:t xml:space="preserve">Nepokretni </w:t>
            </w:r>
            <w:r w:rsidR="00E23DE5" w:rsidRPr="003D0BA5">
              <w:rPr>
                <w:rFonts w:ascii="Tahoma" w:hAnsi="Tahoma" w:cs="Tahoma"/>
                <w:sz w:val="18"/>
                <w:szCs w:val="18"/>
              </w:rPr>
              <w:t>p</w:t>
            </w:r>
            <w:r w:rsidRPr="003D0BA5">
              <w:rPr>
                <w:rFonts w:ascii="Tahoma" w:hAnsi="Tahoma" w:cs="Tahoma"/>
                <w:sz w:val="18"/>
                <w:szCs w:val="18"/>
              </w:rPr>
              <w:t>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8F39" w14:textId="77777777" w:rsidR="002B64A7" w:rsidRPr="003D0BA5" w:rsidRDefault="00E23DE5" w:rsidP="002B64A7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4151</w:t>
            </w:r>
            <w:r w:rsidR="002B64A7" w:rsidRPr="003D0BA5">
              <w:rPr>
                <w:rFonts w:ascii="Tahoma" w:hAnsi="Tahoma" w:cs="Tahoma"/>
                <w:sz w:val="18"/>
                <w:szCs w:val="18"/>
              </w:rPr>
              <w:t>/1 KO Majstorovina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347B" w14:textId="77777777" w:rsidR="002B64A7" w:rsidRPr="003D0BA5" w:rsidRDefault="00E23DE5" w:rsidP="00247FD6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Privremeni ugostiteljski ob</w:t>
            </w:r>
            <w:r w:rsidR="002B64A7" w:rsidRPr="003D0BA5">
              <w:rPr>
                <w:rFonts w:ascii="Tahoma" w:hAnsi="Tahoma" w:cs="Tahoma"/>
                <w:sz w:val="18"/>
                <w:szCs w:val="18"/>
                <w:lang w:val="it-IT"/>
              </w:rPr>
              <w:t>jekat, objekat za trgovinu</w:t>
            </w:r>
            <w:r w:rsidR="00247FD6" w:rsidRPr="003D0BA5">
              <w:rPr>
                <w:rFonts w:ascii="Tahoma" w:hAnsi="Tahoma" w:cs="Tahoma"/>
                <w:sz w:val="18"/>
                <w:szCs w:val="18"/>
                <w:lang w:val="it-IT"/>
              </w:rPr>
              <w:t>,</w:t>
            </w:r>
            <w:r w:rsidR="002B64A7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iznajmljivanje sportsko rekreativne opreme</w:t>
            </w:r>
            <w:r w:rsidR="00247FD6"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 i  ugostiteljska terasa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240F" w14:textId="77777777" w:rsidR="002B64A7" w:rsidRPr="003D0BA5" w:rsidRDefault="007544FC" w:rsidP="007544FC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trike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Maksimalna BGP </w:t>
            </w:r>
            <w:r w:rsidR="00844A1A" w:rsidRPr="003D0BA5">
              <w:rPr>
                <w:rFonts w:ascii="Tahoma" w:hAnsi="Tahoma" w:cs="Tahoma"/>
                <w:sz w:val="18"/>
                <w:szCs w:val="18"/>
                <w:lang w:val="it-IT"/>
              </w:rPr>
              <w:t>20</w:t>
            </w: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  <w:lang w:val="it-I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10F7" w14:textId="524F6B14" w:rsidR="002B64A7" w:rsidRPr="003D0BA5" w:rsidRDefault="008D3C5F" w:rsidP="008D3C5F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Otpadne vode zbrinjavati preko uređaja za prečišćavanje</w:t>
            </w:r>
            <w:r w:rsidR="007618D3" w:rsidRPr="003D0BA5">
              <w:t xml:space="preserve"> </w:t>
            </w:r>
            <w:r w:rsidR="007618D3" w:rsidRPr="003D0BA5">
              <w:rPr>
                <w:rFonts w:ascii="Tahoma" w:hAnsi="Tahoma" w:cs="Tahoma"/>
                <w:sz w:val="18"/>
                <w:szCs w:val="18"/>
              </w:rPr>
              <w:t xml:space="preserve">u skladu sa odgovarajućim Pravimikom, kako je propisano Smjernicama zaštite prirode i životne sredine tekstualnog dijela programa </w:t>
            </w:r>
          </w:p>
        </w:tc>
      </w:tr>
      <w:tr w:rsidR="003D0BA5" w:rsidRPr="003D0BA5" w14:paraId="2951B097" w14:textId="77777777" w:rsidTr="0021796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634E" w14:textId="77777777" w:rsidR="00E23DE5" w:rsidRPr="003D0BA5" w:rsidRDefault="00013008" w:rsidP="001F668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8166" w14:textId="77777777" w:rsidR="00E23DE5" w:rsidRPr="003D0BA5" w:rsidRDefault="00E23DE5" w:rsidP="001F6681">
            <w:r w:rsidRPr="003D0BA5">
              <w:rPr>
                <w:rFonts w:ascii="Tahoma" w:hAnsi="Tahoma" w:cs="Tahoma"/>
                <w:sz w:val="18"/>
                <w:szCs w:val="18"/>
              </w:rPr>
              <w:t xml:space="preserve">Montažno demontažni </w:t>
            </w:r>
            <w:r w:rsidR="00D66536" w:rsidRPr="003D0BA5">
              <w:rPr>
                <w:rFonts w:ascii="Tahoma" w:hAnsi="Tahoma" w:cs="Tahoma"/>
                <w:sz w:val="18"/>
                <w:szCs w:val="18"/>
              </w:rPr>
              <w:t>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3D0CA3" w14:textId="77777777" w:rsidR="00E23DE5" w:rsidRPr="003D0BA5" w:rsidRDefault="00E23DE5" w:rsidP="005D187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4151/1 KO Majstorovina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6FF4" w14:textId="77777777" w:rsidR="00E23DE5" w:rsidRPr="003D0BA5" w:rsidRDefault="00E23DE5" w:rsidP="001F668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Montažna garaža za ratrak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B9F5" w14:textId="77777777" w:rsidR="00E23DE5" w:rsidRPr="003D0BA5" w:rsidRDefault="00E23DE5" w:rsidP="007544FC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 xml:space="preserve">Maksimalna BGP </w:t>
            </w:r>
            <w:r w:rsidRPr="003D0BA5">
              <w:rPr>
                <w:rFonts w:ascii="Tahoma" w:hAnsi="Tahoma" w:cs="Tahoma"/>
                <w:sz w:val="18"/>
                <w:szCs w:val="18"/>
              </w:rPr>
              <w:t>500m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CF6E" w14:textId="77777777" w:rsidR="00E23DE5" w:rsidRPr="003D0BA5" w:rsidRDefault="00E23DE5" w:rsidP="001F668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3D0BA5" w:rsidRPr="003D0BA5" w14:paraId="4A04D7B3" w14:textId="77777777" w:rsidTr="00A66A9E">
        <w:trPr>
          <w:trHeight w:val="110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4D9F" w14:textId="77777777" w:rsidR="00E23DE5" w:rsidRPr="003D0BA5" w:rsidRDefault="00013008" w:rsidP="001F668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B284" w14:textId="77777777" w:rsidR="00E23DE5" w:rsidRPr="003D0BA5" w:rsidRDefault="00E23DE5" w:rsidP="001F6681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Montažno demontažni </w:t>
            </w:r>
            <w:r w:rsidR="00D66536" w:rsidRPr="003D0BA5">
              <w:rPr>
                <w:rFonts w:ascii="Tahoma" w:hAnsi="Tahoma" w:cs="Tahoma"/>
                <w:sz w:val="18"/>
                <w:szCs w:val="18"/>
              </w:rPr>
              <w:t>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33F0D" w14:textId="77777777" w:rsidR="00E23DE5" w:rsidRPr="003D0BA5" w:rsidRDefault="00E23DE5" w:rsidP="005D187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4151/1 KO Majstorovina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D268" w14:textId="77777777" w:rsidR="00E23DE5" w:rsidRPr="003D0BA5" w:rsidRDefault="00E23DE5" w:rsidP="00E23DE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Mobilno postrojenje za skladištenje, dopremanje i otpremanje goriva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9CD9" w14:textId="77777777" w:rsidR="00E23DE5" w:rsidRPr="003D0BA5" w:rsidRDefault="00E23DE5" w:rsidP="007544FC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Rezervoar kapaciteta do 25 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3482" w14:textId="77777777" w:rsidR="008D3C5F" w:rsidRPr="003D0BA5" w:rsidRDefault="00E23DE5" w:rsidP="008D3C5F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Pored rezervoara sadrži agregat za istakanje, krovište</w:t>
            </w:r>
            <w:r w:rsidR="00A66A9E" w:rsidRPr="003D0BA5">
              <w:rPr>
                <w:rFonts w:ascii="Tahoma" w:hAnsi="Tahoma" w:cs="Tahoma"/>
                <w:sz w:val="18"/>
                <w:szCs w:val="18"/>
              </w:rPr>
              <w:t xml:space="preserve"> i tankvane (prihvatne posude).</w:t>
            </w:r>
          </w:p>
          <w:p w14:paraId="3F480C18" w14:textId="05FF90AF" w:rsidR="00E23DE5" w:rsidRPr="003D0BA5" w:rsidRDefault="008D3C5F" w:rsidP="008D3C5F">
            <w:pPr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Mjere zaštite životne sredine kako je predviđeno uslovima i smjernicama iz tekstualnog dijela programa</w:t>
            </w:r>
          </w:p>
        </w:tc>
      </w:tr>
      <w:tr w:rsidR="003D0BA5" w:rsidRPr="003D0BA5" w14:paraId="5397866E" w14:textId="77777777" w:rsidTr="00871F87">
        <w:trPr>
          <w:trHeight w:val="6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C5D8" w14:textId="77777777" w:rsidR="00E23DE5" w:rsidRPr="003D0BA5" w:rsidRDefault="00013008" w:rsidP="001F668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C4CF" w14:textId="77777777" w:rsidR="00E23DE5" w:rsidRPr="003D0BA5" w:rsidRDefault="00E23DE5" w:rsidP="00D66536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 xml:space="preserve">Montažno demontažni </w:t>
            </w:r>
            <w:r w:rsidR="00D66536" w:rsidRPr="003D0BA5">
              <w:rPr>
                <w:rFonts w:ascii="Tahoma" w:hAnsi="Tahoma" w:cs="Tahoma"/>
                <w:sz w:val="18"/>
                <w:szCs w:val="18"/>
              </w:rPr>
              <w:t>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E03522" w14:textId="77777777" w:rsidR="00E23DE5" w:rsidRPr="003D0BA5" w:rsidRDefault="00E23DE5" w:rsidP="005D187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4151/1 KO Majstorovina</w:t>
            </w:r>
          </w:p>
          <w:p w14:paraId="27631D9D" w14:textId="77777777" w:rsidR="006E1DEE" w:rsidRPr="003D0BA5" w:rsidRDefault="006E1DEE" w:rsidP="005D187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D5B9" w14:textId="77777777" w:rsidR="00E23DE5" w:rsidRPr="003D0BA5" w:rsidRDefault="00E23DE5" w:rsidP="001F668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Privremena trafostanica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CAD7" w14:textId="77777777" w:rsidR="00E23DE5" w:rsidRPr="003D0BA5" w:rsidRDefault="00E23DE5" w:rsidP="002B64A7">
            <w:r w:rsidRPr="003D0BA5">
              <w:rPr>
                <w:rFonts w:ascii="Tahoma" w:hAnsi="Tahoma" w:cs="Tahoma"/>
                <w:sz w:val="18"/>
                <w:szCs w:val="18"/>
              </w:rPr>
              <w:t>Maksimalno 12m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4929" w14:textId="77777777" w:rsidR="00E23DE5" w:rsidRPr="003D0BA5" w:rsidRDefault="00E23DE5" w:rsidP="001F668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0BA5" w:rsidRPr="003D0BA5" w14:paraId="05DA286F" w14:textId="77777777" w:rsidTr="0021796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104F" w14:textId="77777777" w:rsidR="00E23DE5" w:rsidRPr="003D0BA5" w:rsidRDefault="00013008" w:rsidP="001F668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AB8C" w14:textId="77777777" w:rsidR="00E23DE5" w:rsidRPr="003D0BA5" w:rsidRDefault="00E23DE5" w:rsidP="001F6681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Montažno demontažni privremeni objekat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BCF5A6" w14:textId="77777777" w:rsidR="00E23DE5" w:rsidRPr="003D0BA5" w:rsidRDefault="00E23DE5" w:rsidP="005D187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4151/1 KO Majstorovina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A856" w14:textId="77777777" w:rsidR="00E23DE5" w:rsidRPr="003D0BA5" w:rsidRDefault="00E23DE5" w:rsidP="001F6681">
            <w:pPr>
              <w:numPr>
                <w:ilvl w:val="12"/>
                <w:numId w:val="0"/>
              </w:num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Bioprečišćivač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CC92" w14:textId="77777777" w:rsidR="00E23DE5" w:rsidRPr="003D0BA5" w:rsidRDefault="00E23DE5" w:rsidP="00834D3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Zavisno od tehnologije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FB5F" w14:textId="292EA184" w:rsidR="00E23DE5" w:rsidRPr="003D0BA5" w:rsidRDefault="008D3C5F" w:rsidP="001F6681">
            <w:r w:rsidRPr="003D0BA5">
              <w:rPr>
                <w:rFonts w:ascii="Tahoma" w:hAnsi="Tahoma" w:cs="Tahoma"/>
                <w:sz w:val="18"/>
                <w:szCs w:val="18"/>
              </w:rPr>
              <w:t>Visok nivo efikasnosti prečišćavanja</w:t>
            </w:r>
            <w:r w:rsidR="007618D3" w:rsidRPr="003D0BA5">
              <w:rPr>
                <w:rFonts w:ascii="Tahoma" w:hAnsi="Tahoma" w:cs="Tahoma"/>
                <w:sz w:val="18"/>
                <w:szCs w:val="18"/>
              </w:rPr>
              <w:t>, u skladu sa odgovarajućim Pravilnikom,</w:t>
            </w:r>
            <w:r w:rsidRPr="003D0BA5">
              <w:rPr>
                <w:rFonts w:ascii="Tahoma" w:hAnsi="Tahoma" w:cs="Tahoma"/>
                <w:sz w:val="18"/>
                <w:szCs w:val="18"/>
              </w:rPr>
              <w:t xml:space="preserve"> kako je propisano Smjernicama zaštite prirode i životne sredine tekstualnog dijela programa</w:t>
            </w:r>
          </w:p>
        </w:tc>
      </w:tr>
      <w:tr w:rsidR="003D0BA5" w:rsidRPr="003D0BA5" w14:paraId="199BFE7A" w14:textId="77777777" w:rsidTr="0021796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D14A" w14:textId="77777777" w:rsidR="00E23DE5" w:rsidRPr="003D0BA5" w:rsidRDefault="00013008" w:rsidP="001F6681">
            <w:pPr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C8BE" w14:textId="77777777" w:rsidR="00E23DE5" w:rsidRPr="003D0BA5" w:rsidRDefault="00D66536" w:rsidP="001F6681">
            <w:pPr>
              <w:tabs>
                <w:tab w:val="left" w:pos="5103"/>
              </w:tabs>
              <w:rPr>
                <w:rFonts w:ascii="Tahoma" w:hAnsi="Tahoma" w:cs="Tahoma"/>
                <w:caps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Otvorena površina u funkciji privremenog objekta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BF817" w14:textId="77777777" w:rsidR="00E23DE5" w:rsidRPr="003D0BA5" w:rsidRDefault="00E23DE5" w:rsidP="005D1875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4151/1 KO Majstorovina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66BF" w14:textId="77777777" w:rsidR="00E23DE5" w:rsidRPr="003D0BA5" w:rsidRDefault="00E23DE5" w:rsidP="001F6681">
            <w:r w:rsidRPr="003D0BA5">
              <w:rPr>
                <w:rFonts w:ascii="Tahoma" w:hAnsi="Tahoma" w:cs="Tahoma"/>
                <w:sz w:val="18"/>
                <w:szCs w:val="18"/>
                <w:lang w:val="it-IT"/>
              </w:rPr>
              <w:t>Privremeno parkiralište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5F70" w14:textId="77777777" w:rsidR="00E23DE5" w:rsidRPr="003D0BA5" w:rsidRDefault="00E23DE5" w:rsidP="00834D3D">
            <w:pPr>
              <w:numPr>
                <w:ilvl w:val="12"/>
                <w:numId w:val="0"/>
              </w:numPr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3D0BA5">
              <w:rPr>
                <w:rFonts w:ascii="Tahoma" w:hAnsi="Tahoma" w:cs="Tahoma"/>
                <w:sz w:val="18"/>
                <w:szCs w:val="18"/>
              </w:rPr>
              <w:t>Maksimalno 5000m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 w:rsidRPr="003D0BA5">
              <w:rPr>
                <w:rFonts w:ascii="Tahoma" w:hAnsi="Tahoma" w:cs="Tahoma"/>
                <w:sz w:val="18"/>
                <w:szCs w:val="18"/>
              </w:rPr>
              <w:t>za automobile i 3000m</w:t>
            </w:r>
            <w:r w:rsidRPr="003D0BA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  <w:r w:rsidRPr="003D0BA5">
              <w:rPr>
                <w:rFonts w:ascii="Tahoma" w:hAnsi="Tahoma" w:cs="Tahoma"/>
                <w:sz w:val="18"/>
                <w:szCs w:val="18"/>
              </w:rPr>
              <w:t>za autobuse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26B" w14:textId="77777777" w:rsidR="00E23DE5" w:rsidRPr="003D0BA5" w:rsidRDefault="00E23DE5" w:rsidP="001F6681">
            <w:pPr>
              <w:rPr>
                <w:vertAlign w:val="superscript"/>
              </w:rPr>
            </w:pPr>
          </w:p>
        </w:tc>
      </w:tr>
    </w:tbl>
    <w:p w14:paraId="107E4C5D" w14:textId="77777777" w:rsidR="002B64A7" w:rsidRPr="003D0BA5" w:rsidRDefault="002B64A7" w:rsidP="002B64A7"/>
    <w:sectPr w:rsidR="002B64A7" w:rsidRPr="003D0BA5" w:rsidSect="006E1DEE">
      <w:pgSz w:w="11907" w:h="16839" w:code="9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2C"/>
    <w:rsid w:val="000000E1"/>
    <w:rsid w:val="00001358"/>
    <w:rsid w:val="0000482D"/>
    <w:rsid w:val="00005B7E"/>
    <w:rsid w:val="000101D8"/>
    <w:rsid w:val="0001146D"/>
    <w:rsid w:val="00013008"/>
    <w:rsid w:val="0001471E"/>
    <w:rsid w:val="00015149"/>
    <w:rsid w:val="0001520A"/>
    <w:rsid w:val="000162F4"/>
    <w:rsid w:val="00020924"/>
    <w:rsid w:val="00021981"/>
    <w:rsid w:val="00022175"/>
    <w:rsid w:val="00030125"/>
    <w:rsid w:val="000308E0"/>
    <w:rsid w:val="000328D8"/>
    <w:rsid w:val="00036B1F"/>
    <w:rsid w:val="00040923"/>
    <w:rsid w:val="00040BF0"/>
    <w:rsid w:val="00040C10"/>
    <w:rsid w:val="0004276E"/>
    <w:rsid w:val="00042D7A"/>
    <w:rsid w:val="00043DA0"/>
    <w:rsid w:val="00045E17"/>
    <w:rsid w:val="0005725C"/>
    <w:rsid w:val="00063CEE"/>
    <w:rsid w:val="00063D0D"/>
    <w:rsid w:val="000662EF"/>
    <w:rsid w:val="00067367"/>
    <w:rsid w:val="00070DF9"/>
    <w:rsid w:val="00071739"/>
    <w:rsid w:val="000759C0"/>
    <w:rsid w:val="00076A2D"/>
    <w:rsid w:val="0008148D"/>
    <w:rsid w:val="00082E68"/>
    <w:rsid w:val="0008686A"/>
    <w:rsid w:val="00094A37"/>
    <w:rsid w:val="0009605B"/>
    <w:rsid w:val="000A278B"/>
    <w:rsid w:val="000A712A"/>
    <w:rsid w:val="000B0B08"/>
    <w:rsid w:val="000B1CAC"/>
    <w:rsid w:val="000B22F5"/>
    <w:rsid w:val="000B2893"/>
    <w:rsid w:val="000B2949"/>
    <w:rsid w:val="000B68F2"/>
    <w:rsid w:val="000B6DD6"/>
    <w:rsid w:val="000B7F86"/>
    <w:rsid w:val="000C033A"/>
    <w:rsid w:val="000C0514"/>
    <w:rsid w:val="000C4AC6"/>
    <w:rsid w:val="000C74D9"/>
    <w:rsid w:val="000D2DB2"/>
    <w:rsid w:val="000D4717"/>
    <w:rsid w:val="000D5689"/>
    <w:rsid w:val="000E1CA9"/>
    <w:rsid w:val="000E20FA"/>
    <w:rsid w:val="000E3F57"/>
    <w:rsid w:val="000F18FC"/>
    <w:rsid w:val="000F2417"/>
    <w:rsid w:val="000F620D"/>
    <w:rsid w:val="000F6E06"/>
    <w:rsid w:val="001058B7"/>
    <w:rsid w:val="0010605B"/>
    <w:rsid w:val="0011352C"/>
    <w:rsid w:val="001160B6"/>
    <w:rsid w:val="0011740C"/>
    <w:rsid w:val="00124BC5"/>
    <w:rsid w:val="0012642E"/>
    <w:rsid w:val="00127CE7"/>
    <w:rsid w:val="001316DC"/>
    <w:rsid w:val="00132281"/>
    <w:rsid w:val="00134BE1"/>
    <w:rsid w:val="00136018"/>
    <w:rsid w:val="00137364"/>
    <w:rsid w:val="001376C3"/>
    <w:rsid w:val="00137FBF"/>
    <w:rsid w:val="0014630E"/>
    <w:rsid w:val="001478FB"/>
    <w:rsid w:val="00151AF6"/>
    <w:rsid w:val="00152542"/>
    <w:rsid w:val="001535C3"/>
    <w:rsid w:val="001579C9"/>
    <w:rsid w:val="00157ACA"/>
    <w:rsid w:val="00165FE8"/>
    <w:rsid w:val="00177B66"/>
    <w:rsid w:val="001804D3"/>
    <w:rsid w:val="00182AB4"/>
    <w:rsid w:val="00187000"/>
    <w:rsid w:val="00187AD1"/>
    <w:rsid w:val="0019180B"/>
    <w:rsid w:val="00191B1A"/>
    <w:rsid w:val="00196989"/>
    <w:rsid w:val="001A1A54"/>
    <w:rsid w:val="001A7CA7"/>
    <w:rsid w:val="001B0CE2"/>
    <w:rsid w:val="001B1787"/>
    <w:rsid w:val="001B4F5D"/>
    <w:rsid w:val="001B7CDD"/>
    <w:rsid w:val="001C20F1"/>
    <w:rsid w:val="001C316A"/>
    <w:rsid w:val="001C7ED0"/>
    <w:rsid w:val="001D2CFE"/>
    <w:rsid w:val="001D3DDE"/>
    <w:rsid w:val="001D5A60"/>
    <w:rsid w:val="001D5D13"/>
    <w:rsid w:val="001E0388"/>
    <w:rsid w:val="001E053B"/>
    <w:rsid w:val="001E53AC"/>
    <w:rsid w:val="001F27E5"/>
    <w:rsid w:val="001F2862"/>
    <w:rsid w:val="001F3EF9"/>
    <w:rsid w:val="001F3FCF"/>
    <w:rsid w:val="001F40D5"/>
    <w:rsid w:val="001F5B9A"/>
    <w:rsid w:val="001F6681"/>
    <w:rsid w:val="001F69A1"/>
    <w:rsid w:val="00201A45"/>
    <w:rsid w:val="002029A0"/>
    <w:rsid w:val="002037E7"/>
    <w:rsid w:val="00204DF8"/>
    <w:rsid w:val="002111C0"/>
    <w:rsid w:val="00212442"/>
    <w:rsid w:val="0021289C"/>
    <w:rsid w:val="00217961"/>
    <w:rsid w:val="00217A5F"/>
    <w:rsid w:val="002221C5"/>
    <w:rsid w:val="00224985"/>
    <w:rsid w:val="00226825"/>
    <w:rsid w:val="00237E59"/>
    <w:rsid w:val="00245438"/>
    <w:rsid w:val="00245976"/>
    <w:rsid w:val="00247046"/>
    <w:rsid w:val="00247FD6"/>
    <w:rsid w:val="00250391"/>
    <w:rsid w:val="00251CB9"/>
    <w:rsid w:val="00257591"/>
    <w:rsid w:val="002616BA"/>
    <w:rsid w:val="0026356B"/>
    <w:rsid w:val="00273972"/>
    <w:rsid w:val="00274A2A"/>
    <w:rsid w:val="00275E62"/>
    <w:rsid w:val="002806DC"/>
    <w:rsid w:val="002830BF"/>
    <w:rsid w:val="00286F52"/>
    <w:rsid w:val="00293A3C"/>
    <w:rsid w:val="00295A4D"/>
    <w:rsid w:val="00296F66"/>
    <w:rsid w:val="002A29B1"/>
    <w:rsid w:val="002A69F2"/>
    <w:rsid w:val="002A705B"/>
    <w:rsid w:val="002B23CD"/>
    <w:rsid w:val="002B4E91"/>
    <w:rsid w:val="002B5497"/>
    <w:rsid w:val="002B5EA8"/>
    <w:rsid w:val="002B64A7"/>
    <w:rsid w:val="002B7ED8"/>
    <w:rsid w:val="002C5DE3"/>
    <w:rsid w:val="002C7509"/>
    <w:rsid w:val="002D09C9"/>
    <w:rsid w:val="002D2D6E"/>
    <w:rsid w:val="002D35A5"/>
    <w:rsid w:val="002D5715"/>
    <w:rsid w:val="002E212B"/>
    <w:rsid w:val="002F0887"/>
    <w:rsid w:val="002F4ABD"/>
    <w:rsid w:val="002F56CA"/>
    <w:rsid w:val="00301E9D"/>
    <w:rsid w:val="003042CE"/>
    <w:rsid w:val="00304C7F"/>
    <w:rsid w:val="00307CC6"/>
    <w:rsid w:val="00317DC7"/>
    <w:rsid w:val="003210E7"/>
    <w:rsid w:val="0033716D"/>
    <w:rsid w:val="003377AD"/>
    <w:rsid w:val="0033781E"/>
    <w:rsid w:val="003409B4"/>
    <w:rsid w:val="00342EC6"/>
    <w:rsid w:val="003463F6"/>
    <w:rsid w:val="00347A8A"/>
    <w:rsid w:val="00350AA9"/>
    <w:rsid w:val="003546A0"/>
    <w:rsid w:val="0036063D"/>
    <w:rsid w:val="003649B3"/>
    <w:rsid w:val="00364C02"/>
    <w:rsid w:val="00364F1E"/>
    <w:rsid w:val="00365F41"/>
    <w:rsid w:val="0036797A"/>
    <w:rsid w:val="003714E7"/>
    <w:rsid w:val="003716FF"/>
    <w:rsid w:val="00372AB7"/>
    <w:rsid w:val="003730F4"/>
    <w:rsid w:val="00373198"/>
    <w:rsid w:val="003743B1"/>
    <w:rsid w:val="003759ED"/>
    <w:rsid w:val="00376B76"/>
    <w:rsid w:val="003818B6"/>
    <w:rsid w:val="00383872"/>
    <w:rsid w:val="00385B17"/>
    <w:rsid w:val="00385C93"/>
    <w:rsid w:val="00390252"/>
    <w:rsid w:val="003910FC"/>
    <w:rsid w:val="00392D90"/>
    <w:rsid w:val="003936F8"/>
    <w:rsid w:val="00393D2D"/>
    <w:rsid w:val="00395C74"/>
    <w:rsid w:val="003A0096"/>
    <w:rsid w:val="003A3458"/>
    <w:rsid w:val="003A7388"/>
    <w:rsid w:val="003B0BC2"/>
    <w:rsid w:val="003C1A44"/>
    <w:rsid w:val="003C6545"/>
    <w:rsid w:val="003C6F6D"/>
    <w:rsid w:val="003D0BA5"/>
    <w:rsid w:val="003D6A27"/>
    <w:rsid w:val="003D704C"/>
    <w:rsid w:val="003E027D"/>
    <w:rsid w:val="003E25AB"/>
    <w:rsid w:val="004039EA"/>
    <w:rsid w:val="0041049F"/>
    <w:rsid w:val="00420747"/>
    <w:rsid w:val="00422B99"/>
    <w:rsid w:val="00434720"/>
    <w:rsid w:val="004365D0"/>
    <w:rsid w:val="00444D66"/>
    <w:rsid w:val="004475E4"/>
    <w:rsid w:val="00450EBE"/>
    <w:rsid w:val="004616BF"/>
    <w:rsid w:val="0047275E"/>
    <w:rsid w:val="0047369C"/>
    <w:rsid w:val="004831F9"/>
    <w:rsid w:val="004841CB"/>
    <w:rsid w:val="004866F2"/>
    <w:rsid w:val="004901CE"/>
    <w:rsid w:val="00491E62"/>
    <w:rsid w:val="00497FEB"/>
    <w:rsid w:val="004A015D"/>
    <w:rsid w:val="004A1842"/>
    <w:rsid w:val="004A27A0"/>
    <w:rsid w:val="004A2BA3"/>
    <w:rsid w:val="004B3D06"/>
    <w:rsid w:val="004B4547"/>
    <w:rsid w:val="004B5C63"/>
    <w:rsid w:val="004B64D3"/>
    <w:rsid w:val="004C0CB7"/>
    <w:rsid w:val="004C3592"/>
    <w:rsid w:val="004C4D61"/>
    <w:rsid w:val="004C57F9"/>
    <w:rsid w:val="004C69D4"/>
    <w:rsid w:val="004D209C"/>
    <w:rsid w:val="004D2732"/>
    <w:rsid w:val="004D2FBF"/>
    <w:rsid w:val="004D3AD7"/>
    <w:rsid w:val="004D46E5"/>
    <w:rsid w:val="004E0928"/>
    <w:rsid w:val="004E3577"/>
    <w:rsid w:val="004E56AA"/>
    <w:rsid w:val="004E5A72"/>
    <w:rsid w:val="004E73F9"/>
    <w:rsid w:val="004E7D26"/>
    <w:rsid w:val="004F05C1"/>
    <w:rsid w:val="004F0931"/>
    <w:rsid w:val="004F63F5"/>
    <w:rsid w:val="00505C9D"/>
    <w:rsid w:val="005073CE"/>
    <w:rsid w:val="00511373"/>
    <w:rsid w:val="005142A6"/>
    <w:rsid w:val="00514D6F"/>
    <w:rsid w:val="00516594"/>
    <w:rsid w:val="00517C61"/>
    <w:rsid w:val="005201C6"/>
    <w:rsid w:val="00521A3F"/>
    <w:rsid w:val="00530DB7"/>
    <w:rsid w:val="00531934"/>
    <w:rsid w:val="00531A1A"/>
    <w:rsid w:val="00533620"/>
    <w:rsid w:val="005343D5"/>
    <w:rsid w:val="005369F8"/>
    <w:rsid w:val="00542307"/>
    <w:rsid w:val="0054402C"/>
    <w:rsid w:val="0054409E"/>
    <w:rsid w:val="00550FFF"/>
    <w:rsid w:val="0055272D"/>
    <w:rsid w:val="00556657"/>
    <w:rsid w:val="00567B50"/>
    <w:rsid w:val="00567EFE"/>
    <w:rsid w:val="0057319C"/>
    <w:rsid w:val="00573A41"/>
    <w:rsid w:val="00577767"/>
    <w:rsid w:val="00586DAB"/>
    <w:rsid w:val="005914E9"/>
    <w:rsid w:val="005928C6"/>
    <w:rsid w:val="00595BA3"/>
    <w:rsid w:val="00597E03"/>
    <w:rsid w:val="005A2F06"/>
    <w:rsid w:val="005A32F4"/>
    <w:rsid w:val="005A5017"/>
    <w:rsid w:val="005A695E"/>
    <w:rsid w:val="005A7708"/>
    <w:rsid w:val="005B0C83"/>
    <w:rsid w:val="005B34E7"/>
    <w:rsid w:val="005B5E72"/>
    <w:rsid w:val="005B60D3"/>
    <w:rsid w:val="005B7797"/>
    <w:rsid w:val="005C00D5"/>
    <w:rsid w:val="005C4950"/>
    <w:rsid w:val="005D1875"/>
    <w:rsid w:val="005D3D5E"/>
    <w:rsid w:val="005D635C"/>
    <w:rsid w:val="005F09A2"/>
    <w:rsid w:val="005F186B"/>
    <w:rsid w:val="005F2D93"/>
    <w:rsid w:val="005F4986"/>
    <w:rsid w:val="005F51B1"/>
    <w:rsid w:val="005F79F7"/>
    <w:rsid w:val="00600977"/>
    <w:rsid w:val="00602EBD"/>
    <w:rsid w:val="0060432A"/>
    <w:rsid w:val="006203FB"/>
    <w:rsid w:val="0062261D"/>
    <w:rsid w:val="006229FC"/>
    <w:rsid w:val="00623F01"/>
    <w:rsid w:val="00624DD6"/>
    <w:rsid w:val="00625A51"/>
    <w:rsid w:val="00627DA4"/>
    <w:rsid w:val="006310F4"/>
    <w:rsid w:val="00636C27"/>
    <w:rsid w:val="00637453"/>
    <w:rsid w:val="00637BEF"/>
    <w:rsid w:val="00642A5E"/>
    <w:rsid w:val="006445AB"/>
    <w:rsid w:val="00644C89"/>
    <w:rsid w:val="00650A50"/>
    <w:rsid w:val="00652F1C"/>
    <w:rsid w:val="00667CC3"/>
    <w:rsid w:val="00671F6D"/>
    <w:rsid w:val="00681EB5"/>
    <w:rsid w:val="00683A70"/>
    <w:rsid w:val="0069109C"/>
    <w:rsid w:val="00691E2C"/>
    <w:rsid w:val="00692284"/>
    <w:rsid w:val="006924CA"/>
    <w:rsid w:val="00692DE9"/>
    <w:rsid w:val="00696160"/>
    <w:rsid w:val="006A1943"/>
    <w:rsid w:val="006A46B0"/>
    <w:rsid w:val="006A7B28"/>
    <w:rsid w:val="006B0F07"/>
    <w:rsid w:val="006B2BD5"/>
    <w:rsid w:val="006B32A3"/>
    <w:rsid w:val="006B56B3"/>
    <w:rsid w:val="006B579B"/>
    <w:rsid w:val="006B6083"/>
    <w:rsid w:val="006B7484"/>
    <w:rsid w:val="006C4C81"/>
    <w:rsid w:val="006C74F3"/>
    <w:rsid w:val="006D3075"/>
    <w:rsid w:val="006D69FE"/>
    <w:rsid w:val="006E0D6D"/>
    <w:rsid w:val="006E1DC9"/>
    <w:rsid w:val="006E1DEE"/>
    <w:rsid w:val="006E36BF"/>
    <w:rsid w:val="006E6260"/>
    <w:rsid w:val="006F211D"/>
    <w:rsid w:val="006F232E"/>
    <w:rsid w:val="006F40CF"/>
    <w:rsid w:val="006F581E"/>
    <w:rsid w:val="006F7FA3"/>
    <w:rsid w:val="0071199C"/>
    <w:rsid w:val="00712074"/>
    <w:rsid w:val="00715C2A"/>
    <w:rsid w:val="007278A0"/>
    <w:rsid w:val="00731C01"/>
    <w:rsid w:val="00732454"/>
    <w:rsid w:val="00734722"/>
    <w:rsid w:val="0074308A"/>
    <w:rsid w:val="00745C04"/>
    <w:rsid w:val="007544FC"/>
    <w:rsid w:val="00755AA3"/>
    <w:rsid w:val="00756121"/>
    <w:rsid w:val="007618D3"/>
    <w:rsid w:val="0079040B"/>
    <w:rsid w:val="007917D7"/>
    <w:rsid w:val="007A04BF"/>
    <w:rsid w:val="007A4F7A"/>
    <w:rsid w:val="007A6122"/>
    <w:rsid w:val="007A6D69"/>
    <w:rsid w:val="007B1359"/>
    <w:rsid w:val="007B1492"/>
    <w:rsid w:val="007B28AA"/>
    <w:rsid w:val="007B5444"/>
    <w:rsid w:val="007B6673"/>
    <w:rsid w:val="007B7F45"/>
    <w:rsid w:val="007C14A1"/>
    <w:rsid w:val="007C35E0"/>
    <w:rsid w:val="007C38F0"/>
    <w:rsid w:val="007C3AD1"/>
    <w:rsid w:val="007C587D"/>
    <w:rsid w:val="007C7139"/>
    <w:rsid w:val="007D06E6"/>
    <w:rsid w:val="007D2426"/>
    <w:rsid w:val="007D2F3E"/>
    <w:rsid w:val="007D379A"/>
    <w:rsid w:val="007D6CEA"/>
    <w:rsid w:val="007E1688"/>
    <w:rsid w:val="007E23D8"/>
    <w:rsid w:val="007E2B4D"/>
    <w:rsid w:val="007E625D"/>
    <w:rsid w:val="007F0089"/>
    <w:rsid w:val="007F1B3A"/>
    <w:rsid w:val="007F7710"/>
    <w:rsid w:val="00806425"/>
    <w:rsid w:val="00806EEF"/>
    <w:rsid w:val="00811D79"/>
    <w:rsid w:val="00814827"/>
    <w:rsid w:val="008235CE"/>
    <w:rsid w:val="008238EF"/>
    <w:rsid w:val="008241FE"/>
    <w:rsid w:val="00825B40"/>
    <w:rsid w:val="008261F3"/>
    <w:rsid w:val="008278BD"/>
    <w:rsid w:val="00832E2B"/>
    <w:rsid w:val="0083362E"/>
    <w:rsid w:val="00834D3D"/>
    <w:rsid w:val="0083766A"/>
    <w:rsid w:val="00837922"/>
    <w:rsid w:val="00840929"/>
    <w:rsid w:val="0084229D"/>
    <w:rsid w:val="00844A1A"/>
    <w:rsid w:val="0084525A"/>
    <w:rsid w:val="00846D8B"/>
    <w:rsid w:val="00852B2F"/>
    <w:rsid w:val="00852CD8"/>
    <w:rsid w:val="008607FC"/>
    <w:rsid w:val="0086256C"/>
    <w:rsid w:val="00870048"/>
    <w:rsid w:val="00871F87"/>
    <w:rsid w:val="008730D3"/>
    <w:rsid w:val="0087618D"/>
    <w:rsid w:val="00881DA4"/>
    <w:rsid w:val="008861D6"/>
    <w:rsid w:val="00887705"/>
    <w:rsid w:val="008900F0"/>
    <w:rsid w:val="00891E89"/>
    <w:rsid w:val="008937BB"/>
    <w:rsid w:val="008A15D5"/>
    <w:rsid w:val="008A46A8"/>
    <w:rsid w:val="008B3729"/>
    <w:rsid w:val="008B6020"/>
    <w:rsid w:val="008C21BC"/>
    <w:rsid w:val="008C540A"/>
    <w:rsid w:val="008D10A8"/>
    <w:rsid w:val="008D32EA"/>
    <w:rsid w:val="008D3C5F"/>
    <w:rsid w:val="008D41EC"/>
    <w:rsid w:val="008D64C1"/>
    <w:rsid w:val="008D7313"/>
    <w:rsid w:val="008D75B0"/>
    <w:rsid w:val="008E53EA"/>
    <w:rsid w:val="008F0B87"/>
    <w:rsid w:val="008F2F29"/>
    <w:rsid w:val="008F6E1D"/>
    <w:rsid w:val="00900331"/>
    <w:rsid w:val="00900417"/>
    <w:rsid w:val="00902477"/>
    <w:rsid w:val="00912095"/>
    <w:rsid w:val="009175E1"/>
    <w:rsid w:val="0092606B"/>
    <w:rsid w:val="0093578C"/>
    <w:rsid w:val="009366DD"/>
    <w:rsid w:val="00940746"/>
    <w:rsid w:val="00941701"/>
    <w:rsid w:val="00946975"/>
    <w:rsid w:val="00947B63"/>
    <w:rsid w:val="00947C3C"/>
    <w:rsid w:val="00947C88"/>
    <w:rsid w:val="009533BD"/>
    <w:rsid w:val="009551E0"/>
    <w:rsid w:val="00962D16"/>
    <w:rsid w:val="00965F0C"/>
    <w:rsid w:val="00970DC9"/>
    <w:rsid w:val="0097337E"/>
    <w:rsid w:val="0097601D"/>
    <w:rsid w:val="00980683"/>
    <w:rsid w:val="00980A6D"/>
    <w:rsid w:val="00981801"/>
    <w:rsid w:val="00992618"/>
    <w:rsid w:val="00996329"/>
    <w:rsid w:val="009A482A"/>
    <w:rsid w:val="009A58A4"/>
    <w:rsid w:val="009A6FEA"/>
    <w:rsid w:val="009A7F73"/>
    <w:rsid w:val="009B3046"/>
    <w:rsid w:val="009B67BF"/>
    <w:rsid w:val="009B7495"/>
    <w:rsid w:val="009B7575"/>
    <w:rsid w:val="009C0FBE"/>
    <w:rsid w:val="009C1AC3"/>
    <w:rsid w:val="009C2FD7"/>
    <w:rsid w:val="009C60D5"/>
    <w:rsid w:val="009C620A"/>
    <w:rsid w:val="009C67FE"/>
    <w:rsid w:val="009C707C"/>
    <w:rsid w:val="009D607A"/>
    <w:rsid w:val="009E7C2F"/>
    <w:rsid w:val="009E7E1F"/>
    <w:rsid w:val="009F1A59"/>
    <w:rsid w:val="009F2D61"/>
    <w:rsid w:val="00A070FD"/>
    <w:rsid w:val="00A077DC"/>
    <w:rsid w:val="00A079E0"/>
    <w:rsid w:val="00A11542"/>
    <w:rsid w:val="00A172C2"/>
    <w:rsid w:val="00A230E8"/>
    <w:rsid w:val="00A26395"/>
    <w:rsid w:val="00A26F33"/>
    <w:rsid w:val="00A274E5"/>
    <w:rsid w:val="00A307C3"/>
    <w:rsid w:val="00A345C7"/>
    <w:rsid w:val="00A351DE"/>
    <w:rsid w:val="00A367E8"/>
    <w:rsid w:val="00A4421C"/>
    <w:rsid w:val="00A46000"/>
    <w:rsid w:val="00A50581"/>
    <w:rsid w:val="00A517E3"/>
    <w:rsid w:val="00A51A78"/>
    <w:rsid w:val="00A521D8"/>
    <w:rsid w:val="00A54324"/>
    <w:rsid w:val="00A554AA"/>
    <w:rsid w:val="00A55A53"/>
    <w:rsid w:val="00A57875"/>
    <w:rsid w:val="00A615DB"/>
    <w:rsid w:val="00A62D9F"/>
    <w:rsid w:val="00A633D1"/>
    <w:rsid w:val="00A6353E"/>
    <w:rsid w:val="00A66A9E"/>
    <w:rsid w:val="00A73612"/>
    <w:rsid w:val="00A73840"/>
    <w:rsid w:val="00A74B84"/>
    <w:rsid w:val="00A758B4"/>
    <w:rsid w:val="00A7674D"/>
    <w:rsid w:val="00A7725D"/>
    <w:rsid w:val="00A772A1"/>
    <w:rsid w:val="00A778A9"/>
    <w:rsid w:val="00A847D0"/>
    <w:rsid w:val="00A912AC"/>
    <w:rsid w:val="00A932C5"/>
    <w:rsid w:val="00A94AFD"/>
    <w:rsid w:val="00A95A22"/>
    <w:rsid w:val="00A970C0"/>
    <w:rsid w:val="00A9780B"/>
    <w:rsid w:val="00A97C04"/>
    <w:rsid w:val="00AA18AE"/>
    <w:rsid w:val="00AA4369"/>
    <w:rsid w:val="00AA64FE"/>
    <w:rsid w:val="00AB17FF"/>
    <w:rsid w:val="00AB196D"/>
    <w:rsid w:val="00AC002E"/>
    <w:rsid w:val="00AC1AFA"/>
    <w:rsid w:val="00AC61A8"/>
    <w:rsid w:val="00AD15EA"/>
    <w:rsid w:val="00AD3BE2"/>
    <w:rsid w:val="00AD44A0"/>
    <w:rsid w:val="00AD4748"/>
    <w:rsid w:val="00AD74C0"/>
    <w:rsid w:val="00AE2AE5"/>
    <w:rsid w:val="00AE3A94"/>
    <w:rsid w:val="00AE7BFE"/>
    <w:rsid w:val="00AF4B86"/>
    <w:rsid w:val="00AF6646"/>
    <w:rsid w:val="00B0202D"/>
    <w:rsid w:val="00B02EC9"/>
    <w:rsid w:val="00B047EA"/>
    <w:rsid w:val="00B076B5"/>
    <w:rsid w:val="00B11013"/>
    <w:rsid w:val="00B14CB5"/>
    <w:rsid w:val="00B21D1C"/>
    <w:rsid w:val="00B233DE"/>
    <w:rsid w:val="00B24AE3"/>
    <w:rsid w:val="00B26D3C"/>
    <w:rsid w:val="00B30C5A"/>
    <w:rsid w:val="00B3210F"/>
    <w:rsid w:val="00B339DB"/>
    <w:rsid w:val="00B343BA"/>
    <w:rsid w:val="00B34CB0"/>
    <w:rsid w:val="00B35176"/>
    <w:rsid w:val="00B40ADA"/>
    <w:rsid w:val="00B43845"/>
    <w:rsid w:val="00B45B0D"/>
    <w:rsid w:val="00B509FE"/>
    <w:rsid w:val="00B5212B"/>
    <w:rsid w:val="00B53732"/>
    <w:rsid w:val="00B53EB2"/>
    <w:rsid w:val="00B5728B"/>
    <w:rsid w:val="00B62C70"/>
    <w:rsid w:val="00B70762"/>
    <w:rsid w:val="00B7290A"/>
    <w:rsid w:val="00B827FD"/>
    <w:rsid w:val="00B853DC"/>
    <w:rsid w:val="00B861AD"/>
    <w:rsid w:val="00B91171"/>
    <w:rsid w:val="00B91E5C"/>
    <w:rsid w:val="00B94402"/>
    <w:rsid w:val="00B9653C"/>
    <w:rsid w:val="00BA1B60"/>
    <w:rsid w:val="00BA2E59"/>
    <w:rsid w:val="00BA35D9"/>
    <w:rsid w:val="00BA6FD1"/>
    <w:rsid w:val="00BB130C"/>
    <w:rsid w:val="00BB2225"/>
    <w:rsid w:val="00BB2493"/>
    <w:rsid w:val="00BB3BAD"/>
    <w:rsid w:val="00BB4F1E"/>
    <w:rsid w:val="00BB7108"/>
    <w:rsid w:val="00BD4463"/>
    <w:rsid w:val="00BD6A6E"/>
    <w:rsid w:val="00BE4823"/>
    <w:rsid w:val="00BE4E28"/>
    <w:rsid w:val="00BE6F20"/>
    <w:rsid w:val="00BF041F"/>
    <w:rsid w:val="00BF132A"/>
    <w:rsid w:val="00BF538D"/>
    <w:rsid w:val="00C000B4"/>
    <w:rsid w:val="00C03255"/>
    <w:rsid w:val="00C0570B"/>
    <w:rsid w:val="00C072B0"/>
    <w:rsid w:val="00C11E28"/>
    <w:rsid w:val="00C24F77"/>
    <w:rsid w:val="00C339CF"/>
    <w:rsid w:val="00C35177"/>
    <w:rsid w:val="00C40B5A"/>
    <w:rsid w:val="00C41F91"/>
    <w:rsid w:val="00C5546B"/>
    <w:rsid w:val="00C61BEE"/>
    <w:rsid w:val="00C646AA"/>
    <w:rsid w:val="00C66163"/>
    <w:rsid w:val="00C779D0"/>
    <w:rsid w:val="00C83868"/>
    <w:rsid w:val="00C8631A"/>
    <w:rsid w:val="00C900A1"/>
    <w:rsid w:val="00C94884"/>
    <w:rsid w:val="00C9659A"/>
    <w:rsid w:val="00C97F5E"/>
    <w:rsid w:val="00CA06CD"/>
    <w:rsid w:val="00CA2BFC"/>
    <w:rsid w:val="00CA4CA8"/>
    <w:rsid w:val="00CA7051"/>
    <w:rsid w:val="00CA7B78"/>
    <w:rsid w:val="00CB02F2"/>
    <w:rsid w:val="00CB2021"/>
    <w:rsid w:val="00CB432F"/>
    <w:rsid w:val="00CB6C2C"/>
    <w:rsid w:val="00CC0AFC"/>
    <w:rsid w:val="00CC0B78"/>
    <w:rsid w:val="00CC0D2D"/>
    <w:rsid w:val="00CC18F3"/>
    <w:rsid w:val="00CC274D"/>
    <w:rsid w:val="00CD3E17"/>
    <w:rsid w:val="00CD4E5C"/>
    <w:rsid w:val="00CE2136"/>
    <w:rsid w:val="00CF2152"/>
    <w:rsid w:val="00CF41BD"/>
    <w:rsid w:val="00D01BD2"/>
    <w:rsid w:val="00D07A57"/>
    <w:rsid w:val="00D133D2"/>
    <w:rsid w:val="00D151C7"/>
    <w:rsid w:val="00D30FE2"/>
    <w:rsid w:val="00D3453D"/>
    <w:rsid w:val="00D45A52"/>
    <w:rsid w:val="00D46DCE"/>
    <w:rsid w:val="00D47DA3"/>
    <w:rsid w:val="00D52F84"/>
    <w:rsid w:val="00D5440D"/>
    <w:rsid w:val="00D562A3"/>
    <w:rsid w:val="00D60A2B"/>
    <w:rsid w:val="00D620F8"/>
    <w:rsid w:val="00D66536"/>
    <w:rsid w:val="00D66936"/>
    <w:rsid w:val="00D67F5E"/>
    <w:rsid w:val="00D740E0"/>
    <w:rsid w:val="00D777A7"/>
    <w:rsid w:val="00D805B8"/>
    <w:rsid w:val="00D818A5"/>
    <w:rsid w:val="00D84CCA"/>
    <w:rsid w:val="00D854C8"/>
    <w:rsid w:val="00D85B45"/>
    <w:rsid w:val="00D8691D"/>
    <w:rsid w:val="00D92FE4"/>
    <w:rsid w:val="00D94810"/>
    <w:rsid w:val="00D969C9"/>
    <w:rsid w:val="00D977E8"/>
    <w:rsid w:val="00DA2F32"/>
    <w:rsid w:val="00DA33F5"/>
    <w:rsid w:val="00DA6D88"/>
    <w:rsid w:val="00DB12A5"/>
    <w:rsid w:val="00DB3098"/>
    <w:rsid w:val="00DB3DD6"/>
    <w:rsid w:val="00DB4BC1"/>
    <w:rsid w:val="00DB5D4C"/>
    <w:rsid w:val="00DB6B15"/>
    <w:rsid w:val="00DC004D"/>
    <w:rsid w:val="00DD12EC"/>
    <w:rsid w:val="00DD53B7"/>
    <w:rsid w:val="00DE1120"/>
    <w:rsid w:val="00DE550F"/>
    <w:rsid w:val="00DF2C37"/>
    <w:rsid w:val="00DF35F5"/>
    <w:rsid w:val="00DF7B65"/>
    <w:rsid w:val="00E02F34"/>
    <w:rsid w:val="00E0673F"/>
    <w:rsid w:val="00E12AB9"/>
    <w:rsid w:val="00E211B4"/>
    <w:rsid w:val="00E22943"/>
    <w:rsid w:val="00E23DE5"/>
    <w:rsid w:val="00E25591"/>
    <w:rsid w:val="00E25CA7"/>
    <w:rsid w:val="00E26519"/>
    <w:rsid w:val="00E30C43"/>
    <w:rsid w:val="00E323FC"/>
    <w:rsid w:val="00E401F5"/>
    <w:rsid w:val="00E420B6"/>
    <w:rsid w:val="00E4444D"/>
    <w:rsid w:val="00E44663"/>
    <w:rsid w:val="00E447B4"/>
    <w:rsid w:val="00E458D0"/>
    <w:rsid w:val="00E509FC"/>
    <w:rsid w:val="00E50FFC"/>
    <w:rsid w:val="00E570A3"/>
    <w:rsid w:val="00E5745C"/>
    <w:rsid w:val="00E60A53"/>
    <w:rsid w:val="00E61C06"/>
    <w:rsid w:val="00E62C76"/>
    <w:rsid w:val="00E659AE"/>
    <w:rsid w:val="00E73EF8"/>
    <w:rsid w:val="00E757CD"/>
    <w:rsid w:val="00E7665D"/>
    <w:rsid w:val="00E82167"/>
    <w:rsid w:val="00E82269"/>
    <w:rsid w:val="00E84428"/>
    <w:rsid w:val="00E86697"/>
    <w:rsid w:val="00E87073"/>
    <w:rsid w:val="00E93367"/>
    <w:rsid w:val="00E96545"/>
    <w:rsid w:val="00EA029E"/>
    <w:rsid w:val="00EA7470"/>
    <w:rsid w:val="00EB13B9"/>
    <w:rsid w:val="00EB1BCA"/>
    <w:rsid w:val="00EC07F4"/>
    <w:rsid w:val="00EC12A6"/>
    <w:rsid w:val="00EC1B93"/>
    <w:rsid w:val="00EC4273"/>
    <w:rsid w:val="00EE1019"/>
    <w:rsid w:val="00EE10EE"/>
    <w:rsid w:val="00EE713E"/>
    <w:rsid w:val="00EF0373"/>
    <w:rsid w:val="00EF32E7"/>
    <w:rsid w:val="00EF36DC"/>
    <w:rsid w:val="00F00308"/>
    <w:rsid w:val="00F066E1"/>
    <w:rsid w:val="00F06960"/>
    <w:rsid w:val="00F06D6C"/>
    <w:rsid w:val="00F23703"/>
    <w:rsid w:val="00F23AEA"/>
    <w:rsid w:val="00F2618B"/>
    <w:rsid w:val="00F3021B"/>
    <w:rsid w:val="00F3297A"/>
    <w:rsid w:val="00F32E40"/>
    <w:rsid w:val="00F36A9C"/>
    <w:rsid w:val="00F36FE1"/>
    <w:rsid w:val="00F4067A"/>
    <w:rsid w:val="00F42EED"/>
    <w:rsid w:val="00F432E7"/>
    <w:rsid w:val="00F44373"/>
    <w:rsid w:val="00F505FD"/>
    <w:rsid w:val="00F56B8F"/>
    <w:rsid w:val="00F6493D"/>
    <w:rsid w:val="00F65633"/>
    <w:rsid w:val="00F6583C"/>
    <w:rsid w:val="00F674F7"/>
    <w:rsid w:val="00F7541A"/>
    <w:rsid w:val="00F762D6"/>
    <w:rsid w:val="00F80847"/>
    <w:rsid w:val="00F917C3"/>
    <w:rsid w:val="00F91B0B"/>
    <w:rsid w:val="00F940A8"/>
    <w:rsid w:val="00F970F6"/>
    <w:rsid w:val="00FA3313"/>
    <w:rsid w:val="00FA5405"/>
    <w:rsid w:val="00FB444C"/>
    <w:rsid w:val="00FB5705"/>
    <w:rsid w:val="00FC01DE"/>
    <w:rsid w:val="00FC31F8"/>
    <w:rsid w:val="00FC3508"/>
    <w:rsid w:val="00FC6557"/>
    <w:rsid w:val="00FC7A62"/>
    <w:rsid w:val="00FD052E"/>
    <w:rsid w:val="00FD253B"/>
    <w:rsid w:val="00FD3172"/>
    <w:rsid w:val="00FD66E9"/>
    <w:rsid w:val="00FE3754"/>
    <w:rsid w:val="00FE3EFB"/>
    <w:rsid w:val="00FE5AA5"/>
    <w:rsid w:val="00FE701F"/>
    <w:rsid w:val="00FF0C8E"/>
    <w:rsid w:val="00FF2B9C"/>
    <w:rsid w:val="00FF6EA4"/>
    <w:rsid w:val="00FF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624A1"/>
  <w15:docId w15:val="{9C14DB91-5B8F-4838-B40E-A527A885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2D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30X">
    <w:name w:val="T30X"/>
    <w:basedOn w:val="Normal"/>
    <w:uiPriority w:val="99"/>
    <w:rsid w:val="00731C01"/>
    <w:pPr>
      <w:overflowPunct/>
      <w:spacing w:before="60" w:after="60"/>
      <w:ind w:firstLine="283"/>
      <w:jc w:val="both"/>
      <w:textAlignment w:val="auto"/>
    </w:pPr>
    <w:rPr>
      <w:rFonts w:eastAsiaTheme="minorEastAsia"/>
      <w:color w:val="000000"/>
      <w:sz w:val="22"/>
      <w:szCs w:val="22"/>
      <w:lang w:val="sr-Latn-CS" w:eastAsia="sr-Latn-CS"/>
    </w:rPr>
  </w:style>
  <w:style w:type="paragraph" w:styleId="BodyText">
    <w:name w:val="Body Text"/>
    <w:basedOn w:val="Normal"/>
    <w:link w:val="BodyTextChar"/>
    <w:rsid w:val="007544FC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eastAsia="SimSun" w:cs="Mangal"/>
      <w:kern w:val="1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7544FC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fontstyle01">
    <w:name w:val="fontstyle01"/>
    <w:basedOn w:val="DefaultParagraphFont"/>
    <w:rsid w:val="00247FD6"/>
    <w:rPr>
      <w:rFonts w:ascii="Calibri" w:hAnsi="Calibri" w:cs="Calibri" w:hint="default"/>
      <w:b w:val="0"/>
      <w:bCs w:val="0"/>
      <w:i w:val="0"/>
      <w:iCs w:val="0"/>
      <w:color w:val="000000"/>
      <w:sz w:val="60"/>
      <w:szCs w:val="6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6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6E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47B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B6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B63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B6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pnk1\Desktop\tabela%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62EBE-ADD0-467A-9980-CB5F9FEE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tabela 03</Template>
  <TotalTime>6123</TotalTime>
  <Pages>40</Pages>
  <Words>10559</Words>
  <Characters>60188</Characters>
  <Application>Microsoft Office Word</Application>
  <DocSecurity>0</DocSecurity>
  <Lines>501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70606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appnk1</dc:creator>
  <cp:lastModifiedBy>nk planing</cp:lastModifiedBy>
  <cp:revision>52</cp:revision>
  <cp:lastPrinted>2025-08-20T19:41:00Z</cp:lastPrinted>
  <dcterms:created xsi:type="dcterms:W3CDTF">2025-02-09T19:44:00Z</dcterms:created>
  <dcterms:modified xsi:type="dcterms:W3CDTF">2025-09-15T20:26:00Z</dcterms:modified>
</cp:coreProperties>
</file>